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BA3" w:rsidRDefault="004F7BA3" w:rsidP="004F7BA3">
      <w:pPr>
        <w:widowControl w:val="0"/>
        <w:autoSpaceDE w:val="0"/>
        <w:autoSpaceDN w:val="0"/>
        <w:adjustRightInd w:val="0"/>
        <w:ind w:left="10773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:rsidR="004F7BA3" w:rsidRDefault="004F7BA3" w:rsidP="004F7BA3">
      <w:pPr>
        <w:widowControl w:val="0"/>
        <w:autoSpaceDE w:val="0"/>
        <w:autoSpaceDN w:val="0"/>
        <w:adjustRightInd w:val="0"/>
        <w:ind w:left="10773"/>
        <w:jc w:val="right"/>
        <w:rPr>
          <w:color w:val="000000"/>
          <w:sz w:val="24"/>
          <w:szCs w:val="24"/>
        </w:rPr>
      </w:pPr>
    </w:p>
    <w:p w:rsidR="004F7BA3" w:rsidRDefault="004F7BA3" w:rsidP="004F7BA3">
      <w:pPr>
        <w:widowControl w:val="0"/>
        <w:autoSpaceDE w:val="0"/>
        <w:autoSpaceDN w:val="0"/>
        <w:adjustRightInd w:val="0"/>
        <w:ind w:left="1049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Начальник управления образования, молодёжной политики и спорта администрации Амурского м</w:t>
      </w:r>
      <w:r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>ниципального района Хабаровского края</w:t>
      </w:r>
    </w:p>
    <w:p w:rsidR="004F7BA3" w:rsidRDefault="004F7BA3" w:rsidP="004F7BA3">
      <w:pPr>
        <w:widowControl w:val="0"/>
        <w:autoSpaceDE w:val="0"/>
        <w:autoSpaceDN w:val="0"/>
        <w:adjustRightInd w:val="0"/>
        <w:ind w:left="10773"/>
        <w:jc w:val="both"/>
        <w:rPr>
          <w:color w:val="000000"/>
          <w:sz w:val="24"/>
          <w:szCs w:val="24"/>
        </w:rPr>
      </w:pPr>
    </w:p>
    <w:p w:rsidR="004F7BA3" w:rsidRDefault="004F7BA3" w:rsidP="004F7BA3">
      <w:pPr>
        <w:widowControl w:val="0"/>
        <w:autoSpaceDE w:val="0"/>
        <w:autoSpaceDN w:val="0"/>
        <w:adjustRightInd w:val="0"/>
        <w:ind w:left="1077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__________ Сиденкова Наталья Егоровна</w:t>
      </w:r>
    </w:p>
    <w:p w:rsidR="004F7BA3" w:rsidRPr="00A840BA" w:rsidRDefault="004F7BA3" w:rsidP="004F7BA3">
      <w:pPr>
        <w:pStyle w:val="ConsPlusNonformat"/>
        <w:ind w:left="10773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BF4FF2">
        <w:rPr>
          <w:color w:val="000000"/>
          <w:sz w:val="24"/>
          <w:szCs w:val="24"/>
        </w:rPr>
        <w:t>« 25 » июня 2024 г</w:t>
      </w:r>
    </w:p>
    <w:p w:rsidR="00DD4F42" w:rsidRDefault="00DD4F42" w:rsidP="00AC370B">
      <w:pPr>
        <w:tabs>
          <w:tab w:val="left" w:pos="10348"/>
        </w:tabs>
        <w:ind w:left="9781"/>
        <w:rPr>
          <w:sz w:val="28"/>
        </w:rPr>
      </w:pPr>
    </w:p>
    <w:p w:rsidR="00DD4F42" w:rsidRDefault="00DD4F42" w:rsidP="00AC370B">
      <w:pPr>
        <w:ind w:left="10490"/>
        <w:jc w:val="both"/>
        <w:rPr>
          <w:sz w:val="28"/>
        </w:rPr>
      </w:pPr>
    </w:p>
    <w:p w:rsidR="00DD4F42" w:rsidRDefault="00DD4F42" w:rsidP="00AC370B">
      <w:pPr>
        <w:ind w:left="10490"/>
        <w:jc w:val="both"/>
        <w:rPr>
          <w:sz w:val="28"/>
        </w:rPr>
      </w:pPr>
    </w:p>
    <w:p w:rsidR="00DD4F42" w:rsidRPr="009C6063" w:rsidRDefault="00DF448D" w:rsidP="00DF448D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6063">
        <w:rPr>
          <w:rFonts w:ascii="Times New Roman" w:hAnsi="Times New Roman" w:cs="Times New Roman"/>
          <w:b/>
          <w:sz w:val="32"/>
          <w:szCs w:val="32"/>
        </w:rPr>
        <w:t>МУНИЦИПАЛЬНОЕ</w:t>
      </w:r>
      <w:r w:rsidR="00DD4F42" w:rsidRPr="009C6063">
        <w:rPr>
          <w:rFonts w:ascii="Times New Roman" w:hAnsi="Times New Roman" w:cs="Times New Roman"/>
          <w:b/>
          <w:sz w:val="32"/>
          <w:szCs w:val="32"/>
        </w:rPr>
        <w:t xml:space="preserve">  ЗАДАНИ</w:t>
      </w:r>
      <w:r w:rsidR="00F16F2F" w:rsidRPr="009C6063">
        <w:rPr>
          <w:rFonts w:ascii="Times New Roman" w:hAnsi="Times New Roman" w:cs="Times New Roman"/>
          <w:b/>
          <w:sz w:val="32"/>
          <w:szCs w:val="32"/>
        </w:rPr>
        <w:t>Е</w:t>
      </w:r>
    </w:p>
    <w:p w:rsidR="00FF54EE" w:rsidRPr="00DF448D" w:rsidRDefault="00FF54EE" w:rsidP="00DF44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D1C9D" w:rsidRDefault="005D1C9D" w:rsidP="005D1C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 годов</w:t>
      </w:r>
    </w:p>
    <w:p w:rsidR="00F75474" w:rsidRDefault="00F75474" w:rsidP="00F754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C600A" w:rsidRDefault="004C600A" w:rsidP="005D1C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C6063" w:rsidRDefault="009C6063" w:rsidP="00DF44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862589" w:rsidTr="00A840BA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4C600A" w:rsidRPr="009C6063" w:rsidRDefault="004C600A" w:rsidP="004C600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Наименование муниципального учреждения </w:t>
            </w:r>
          </w:p>
          <w:p w:rsidR="00862589" w:rsidRDefault="00862589" w:rsidP="00DF448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2589" w:rsidRDefault="00862589" w:rsidP="00DF448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:rsidR="00862589" w:rsidRDefault="00862589" w:rsidP="00DF448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Коды </w:t>
            </w:r>
          </w:p>
        </w:tc>
      </w:tr>
      <w:tr w:rsidR="005D1C9D" w:rsidTr="007273D9">
        <w:trPr>
          <w:trHeight w:val="471"/>
        </w:trPr>
        <w:tc>
          <w:tcPr>
            <w:tcW w:w="1144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D1C9D" w:rsidRDefault="005D1C9D" w:rsidP="00862589">
            <w:pPr>
              <w:pStyle w:val="ConsPlusNonforma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6063">
              <w:rPr>
                <w:rFonts w:ascii="Times New Roman" w:hAnsi="Times New Roman" w:cs="Times New Roman"/>
                <w:b/>
                <w:sz w:val="32"/>
                <w:szCs w:val="32"/>
              </w:rPr>
              <w:t>Муниципальное бюджетное общеобразовательное учреждение средняя</w:t>
            </w:r>
          </w:p>
          <w:p w:rsidR="005D1C9D" w:rsidRPr="009C6063" w:rsidRDefault="005D1C9D" w:rsidP="00862589">
            <w:pPr>
              <w:pStyle w:val="ConsPlusNonformat"/>
              <w:rPr>
                <w:rFonts w:ascii="Times New Roman" w:hAnsi="Times New Roman" w:cs="Times New Roman"/>
                <w:sz w:val="32"/>
                <w:szCs w:val="32"/>
              </w:rPr>
            </w:pPr>
            <w:r w:rsidRPr="009C606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общеобразовательная школа </w:t>
            </w:r>
            <w:r w:rsidR="00AC410B">
              <w:rPr>
                <w:rFonts w:ascii="Times New Roman" w:hAnsi="Times New Roman" w:cs="Times New Roman"/>
                <w:b/>
                <w:sz w:val="32"/>
                <w:szCs w:val="32"/>
              </w:rPr>
              <w:t>поселка Тейсин</w:t>
            </w:r>
            <w:r w:rsidRPr="009C606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Амурского муниципального района Хабаровского края</w:t>
            </w:r>
            <w:r w:rsidRPr="009C606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5D1C9D" w:rsidRPr="00F75474" w:rsidRDefault="005D1C9D" w:rsidP="008625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9D" w:rsidRPr="00C0141B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41B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5D1C9D" w:rsidRPr="00C814E0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4E0"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5D1C9D" w:rsidTr="007273D9">
        <w:trPr>
          <w:trHeight w:val="452"/>
        </w:trPr>
        <w:tc>
          <w:tcPr>
            <w:tcW w:w="11448" w:type="dxa"/>
            <w:vMerge/>
            <w:tcBorders>
              <w:left w:val="nil"/>
              <w:right w:val="single" w:sz="4" w:space="0" w:color="auto"/>
            </w:tcBorders>
          </w:tcPr>
          <w:p w:rsidR="005D1C9D" w:rsidRPr="009C6063" w:rsidRDefault="005D1C9D" w:rsidP="00862589">
            <w:pPr>
              <w:pStyle w:val="ConsPlusNonformat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9D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41B">
              <w:rPr>
                <w:rFonts w:ascii="Times New Roman" w:hAnsi="Times New Roman" w:cs="Times New Roman"/>
                <w:sz w:val="24"/>
                <w:szCs w:val="24"/>
              </w:rPr>
              <w:t>Дата начала</w:t>
            </w:r>
          </w:p>
          <w:p w:rsidR="005D1C9D" w:rsidRPr="00C0141B" w:rsidRDefault="005D1C9D" w:rsidP="007273D9">
            <w:pPr>
              <w:pStyle w:val="ConsPlusNonformat"/>
              <w:jc w:val="center"/>
              <w:rPr>
                <w:sz w:val="24"/>
                <w:szCs w:val="24"/>
              </w:rPr>
            </w:pPr>
            <w:r w:rsidRPr="00C0141B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5D1C9D" w:rsidRPr="00C814E0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4E0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</w:tr>
      <w:tr w:rsidR="005D1C9D" w:rsidTr="007273D9">
        <w:trPr>
          <w:trHeight w:val="469"/>
        </w:trPr>
        <w:tc>
          <w:tcPr>
            <w:tcW w:w="1144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5D1C9D" w:rsidRPr="009C6063" w:rsidRDefault="005D1C9D" w:rsidP="00862589">
            <w:pPr>
              <w:pStyle w:val="ConsPlusNonformat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9D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41B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  <w:r w:rsidRPr="00C01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1C9D" w:rsidRPr="00C0141B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41B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5D1C9D" w:rsidRPr="00C814E0" w:rsidRDefault="005D1C9D" w:rsidP="007273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4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2589" w:rsidTr="00A840BA">
        <w:trPr>
          <w:trHeight w:val="566"/>
        </w:trPr>
        <w:tc>
          <w:tcPr>
            <w:tcW w:w="1144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62589" w:rsidRPr="009C6063" w:rsidRDefault="00862589" w:rsidP="008625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Виды деятельности муниципального учреждения</w:t>
            </w:r>
          </w:p>
          <w:p w:rsidR="004C600A" w:rsidRPr="009C6063" w:rsidRDefault="00862589" w:rsidP="008625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C606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(обособленного подразделения)</w:t>
            </w:r>
          </w:p>
          <w:p w:rsidR="00862589" w:rsidRPr="009C6063" w:rsidRDefault="007273D9" w:rsidP="009C606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123B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123B">
              <w:rPr>
                <w:rFonts w:ascii="Times New Roman" w:hAnsi="Times New Roman" w:cs="Times New Roman"/>
                <w:sz w:val="24"/>
                <w:szCs w:val="28"/>
              </w:rPr>
              <w:t>Код по сводному</w:t>
            </w:r>
          </w:p>
          <w:p w:rsidR="00862589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123B">
              <w:rPr>
                <w:rFonts w:ascii="Times New Roman" w:hAnsi="Times New Roman" w:cs="Times New Roman"/>
                <w:sz w:val="24"/>
                <w:szCs w:val="28"/>
              </w:rPr>
              <w:t>реестру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862589" w:rsidRPr="003E123B" w:rsidRDefault="00DB0039" w:rsidP="00AC410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123B">
              <w:rPr>
                <w:rFonts w:ascii="Times New Roman" w:hAnsi="Times New Roman" w:cs="Times New Roman"/>
                <w:sz w:val="24"/>
                <w:szCs w:val="28"/>
              </w:rPr>
              <w:t>083</w:t>
            </w:r>
            <w:r w:rsidR="00AC410B">
              <w:rPr>
                <w:rFonts w:ascii="Times New Roman" w:hAnsi="Times New Roman" w:cs="Times New Roman"/>
                <w:sz w:val="24"/>
                <w:szCs w:val="28"/>
              </w:rPr>
              <w:t>У1631</w:t>
            </w:r>
          </w:p>
        </w:tc>
      </w:tr>
      <w:tr w:rsidR="003E123B" w:rsidTr="003E123B">
        <w:trPr>
          <w:trHeight w:val="513"/>
        </w:trPr>
        <w:tc>
          <w:tcPr>
            <w:tcW w:w="1144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E123B" w:rsidRDefault="003E123B" w:rsidP="0086258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23B" w:rsidRPr="003E123B" w:rsidRDefault="003E123B" w:rsidP="00176F3B">
            <w:pPr>
              <w:jc w:val="center"/>
              <w:rPr>
                <w:sz w:val="24"/>
              </w:rPr>
            </w:pPr>
            <w:r w:rsidRPr="003E123B">
              <w:rPr>
                <w:sz w:val="24"/>
                <w:szCs w:val="28"/>
              </w:rPr>
              <w:t>По ОКВЭД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3E123B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123B">
              <w:rPr>
                <w:rFonts w:ascii="Times New Roman" w:hAnsi="Times New Roman" w:cs="Times New Roman"/>
                <w:sz w:val="24"/>
                <w:szCs w:val="28"/>
              </w:rPr>
              <w:t>85.12</w:t>
            </w:r>
          </w:p>
        </w:tc>
      </w:tr>
      <w:tr w:rsidR="003E123B" w:rsidTr="003E123B">
        <w:trPr>
          <w:trHeight w:val="469"/>
        </w:trPr>
        <w:tc>
          <w:tcPr>
            <w:tcW w:w="1144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E123B" w:rsidRPr="009C6063" w:rsidRDefault="003E123B" w:rsidP="00D15D6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C60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Вид муниципального учреждения</w:t>
            </w:r>
          </w:p>
          <w:p w:rsidR="003E123B" w:rsidRPr="009C6063" w:rsidRDefault="003E123B" w:rsidP="00D15D6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C606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(указывается вид учреждения из базового (отраслевого) перечня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  <w:p w:rsidR="003E123B" w:rsidRDefault="003E123B" w:rsidP="00D15D6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123B" w:rsidRPr="009C6063" w:rsidRDefault="003E123B" w:rsidP="009C6063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6063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Общеобразовательная организация</w:t>
            </w:r>
          </w:p>
          <w:p w:rsidR="003E123B" w:rsidRDefault="003E123B" w:rsidP="00D15D6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23B" w:rsidRPr="003E123B" w:rsidRDefault="003E123B" w:rsidP="00176F3B">
            <w:pPr>
              <w:jc w:val="center"/>
              <w:rPr>
                <w:sz w:val="24"/>
              </w:rPr>
            </w:pPr>
            <w:r w:rsidRPr="003E123B">
              <w:rPr>
                <w:sz w:val="24"/>
                <w:szCs w:val="28"/>
              </w:rPr>
              <w:t>По ОКВЭД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3E123B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123B">
              <w:rPr>
                <w:rFonts w:ascii="Times New Roman" w:hAnsi="Times New Roman" w:cs="Times New Roman"/>
                <w:sz w:val="24"/>
                <w:szCs w:val="28"/>
              </w:rPr>
              <w:t>85.13</w:t>
            </w:r>
          </w:p>
        </w:tc>
      </w:tr>
      <w:tr w:rsidR="003E123B" w:rsidTr="003E123B">
        <w:trPr>
          <w:trHeight w:val="619"/>
        </w:trPr>
        <w:tc>
          <w:tcPr>
            <w:tcW w:w="11448" w:type="dxa"/>
            <w:vMerge/>
            <w:tcBorders>
              <w:left w:val="nil"/>
              <w:right w:val="single" w:sz="4" w:space="0" w:color="auto"/>
            </w:tcBorders>
          </w:tcPr>
          <w:p w:rsidR="003E123B" w:rsidRDefault="003E123B" w:rsidP="00DF448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23B" w:rsidRPr="003E123B" w:rsidRDefault="003E123B" w:rsidP="00176F3B">
            <w:pPr>
              <w:jc w:val="center"/>
              <w:rPr>
                <w:sz w:val="24"/>
              </w:rPr>
            </w:pPr>
            <w:r w:rsidRPr="003E123B">
              <w:rPr>
                <w:sz w:val="24"/>
                <w:szCs w:val="28"/>
              </w:rPr>
              <w:t>По ОКВЭД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3E123B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E123B">
              <w:rPr>
                <w:rFonts w:ascii="Times New Roman" w:hAnsi="Times New Roman" w:cs="Times New Roman"/>
                <w:sz w:val="24"/>
                <w:szCs w:val="28"/>
              </w:rPr>
              <w:t>85.14</w:t>
            </w:r>
          </w:p>
        </w:tc>
      </w:tr>
      <w:tr w:rsidR="003E123B" w:rsidTr="003E123B">
        <w:trPr>
          <w:trHeight w:val="469"/>
        </w:trPr>
        <w:tc>
          <w:tcPr>
            <w:tcW w:w="1144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E123B" w:rsidRDefault="003E123B" w:rsidP="00DF448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23B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  <w:vAlign w:val="center"/>
          </w:tcPr>
          <w:p w:rsidR="003E123B" w:rsidRPr="003E123B" w:rsidRDefault="003E123B" w:rsidP="00176F3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23D7E" w:rsidRDefault="00592660" w:rsidP="0034432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92660">
        <w:rPr>
          <w:rFonts w:ascii="Times New Roman" w:hAnsi="Times New Roman" w:cs="Times New Roman"/>
          <w:sz w:val="28"/>
          <w:szCs w:val="28"/>
        </w:rPr>
        <w:lastRenderedPageBreak/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1. Сведения об оказываемых муниципальных услугах</w:t>
      </w:r>
    </w:p>
    <w:p w:rsidR="00592660" w:rsidRDefault="00592660" w:rsidP="0059266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29382E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Style w:val="a7"/>
        <w:tblW w:w="0" w:type="auto"/>
        <w:tblLook w:val="04A0"/>
      </w:tblPr>
      <w:tblGrid>
        <w:gridCol w:w="11590"/>
        <w:gridCol w:w="2552"/>
        <w:gridCol w:w="1778"/>
      </w:tblGrid>
      <w:tr w:rsidR="00565844" w:rsidRPr="00592660" w:rsidTr="00902E7F">
        <w:tc>
          <w:tcPr>
            <w:tcW w:w="11590" w:type="dxa"/>
            <w:tcBorders>
              <w:top w:val="nil"/>
              <w:left w:val="nil"/>
              <w:bottom w:val="nil"/>
              <w:right w:val="nil"/>
            </w:tcBorders>
          </w:tcPr>
          <w:p w:rsidR="008938A3" w:rsidRDefault="00565844" w:rsidP="008938A3">
            <w:pPr>
              <w:pStyle w:val="ConsPlusNonformat"/>
              <w:numPr>
                <w:ilvl w:val="0"/>
                <w:numId w:val="1"/>
              </w:numPr>
              <w:tabs>
                <w:tab w:val="left" w:pos="393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38A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7273D9">
              <w:rPr>
                <w:rFonts w:ascii="Times New Roman" w:hAnsi="Times New Roman" w:cs="Times New Roman"/>
                <w:sz w:val="28"/>
                <w:szCs w:val="28"/>
              </w:rPr>
              <w:t>именование муниципальной услуги</w:t>
            </w:r>
          </w:p>
          <w:p w:rsidR="00565844" w:rsidRPr="00FF114E" w:rsidRDefault="009C6063" w:rsidP="009C6063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260ABF" w:rsidRPr="00FF114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255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02E7F" w:rsidRDefault="00BC5CB0" w:rsidP="005658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</w:p>
          <w:p w:rsidR="00565844" w:rsidRPr="00BC5CB0" w:rsidRDefault="00BC5CB0" w:rsidP="005658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общероссийскому базовому перечню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565844" w:rsidRPr="00592660" w:rsidRDefault="00666A02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260ABF">
              <w:rPr>
                <w:rFonts w:ascii="Times New Roman" w:hAnsi="Times New Roman" w:cs="Times New Roman"/>
                <w:sz w:val="28"/>
                <w:szCs w:val="28"/>
              </w:rPr>
              <w:t>.787.0</w:t>
            </w:r>
          </w:p>
        </w:tc>
      </w:tr>
      <w:tr w:rsidR="00565844" w:rsidRPr="00592660" w:rsidTr="00902E7F">
        <w:tc>
          <w:tcPr>
            <w:tcW w:w="11590" w:type="dxa"/>
            <w:tcBorders>
              <w:top w:val="nil"/>
              <w:left w:val="nil"/>
              <w:bottom w:val="nil"/>
              <w:right w:val="nil"/>
            </w:tcBorders>
          </w:tcPr>
          <w:p w:rsidR="00565844" w:rsidRDefault="00565844" w:rsidP="00565844">
            <w:pPr>
              <w:pStyle w:val="ConsPlusNonformat"/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потребителей муниципальной услуги</w:t>
            </w:r>
          </w:p>
          <w:p w:rsidR="00565844" w:rsidRPr="00592660" w:rsidRDefault="009C6063" w:rsidP="00344321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60ABF" w:rsidRPr="00260ABF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</w:tcPr>
          <w:p w:rsidR="00565844" w:rsidRPr="00592660" w:rsidRDefault="00565844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565844" w:rsidRPr="00592660" w:rsidRDefault="00565844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660" w:rsidRPr="00592660" w:rsidTr="00902E7F">
        <w:tc>
          <w:tcPr>
            <w:tcW w:w="11590" w:type="dxa"/>
            <w:tcBorders>
              <w:top w:val="nil"/>
              <w:left w:val="nil"/>
              <w:bottom w:val="nil"/>
              <w:right w:val="nil"/>
            </w:tcBorders>
          </w:tcPr>
          <w:p w:rsidR="00592660" w:rsidRPr="004E7B00" w:rsidRDefault="004E7B00" w:rsidP="004E7B00">
            <w:pPr>
              <w:pStyle w:val="ConsPlusNonformat"/>
              <w:numPr>
                <w:ilvl w:val="0"/>
                <w:numId w:val="1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и (или) качество муниципальной услуги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2660" w:rsidRPr="00592660" w:rsidRDefault="00592660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660" w:rsidRPr="00592660" w:rsidRDefault="00592660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844" w:rsidRPr="00592660" w:rsidTr="00902E7F">
        <w:tc>
          <w:tcPr>
            <w:tcW w:w="11590" w:type="dxa"/>
            <w:tcBorders>
              <w:top w:val="nil"/>
              <w:left w:val="nil"/>
              <w:bottom w:val="nil"/>
              <w:right w:val="nil"/>
            </w:tcBorders>
          </w:tcPr>
          <w:p w:rsidR="00565844" w:rsidRPr="00592660" w:rsidRDefault="004E7B00" w:rsidP="00923D7E">
            <w:pPr>
              <w:pStyle w:val="ConsPlusNonformat"/>
              <w:numPr>
                <w:ilvl w:val="1"/>
                <w:numId w:val="1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качество муниципальной услуги: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65844" w:rsidRPr="00592660" w:rsidRDefault="00565844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565844" w:rsidRPr="00592660" w:rsidRDefault="00565844" w:rsidP="005926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992"/>
        <w:gridCol w:w="1134"/>
        <w:gridCol w:w="851"/>
        <w:gridCol w:w="992"/>
        <w:gridCol w:w="1134"/>
        <w:gridCol w:w="3969"/>
        <w:gridCol w:w="851"/>
        <w:gridCol w:w="567"/>
        <w:gridCol w:w="997"/>
        <w:gridCol w:w="851"/>
        <w:gridCol w:w="850"/>
        <w:gridCol w:w="988"/>
        <w:gridCol w:w="921"/>
      </w:tblGrid>
      <w:tr w:rsidR="0004232E" w:rsidRPr="005601CB" w:rsidTr="0004232E">
        <w:trPr>
          <w:trHeight w:val="448"/>
        </w:trPr>
        <w:tc>
          <w:tcPr>
            <w:tcW w:w="771" w:type="dxa"/>
            <w:vMerge w:val="restart"/>
            <w:vAlign w:val="center"/>
          </w:tcPr>
          <w:p w:rsidR="0004232E" w:rsidRPr="00B04850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Ун</w:t>
            </w: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кальный номер реестр</w:t>
            </w: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вой з</w:t>
            </w: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B04850">
              <w:rPr>
                <w:rFonts w:ascii="Times New Roman" w:hAnsi="Times New Roman" w:cs="Times New Roman"/>
                <w:sz w:val="16"/>
                <w:szCs w:val="16"/>
              </w:rPr>
              <w:t>писи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04232E" w:rsidRPr="00260ABF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ние муниципальной услуги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04232E" w:rsidRPr="00260ABF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щий условия (формы) оказ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ния муниципальной услуги</w:t>
            </w:r>
          </w:p>
        </w:tc>
        <w:tc>
          <w:tcPr>
            <w:tcW w:w="5387" w:type="dxa"/>
            <w:gridSpan w:val="3"/>
            <w:vAlign w:val="center"/>
          </w:tcPr>
          <w:p w:rsidR="0004232E" w:rsidRPr="00260ABF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2698" w:type="dxa"/>
            <w:gridSpan w:val="3"/>
            <w:vAlign w:val="center"/>
          </w:tcPr>
          <w:p w:rsidR="0004232E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</w:t>
            </w:r>
          </w:p>
          <w:p w:rsidR="0004232E" w:rsidRPr="00260ABF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1909" w:type="dxa"/>
            <w:gridSpan w:val="2"/>
            <w:vMerge w:val="restart"/>
            <w:shd w:val="clear" w:color="auto" w:fill="auto"/>
          </w:tcPr>
          <w:p w:rsidR="007F479B" w:rsidRDefault="007F479B" w:rsidP="00D15DCF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 (возможные) отклонения от устано</w:t>
            </w:r>
            <w:r w:rsidRPr="006C3949">
              <w:rPr>
                <w:sz w:val="16"/>
                <w:szCs w:val="28"/>
              </w:rPr>
              <w:t>в</w:t>
            </w:r>
            <w:r w:rsidRPr="006C3949">
              <w:rPr>
                <w:sz w:val="16"/>
                <w:szCs w:val="28"/>
              </w:rPr>
              <w:t>ленных показателей</w:t>
            </w:r>
          </w:p>
          <w:p w:rsidR="0004232E" w:rsidRPr="005601CB" w:rsidRDefault="007F479B" w:rsidP="00D15DCF">
            <w:pPr>
              <w:jc w:val="center"/>
            </w:pPr>
            <w:r w:rsidRPr="006C3949">
              <w:rPr>
                <w:sz w:val="16"/>
                <w:szCs w:val="28"/>
              </w:rPr>
              <w:t>качества муниципальной услуги</w:t>
            </w:r>
          </w:p>
        </w:tc>
      </w:tr>
      <w:tr w:rsidR="0004232E" w:rsidRPr="005601CB" w:rsidTr="0004232E">
        <w:trPr>
          <w:trHeight w:val="323"/>
        </w:trPr>
        <w:tc>
          <w:tcPr>
            <w:tcW w:w="771" w:type="dxa"/>
            <w:vMerge/>
            <w:vAlign w:val="center"/>
          </w:tcPr>
          <w:p w:rsidR="0004232E" w:rsidRPr="00B04850" w:rsidRDefault="0004232E" w:rsidP="004E7B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04232E" w:rsidRPr="00260ABF" w:rsidRDefault="0004232E" w:rsidP="004E7B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04232E" w:rsidRPr="00260ABF" w:rsidRDefault="0004232E" w:rsidP="004E7B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04232E" w:rsidRPr="00260ABF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vAlign w:val="center"/>
          </w:tcPr>
          <w:p w:rsidR="0004232E" w:rsidRPr="00260ABF" w:rsidRDefault="0004232E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единица измер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 xml:space="preserve">ния по </w:t>
            </w:r>
            <w:hyperlink r:id="rId8" w:history="1">
              <w:r w:rsidRPr="00260ABF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7" w:type="dxa"/>
            <w:vMerge w:val="restart"/>
            <w:vAlign w:val="center"/>
          </w:tcPr>
          <w:p w:rsidR="0004232E" w:rsidRDefault="0004232E" w:rsidP="002518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518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 (очередной финансовый год)</w:t>
            </w:r>
          </w:p>
        </w:tc>
        <w:tc>
          <w:tcPr>
            <w:tcW w:w="851" w:type="dxa"/>
            <w:vMerge w:val="restart"/>
            <w:vAlign w:val="center"/>
          </w:tcPr>
          <w:p w:rsidR="0004232E" w:rsidRDefault="0004232E" w:rsidP="002518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518F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  (1-й год планового периода)</w:t>
            </w:r>
          </w:p>
        </w:tc>
        <w:tc>
          <w:tcPr>
            <w:tcW w:w="850" w:type="dxa"/>
            <w:vMerge w:val="restart"/>
            <w:vAlign w:val="center"/>
          </w:tcPr>
          <w:p w:rsidR="0004232E" w:rsidRDefault="0004232E" w:rsidP="002518F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2518F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   (2-й год планового периода)</w:t>
            </w:r>
          </w:p>
        </w:tc>
        <w:tc>
          <w:tcPr>
            <w:tcW w:w="1909" w:type="dxa"/>
            <w:gridSpan w:val="2"/>
            <w:vMerge/>
            <w:shd w:val="clear" w:color="auto" w:fill="auto"/>
          </w:tcPr>
          <w:p w:rsidR="0004232E" w:rsidRPr="005601CB" w:rsidRDefault="0004232E"/>
        </w:tc>
      </w:tr>
      <w:tr w:rsidR="00FE7AB9" w:rsidRPr="005601CB" w:rsidTr="007273D9">
        <w:tc>
          <w:tcPr>
            <w:tcW w:w="771" w:type="dxa"/>
            <w:vMerge/>
            <w:vAlign w:val="center"/>
          </w:tcPr>
          <w:p w:rsidR="00FE7AB9" w:rsidRPr="00B04850" w:rsidRDefault="00FE7AB9" w:rsidP="004E7B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FE7AB9" w:rsidRPr="0076744B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Категория потреб</w:t>
            </w:r>
            <w:r w:rsidRPr="0076744B">
              <w:rPr>
                <w:sz w:val="18"/>
                <w:szCs w:val="18"/>
              </w:rPr>
              <w:t>и</w:t>
            </w:r>
            <w:r w:rsidRPr="0076744B">
              <w:rPr>
                <w:sz w:val="18"/>
                <w:szCs w:val="18"/>
              </w:rPr>
              <w:t>телей</w:t>
            </w:r>
          </w:p>
        </w:tc>
        <w:tc>
          <w:tcPr>
            <w:tcW w:w="1134" w:type="dxa"/>
          </w:tcPr>
          <w:p w:rsidR="00FE7AB9" w:rsidRPr="0076744B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Вид образ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>вательных программ</w:t>
            </w:r>
          </w:p>
        </w:tc>
        <w:tc>
          <w:tcPr>
            <w:tcW w:w="851" w:type="dxa"/>
          </w:tcPr>
          <w:p w:rsidR="00FE7AB9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Место </w:t>
            </w:r>
          </w:p>
          <w:p w:rsidR="00FE7AB9" w:rsidRPr="0076744B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92" w:type="dxa"/>
          </w:tcPr>
          <w:p w:rsidR="00FE7AB9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Форма </w:t>
            </w:r>
          </w:p>
          <w:p w:rsidR="00FE7AB9" w:rsidRPr="0076744B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1134" w:type="dxa"/>
          </w:tcPr>
          <w:p w:rsidR="00FE7AB9" w:rsidRPr="0076744B" w:rsidRDefault="00FE7AB9" w:rsidP="0076744B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наименов</w:t>
            </w:r>
            <w:r w:rsidRPr="0076744B">
              <w:rPr>
                <w:sz w:val="18"/>
                <w:szCs w:val="18"/>
              </w:rPr>
              <w:t>а</w:t>
            </w:r>
            <w:r w:rsidRPr="0076744B">
              <w:rPr>
                <w:sz w:val="18"/>
                <w:szCs w:val="18"/>
              </w:rPr>
              <w:t>ние показ</w:t>
            </w:r>
            <w:r w:rsidRPr="0076744B">
              <w:rPr>
                <w:sz w:val="18"/>
                <w:szCs w:val="18"/>
              </w:rPr>
              <w:t>а</w:t>
            </w:r>
            <w:r w:rsidRPr="0076744B">
              <w:rPr>
                <w:sz w:val="18"/>
                <w:szCs w:val="18"/>
              </w:rPr>
              <w:t>теля</w:t>
            </w:r>
          </w:p>
        </w:tc>
        <w:tc>
          <w:tcPr>
            <w:tcW w:w="3969" w:type="dxa"/>
            <w:vMerge/>
            <w:vAlign w:val="center"/>
          </w:tcPr>
          <w:p w:rsidR="00FE7AB9" w:rsidRPr="00260ABF" w:rsidRDefault="00FE7AB9" w:rsidP="004E7B0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E7AB9" w:rsidRPr="00260ABF" w:rsidRDefault="00FE7AB9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наимен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</w:p>
        </w:tc>
        <w:tc>
          <w:tcPr>
            <w:tcW w:w="567" w:type="dxa"/>
            <w:vAlign w:val="center"/>
          </w:tcPr>
          <w:p w:rsidR="00FE7AB9" w:rsidRPr="00260ABF" w:rsidRDefault="00FE7AB9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97" w:type="dxa"/>
            <w:vMerge/>
            <w:vAlign w:val="center"/>
          </w:tcPr>
          <w:p w:rsidR="00FE7AB9" w:rsidRPr="00260ABF" w:rsidRDefault="00FE7AB9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E7AB9" w:rsidRPr="00260ABF" w:rsidRDefault="00FE7AB9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E7AB9" w:rsidRPr="00260ABF" w:rsidRDefault="00FE7AB9" w:rsidP="004E7B0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FE7AB9" w:rsidRPr="00281D3D" w:rsidRDefault="00FE7AB9" w:rsidP="007273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проце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н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тах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FE7AB9" w:rsidRPr="00281D3D" w:rsidRDefault="00FE7AB9" w:rsidP="007273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лютных показат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е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лях</w:t>
            </w:r>
          </w:p>
        </w:tc>
      </w:tr>
      <w:tr w:rsidR="0004232E" w:rsidRPr="005601CB" w:rsidTr="00D15DCF">
        <w:trPr>
          <w:trHeight w:val="233"/>
        </w:trPr>
        <w:tc>
          <w:tcPr>
            <w:tcW w:w="771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3969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851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9</w:t>
            </w:r>
          </w:p>
        </w:tc>
        <w:tc>
          <w:tcPr>
            <w:tcW w:w="997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04232E" w:rsidRPr="00BC731A" w:rsidRDefault="0004232E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11</w:t>
            </w:r>
          </w:p>
        </w:tc>
        <w:tc>
          <w:tcPr>
            <w:tcW w:w="850" w:type="dxa"/>
            <w:vAlign w:val="center"/>
          </w:tcPr>
          <w:p w:rsidR="0004232E" w:rsidRPr="00BC731A" w:rsidRDefault="0004232E" w:rsidP="00D15D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BC731A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</w:p>
        </w:tc>
        <w:tc>
          <w:tcPr>
            <w:tcW w:w="988" w:type="dxa"/>
            <w:shd w:val="clear" w:color="auto" w:fill="auto"/>
            <w:vAlign w:val="center"/>
          </w:tcPr>
          <w:p w:rsidR="0004232E" w:rsidRPr="00BC731A" w:rsidRDefault="007F479B" w:rsidP="00D15DCF">
            <w:pPr>
              <w:jc w:val="center"/>
              <w:rPr>
                <w:sz w:val="18"/>
                <w:szCs w:val="16"/>
              </w:rPr>
            </w:pPr>
            <w:r w:rsidRPr="00BC731A">
              <w:rPr>
                <w:sz w:val="18"/>
                <w:szCs w:val="16"/>
              </w:rPr>
              <w:t>13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4232E" w:rsidRPr="00BC731A" w:rsidRDefault="007F479B" w:rsidP="00D15DCF">
            <w:pPr>
              <w:jc w:val="center"/>
              <w:rPr>
                <w:sz w:val="18"/>
                <w:szCs w:val="16"/>
              </w:rPr>
            </w:pPr>
            <w:r w:rsidRPr="00BC731A">
              <w:rPr>
                <w:sz w:val="18"/>
                <w:szCs w:val="16"/>
              </w:rPr>
              <w:t>14</w:t>
            </w:r>
          </w:p>
        </w:tc>
      </w:tr>
      <w:tr w:rsidR="0004232E" w:rsidRPr="005601CB" w:rsidTr="006E4438">
        <w:trPr>
          <w:trHeight w:val="679"/>
        </w:trPr>
        <w:tc>
          <w:tcPr>
            <w:tcW w:w="771" w:type="dxa"/>
            <w:vMerge w:val="restart"/>
          </w:tcPr>
          <w:p w:rsidR="0004232E" w:rsidRPr="00B04850" w:rsidRDefault="0004232E" w:rsidP="00AC37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801012О.99.0.БА81АЭ92001</w:t>
            </w:r>
          </w:p>
        </w:tc>
        <w:tc>
          <w:tcPr>
            <w:tcW w:w="992" w:type="dxa"/>
            <w:vMerge w:val="restart"/>
          </w:tcPr>
          <w:p w:rsidR="0004232E" w:rsidRDefault="0004232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04232E" w:rsidRDefault="0004232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04232E" w:rsidRDefault="0004232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но</w:t>
            </w:r>
          </w:p>
        </w:tc>
        <w:tc>
          <w:tcPr>
            <w:tcW w:w="992" w:type="dxa"/>
            <w:vMerge w:val="restart"/>
          </w:tcPr>
          <w:p w:rsidR="0004232E" w:rsidRDefault="0004232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04232E" w:rsidRDefault="0004232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9" w:type="dxa"/>
          </w:tcPr>
          <w:p w:rsidR="0004232E" w:rsidRPr="006E4438" w:rsidRDefault="0004232E" w:rsidP="004D49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438">
              <w:rPr>
                <w:rFonts w:ascii="Times New Roman" w:hAnsi="Times New Roman" w:cs="Times New Roman"/>
                <w:sz w:val="20"/>
              </w:rPr>
              <w:t xml:space="preserve"> Доля обучающихся успешно освоивших образовательные программы по итогам учебного года </w:t>
            </w:r>
          </w:p>
        </w:tc>
        <w:tc>
          <w:tcPr>
            <w:tcW w:w="851" w:type="dxa"/>
          </w:tcPr>
          <w:p w:rsidR="0004232E" w:rsidRPr="002B7815" w:rsidRDefault="0004232E" w:rsidP="00AC37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B7815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04232E" w:rsidRPr="005601CB" w:rsidRDefault="0004232E" w:rsidP="00AC37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</w:t>
            </w:r>
          </w:p>
        </w:tc>
        <w:tc>
          <w:tcPr>
            <w:tcW w:w="997" w:type="dxa"/>
          </w:tcPr>
          <w:p w:rsidR="0004232E" w:rsidRPr="005601CB" w:rsidRDefault="0004232E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04232E" w:rsidRPr="005601CB" w:rsidRDefault="0004232E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04232E" w:rsidRPr="005601CB" w:rsidRDefault="0004232E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shd w:val="clear" w:color="auto" w:fill="auto"/>
          </w:tcPr>
          <w:p w:rsidR="0004232E" w:rsidRPr="005601CB" w:rsidRDefault="00D15DCF" w:rsidP="00D15DCF">
            <w:pPr>
              <w:jc w:val="center"/>
            </w:pPr>
            <w:r>
              <w:t>5%</w:t>
            </w:r>
          </w:p>
        </w:tc>
        <w:tc>
          <w:tcPr>
            <w:tcW w:w="921" w:type="dxa"/>
            <w:shd w:val="clear" w:color="auto" w:fill="auto"/>
          </w:tcPr>
          <w:p w:rsidR="0004232E" w:rsidRPr="005601CB" w:rsidRDefault="00D15DCF" w:rsidP="00D15DCF">
            <w:pPr>
              <w:jc w:val="center"/>
            </w:pPr>
            <w:r>
              <w:t>-</w:t>
            </w:r>
          </w:p>
        </w:tc>
      </w:tr>
      <w:tr w:rsidR="00D15DCF" w:rsidRPr="005601CB" w:rsidTr="0004232E">
        <w:trPr>
          <w:trHeight w:val="494"/>
        </w:trPr>
        <w:tc>
          <w:tcPr>
            <w:tcW w:w="771" w:type="dxa"/>
            <w:vMerge/>
          </w:tcPr>
          <w:p w:rsidR="00D15DCF" w:rsidRPr="005601CB" w:rsidRDefault="00D15DCF" w:rsidP="00AC370B"/>
        </w:tc>
        <w:tc>
          <w:tcPr>
            <w:tcW w:w="992" w:type="dxa"/>
            <w:vMerge/>
          </w:tcPr>
          <w:p w:rsidR="00D15DCF" w:rsidRPr="005601CB" w:rsidRDefault="00D15DCF" w:rsidP="00AC370B"/>
        </w:tc>
        <w:tc>
          <w:tcPr>
            <w:tcW w:w="1134" w:type="dxa"/>
            <w:vMerge/>
          </w:tcPr>
          <w:p w:rsidR="00D15DCF" w:rsidRPr="005601CB" w:rsidRDefault="00D15DCF" w:rsidP="00AC370B"/>
        </w:tc>
        <w:tc>
          <w:tcPr>
            <w:tcW w:w="851" w:type="dxa"/>
            <w:vMerge/>
          </w:tcPr>
          <w:p w:rsidR="00D15DCF" w:rsidRPr="005601CB" w:rsidRDefault="00D15DCF" w:rsidP="00AC370B"/>
        </w:tc>
        <w:tc>
          <w:tcPr>
            <w:tcW w:w="992" w:type="dxa"/>
            <w:vMerge/>
          </w:tcPr>
          <w:p w:rsidR="00D15DCF" w:rsidRPr="005601CB" w:rsidRDefault="00D15DCF" w:rsidP="00AC370B"/>
        </w:tc>
        <w:tc>
          <w:tcPr>
            <w:tcW w:w="1134" w:type="dxa"/>
            <w:vMerge/>
          </w:tcPr>
          <w:p w:rsidR="00D15DCF" w:rsidRPr="005601CB" w:rsidRDefault="00D15DCF" w:rsidP="00AC370B"/>
        </w:tc>
        <w:tc>
          <w:tcPr>
            <w:tcW w:w="3969" w:type="dxa"/>
          </w:tcPr>
          <w:p w:rsidR="00D15DCF" w:rsidRPr="006E4438" w:rsidRDefault="00D15DCF" w:rsidP="004D49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438">
              <w:rPr>
                <w:rFonts w:ascii="Times New Roman" w:hAnsi="Times New Roman" w:cs="Times New Roman"/>
                <w:sz w:val="20"/>
              </w:rPr>
              <w:t xml:space="preserve">Оптимальная укомплектованность </w:t>
            </w:r>
          </w:p>
          <w:p w:rsidR="00D15DCF" w:rsidRPr="006E4438" w:rsidRDefault="00D15DCF" w:rsidP="004D492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438">
              <w:rPr>
                <w:rFonts w:ascii="Times New Roman" w:hAnsi="Times New Roman" w:cs="Times New Roman"/>
                <w:sz w:val="20"/>
              </w:rPr>
              <w:t xml:space="preserve"> учреждения педагогическими </w:t>
            </w:r>
            <w:r w:rsidR="00236A82" w:rsidRPr="006E4438">
              <w:rPr>
                <w:rFonts w:ascii="Times New Roman" w:hAnsi="Times New Roman" w:cs="Times New Roman"/>
                <w:sz w:val="20"/>
              </w:rPr>
              <w:t>кадрами</w:t>
            </w:r>
          </w:p>
        </w:tc>
        <w:tc>
          <w:tcPr>
            <w:tcW w:w="851" w:type="dxa"/>
          </w:tcPr>
          <w:p w:rsidR="00D15DCF" w:rsidRPr="002B7815" w:rsidRDefault="00D15DCF" w:rsidP="00260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B7815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D15DCF" w:rsidRPr="005601CB" w:rsidRDefault="00D15DCF" w:rsidP="00260A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</w:t>
            </w:r>
          </w:p>
        </w:tc>
        <w:tc>
          <w:tcPr>
            <w:tcW w:w="997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shd w:val="clear" w:color="auto" w:fill="auto"/>
          </w:tcPr>
          <w:p w:rsidR="00D15DCF" w:rsidRDefault="00D15DCF" w:rsidP="00D15DCF">
            <w:pPr>
              <w:jc w:val="center"/>
            </w:pPr>
            <w:r w:rsidRPr="00F42BB1">
              <w:t>5%</w:t>
            </w:r>
          </w:p>
        </w:tc>
        <w:tc>
          <w:tcPr>
            <w:tcW w:w="921" w:type="dxa"/>
            <w:shd w:val="clear" w:color="auto" w:fill="auto"/>
          </w:tcPr>
          <w:p w:rsidR="00D15DCF" w:rsidRPr="005601CB" w:rsidRDefault="00D15DCF" w:rsidP="00D15DCF">
            <w:pPr>
              <w:jc w:val="center"/>
            </w:pPr>
            <w:r>
              <w:t>-</w:t>
            </w:r>
          </w:p>
        </w:tc>
      </w:tr>
      <w:tr w:rsidR="00D15DCF" w:rsidRPr="005601CB" w:rsidTr="0004232E">
        <w:trPr>
          <w:trHeight w:val="435"/>
        </w:trPr>
        <w:tc>
          <w:tcPr>
            <w:tcW w:w="771" w:type="dxa"/>
            <w:vMerge/>
          </w:tcPr>
          <w:p w:rsidR="00D15DCF" w:rsidRPr="005601CB" w:rsidRDefault="00D15DCF" w:rsidP="00AC370B"/>
        </w:tc>
        <w:tc>
          <w:tcPr>
            <w:tcW w:w="992" w:type="dxa"/>
            <w:vMerge/>
          </w:tcPr>
          <w:p w:rsidR="00D15DCF" w:rsidRPr="005601CB" w:rsidRDefault="00D15DCF" w:rsidP="00AC370B"/>
        </w:tc>
        <w:tc>
          <w:tcPr>
            <w:tcW w:w="1134" w:type="dxa"/>
            <w:vMerge/>
          </w:tcPr>
          <w:p w:rsidR="00D15DCF" w:rsidRPr="005601CB" w:rsidRDefault="00D15DCF" w:rsidP="00AC370B"/>
        </w:tc>
        <w:tc>
          <w:tcPr>
            <w:tcW w:w="851" w:type="dxa"/>
            <w:vMerge/>
          </w:tcPr>
          <w:p w:rsidR="00D15DCF" w:rsidRPr="005601CB" w:rsidRDefault="00D15DCF" w:rsidP="00AC370B"/>
        </w:tc>
        <w:tc>
          <w:tcPr>
            <w:tcW w:w="992" w:type="dxa"/>
            <w:vMerge/>
          </w:tcPr>
          <w:p w:rsidR="00D15DCF" w:rsidRPr="005601CB" w:rsidRDefault="00D15DCF" w:rsidP="00AC370B"/>
        </w:tc>
        <w:tc>
          <w:tcPr>
            <w:tcW w:w="1134" w:type="dxa"/>
            <w:vMerge/>
          </w:tcPr>
          <w:p w:rsidR="00D15DCF" w:rsidRPr="005601CB" w:rsidRDefault="00D15DCF" w:rsidP="00AC370B"/>
        </w:tc>
        <w:tc>
          <w:tcPr>
            <w:tcW w:w="3969" w:type="dxa"/>
          </w:tcPr>
          <w:p w:rsidR="00D15DCF" w:rsidRPr="006E4438" w:rsidRDefault="00D15DCF" w:rsidP="00D5147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438">
              <w:rPr>
                <w:rFonts w:ascii="Times New Roman" w:hAnsi="Times New Roman" w:cs="Times New Roman"/>
                <w:sz w:val="20"/>
              </w:rPr>
              <w:t xml:space="preserve"> Охват учащихся в учреждении  питанием не менее 100% </w:t>
            </w:r>
          </w:p>
        </w:tc>
        <w:tc>
          <w:tcPr>
            <w:tcW w:w="851" w:type="dxa"/>
          </w:tcPr>
          <w:p w:rsidR="00D15DCF" w:rsidRPr="002B7815" w:rsidRDefault="00D15DCF" w:rsidP="00260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B7815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D15DCF" w:rsidRPr="005601CB" w:rsidRDefault="00D15DCF" w:rsidP="00260A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997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88" w:type="dxa"/>
            <w:shd w:val="clear" w:color="auto" w:fill="auto"/>
          </w:tcPr>
          <w:p w:rsidR="00D15DCF" w:rsidRDefault="00D15DCF" w:rsidP="00D15DCF">
            <w:pPr>
              <w:jc w:val="center"/>
            </w:pPr>
            <w:r w:rsidRPr="00F42BB1">
              <w:t>5%</w:t>
            </w:r>
          </w:p>
        </w:tc>
        <w:tc>
          <w:tcPr>
            <w:tcW w:w="921" w:type="dxa"/>
            <w:shd w:val="clear" w:color="auto" w:fill="auto"/>
          </w:tcPr>
          <w:p w:rsidR="00D15DCF" w:rsidRPr="005601CB" w:rsidRDefault="00D15DCF" w:rsidP="00D15DCF">
            <w:pPr>
              <w:jc w:val="center"/>
            </w:pPr>
            <w:r>
              <w:t>-</w:t>
            </w:r>
          </w:p>
        </w:tc>
      </w:tr>
      <w:tr w:rsidR="00D15DCF" w:rsidRPr="005601CB" w:rsidTr="006E4438">
        <w:trPr>
          <w:trHeight w:val="1066"/>
        </w:trPr>
        <w:tc>
          <w:tcPr>
            <w:tcW w:w="771" w:type="dxa"/>
          </w:tcPr>
          <w:p w:rsidR="00D15DCF" w:rsidRPr="005601CB" w:rsidRDefault="00D15DCF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DCF" w:rsidRPr="005601CB" w:rsidRDefault="00D15DCF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DCF" w:rsidRPr="005601CB" w:rsidRDefault="00D15DCF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15DCF" w:rsidRPr="005601CB" w:rsidRDefault="00D15DCF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DCF" w:rsidRPr="005601CB" w:rsidRDefault="00D15DCF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5DCF" w:rsidRPr="005601CB" w:rsidRDefault="00D15DCF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15DCF" w:rsidRPr="006E4438" w:rsidRDefault="00D15DCF" w:rsidP="00FA52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438">
              <w:rPr>
                <w:rFonts w:ascii="Times New Roman" w:hAnsi="Times New Roman" w:cs="Times New Roman"/>
                <w:sz w:val="20"/>
              </w:rPr>
              <w:t xml:space="preserve"> Доля потребителей, удовлетворенных кач</w:t>
            </w:r>
            <w:r w:rsidRPr="006E4438">
              <w:rPr>
                <w:rFonts w:ascii="Times New Roman" w:hAnsi="Times New Roman" w:cs="Times New Roman"/>
                <w:sz w:val="20"/>
              </w:rPr>
              <w:t>е</w:t>
            </w:r>
            <w:r w:rsidRPr="006E4438">
              <w:rPr>
                <w:rFonts w:ascii="Times New Roman" w:hAnsi="Times New Roman" w:cs="Times New Roman"/>
                <w:sz w:val="20"/>
              </w:rPr>
              <w:t>ством оказания муниципальной</w:t>
            </w:r>
          </w:p>
          <w:p w:rsidR="00D15DCF" w:rsidRPr="006E4438" w:rsidRDefault="00D15DCF" w:rsidP="00FA526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E4438">
              <w:rPr>
                <w:rFonts w:ascii="Times New Roman" w:hAnsi="Times New Roman" w:cs="Times New Roman"/>
                <w:sz w:val="20"/>
              </w:rPr>
              <w:t xml:space="preserve"> услуги (данные на основе социологическ</w:t>
            </w:r>
            <w:r w:rsidRPr="006E4438">
              <w:rPr>
                <w:rFonts w:ascii="Times New Roman" w:hAnsi="Times New Roman" w:cs="Times New Roman"/>
                <w:sz w:val="20"/>
              </w:rPr>
              <w:t>о</w:t>
            </w:r>
            <w:r w:rsidRPr="006E4438">
              <w:rPr>
                <w:rFonts w:ascii="Times New Roman" w:hAnsi="Times New Roman" w:cs="Times New Roman"/>
                <w:sz w:val="20"/>
              </w:rPr>
              <w:t>го опроса потребителей муниципальной у</w:t>
            </w:r>
            <w:r w:rsidRPr="006E4438">
              <w:rPr>
                <w:rFonts w:ascii="Times New Roman" w:hAnsi="Times New Roman" w:cs="Times New Roman"/>
                <w:sz w:val="20"/>
              </w:rPr>
              <w:t>с</w:t>
            </w:r>
            <w:r w:rsidRPr="006E4438">
              <w:rPr>
                <w:rFonts w:ascii="Times New Roman" w:hAnsi="Times New Roman" w:cs="Times New Roman"/>
                <w:sz w:val="20"/>
              </w:rPr>
              <w:t xml:space="preserve">луги) - более 85% </w:t>
            </w:r>
          </w:p>
        </w:tc>
        <w:tc>
          <w:tcPr>
            <w:tcW w:w="851" w:type="dxa"/>
          </w:tcPr>
          <w:p w:rsidR="00D15DCF" w:rsidRPr="002B7815" w:rsidRDefault="00D15DCF" w:rsidP="00260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B7815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67" w:type="dxa"/>
          </w:tcPr>
          <w:p w:rsidR="00D15DCF" w:rsidRPr="005601CB" w:rsidRDefault="00D15DCF" w:rsidP="00260A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004</w:t>
            </w:r>
          </w:p>
        </w:tc>
        <w:tc>
          <w:tcPr>
            <w:tcW w:w="997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1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</w:tcPr>
          <w:p w:rsidR="00D15DCF" w:rsidRPr="005601CB" w:rsidRDefault="00D15DCF" w:rsidP="00D15D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88" w:type="dxa"/>
            <w:shd w:val="clear" w:color="auto" w:fill="auto"/>
          </w:tcPr>
          <w:p w:rsidR="00D15DCF" w:rsidRDefault="00D15DCF" w:rsidP="00D15DCF">
            <w:pPr>
              <w:jc w:val="center"/>
            </w:pPr>
            <w:r w:rsidRPr="00F42BB1">
              <w:t>5%</w:t>
            </w:r>
          </w:p>
        </w:tc>
        <w:tc>
          <w:tcPr>
            <w:tcW w:w="921" w:type="dxa"/>
            <w:shd w:val="clear" w:color="auto" w:fill="auto"/>
          </w:tcPr>
          <w:p w:rsidR="00D15DCF" w:rsidRPr="005601CB" w:rsidRDefault="00D15DCF" w:rsidP="00D15DCF">
            <w:pPr>
              <w:jc w:val="center"/>
            </w:pPr>
            <w:r>
              <w:t>-</w:t>
            </w:r>
          </w:p>
        </w:tc>
      </w:tr>
    </w:tbl>
    <w:p w:rsidR="007347EE" w:rsidRDefault="00786F0C" w:rsidP="00786F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47EE" w:rsidRDefault="007347EE" w:rsidP="00786F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7B00" w:rsidRDefault="006E4438" w:rsidP="00786F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6F0C">
        <w:rPr>
          <w:rFonts w:ascii="Times New Roman" w:hAnsi="Times New Roman" w:cs="Times New Roman"/>
          <w:sz w:val="28"/>
          <w:szCs w:val="28"/>
        </w:rPr>
        <w:t>.2.</w:t>
      </w:r>
      <w:r w:rsidR="00786F0C" w:rsidRPr="00786F0C">
        <w:rPr>
          <w:rFonts w:ascii="Times New Roman" w:hAnsi="Times New Roman" w:cs="Times New Roman"/>
          <w:sz w:val="28"/>
          <w:szCs w:val="28"/>
        </w:rPr>
        <w:t>Показатели, характеризующие объем муниципальной услуги:</w:t>
      </w:r>
    </w:p>
    <w:p w:rsidR="006E4438" w:rsidRDefault="006E4438" w:rsidP="00786F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410B" w:rsidRDefault="00AC410B" w:rsidP="00786F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964"/>
        <w:gridCol w:w="964"/>
        <w:gridCol w:w="964"/>
        <w:gridCol w:w="964"/>
        <w:gridCol w:w="969"/>
        <w:gridCol w:w="1106"/>
        <w:gridCol w:w="731"/>
        <w:gridCol w:w="624"/>
        <w:gridCol w:w="936"/>
        <w:gridCol w:w="850"/>
        <w:gridCol w:w="850"/>
        <w:gridCol w:w="993"/>
        <w:gridCol w:w="850"/>
        <w:gridCol w:w="851"/>
        <w:gridCol w:w="1139"/>
        <w:gridCol w:w="1205"/>
      </w:tblGrid>
      <w:tr w:rsidR="00FE7AB9" w:rsidRPr="005601CB" w:rsidTr="00FE7AB9">
        <w:tc>
          <w:tcPr>
            <w:tcW w:w="771" w:type="dxa"/>
            <w:vMerge w:val="restart"/>
            <w:vAlign w:val="center"/>
          </w:tcPr>
          <w:p w:rsidR="00FE7AB9" w:rsidRPr="00270979" w:rsidRDefault="00FE7AB9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Ун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кальный номер реестр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вой з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писи</w:t>
            </w:r>
          </w:p>
        </w:tc>
        <w:tc>
          <w:tcPr>
            <w:tcW w:w="2892" w:type="dxa"/>
            <w:gridSpan w:val="3"/>
            <w:vMerge w:val="restart"/>
            <w:vAlign w:val="center"/>
          </w:tcPr>
          <w:p w:rsidR="00FE7AB9" w:rsidRPr="00270979" w:rsidRDefault="00FE7AB9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жание муниципальной услуги</w:t>
            </w:r>
          </w:p>
        </w:tc>
        <w:tc>
          <w:tcPr>
            <w:tcW w:w="1933" w:type="dxa"/>
            <w:gridSpan w:val="2"/>
            <w:vMerge w:val="restart"/>
            <w:vAlign w:val="center"/>
          </w:tcPr>
          <w:p w:rsidR="00FE7AB9" w:rsidRPr="00270979" w:rsidRDefault="00FE7AB9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зующий условия (формы) оказания муниципальной услуги</w:t>
            </w:r>
          </w:p>
        </w:tc>
        <w:tc>
          <w:tcPr>
            <w:tcW w:w="2461" w:type="dxa"/>
            <w:gridSpan w:val="3"/>
            <w:vAlign w:val="center"/>
          </w:tcPr>
          <w:p w:rsidR="00FE7AB9" w:rsidRPr="00270979" w:rsidRDefault="00FE7AB9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 объема муниципал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ной услуги</w:t>
            </w:r>
          </w:p>
        </w:tc>
        <w:tc>
          <w:tcPr>
            <w:tcW w:w="2636" w:type="dxa"/>
            <w:gridSpan w:val="3"/>
            <w:vAlign w:val="center"/>
          </w:tcPr>
          <w:p w:rsidR="00FE7AB9" w:rsidRPr="00270979" w:rsidRDefault="00FE7AB9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ципальной услуги</w:t>
            </w:r>
          </w:p>
        </w:tc>
        <w:tc>
          <w:tcPr>
            <w:tcW w:w="2694" w:type="dxa"/>
            <w:gridSpan w:val="3"/>
            <w:vAlign w:val="center"/>
          </w:tcPr>
          <w:p w:rsidR="00FE7AB9" w:rsidRPr="00270979" w:rsidRDefault="00FE7AB9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Среднегодовой размер платы (цена, тариф)</w:t>
            </w:r>
          </w:p>
        </w:tc>
        <w:tc>
          <w:tcPr>
            <w:tcW w:w="2344" w:type="dxa"/>
            <w:gridSpan w:val="2"/>
            <w:vMerge w:val="restart"/>
            <w:shd w:val="clear" w:color="auto" w:fill="auto"/>
          </w:tcPr>
          <w:p w:rsidR="007F479B" w:rsidRDefault="007F479B" w:rsidP="007F479B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</w:t>
            </w:r>
          </w:p>
          <w:p w:rsidR="007F479B" w:rsidRPr="007F479B" w:rsidRDefault="007F479B" w:rsidP="007F479B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(возможные)</w:t>
            </w:r>
          </w:p>
          <w:p w:rsidR="007F479B" w:rsidRPr="007F479B" w:rsidRDefault="007F479B" w:rsidP="007F479B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отклонения от</w:t>
            </w:r>
          </w:p>
          <w:p w:rsidR="007F479B" w:rsidRPr="007F479B" w:rsidRDefault="007F479B" w:rsidP="007F479B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установленных</w:t>
            </w:r>
          </w:p>
          <w:p w:rsidR="00FE7AB9" w:rsidRPr="005601CB" w:rsidRDefault="007F479B" w:rsidP="007F479B">
            <w:pPr>
              <w:jc w:val="center"/>
            </w:pPr>
            <w:r w:rsidRPr="007F479B">
              <w:rPr>
                <w:sz w:val="18"/>
                <w:szCs w:val="28"/>
              </w:rPr>
              <w:t>показателей объема мун</w:t>
            </w:r>
            <w:r w:rsidRPr="007F479B">
              <w:rPr>
                <w:sz w:val="18"/>
                <w:szCs w:val="28"/>
              </w:rPr>
              <w:t>и</w:t>
            </w:r>
            <w:r w:rsidRPr="007F479B">
              <w:rPr>
                <w:sz w:val="18"/>
                <w:szCs w:val="28"/>
              </w:rPr>
              <w:t>ципальной услуги</w:t>
            </w:r>
          </w:p>
        </w:tc>
      </w:tr>
      <w:tr w:rsidR="002518FE" w:rsidRPr="005601CB" w:rsidTr="00FE7AB9">
        <w:tc>
          <w:tcPr>
            <w:tcW w:w="771" w:type="dxa"/>
            <w:vMerge/>
            <w:vAlign w:val="center"/>
          </w:tcPr>
          <w:p w:rsidR="002518FE" w:rsidRPr="00270979" w:rsidRDefault="002518FE" w:rsidP="005E1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92" w:type="dxa"/>
            <w:gridSpan w:val="3"/>
            <w:vMerge/>
            <w:vAlign w:val="center"/>
          </w:tcPr>
          <w:p w:rsidR="002518FE" w:rsidRPr="00270979" w:rsidRDefault="002518FE" w:rsidP="005E1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gridSpan w:val="2"/>
            <w:vMerge/>
            <w:vAlign w:val="center"/>
          </w:tcPr>
          <w:p w:rsidR="002518FE" w:rsidRPr="00270979" w:rsidRDefault="002518FE" w:rsidP="005E11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2518FE" w:rsidRPr="00270979" w:rsidRDefault="002518FE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355" w:type="dxa"/>
            <w:gridSpan w:val="2"/>
            <w:vAlign w:val="center"/>
          </w:tcPr>
          <w:p w:rsidR="002518FE" w:rsidRPr="00270979" w:rsidRDefault="002518FE" w:rsidP="005E11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единица измер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 xml:space="preserve">ния по </w:t>
            </w:r>
            <w:hyperlink r:id="rId9" w:history="1">
              <w:r w:rsidRPr="0027097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36" w:type="dxa"/>
            <w:vMerge w:val="restart"/>
            <w:vAlign w:val="center"/>
          </w:tcPr>
          <w:p w:rsidR="002518FE" w:rsidRDefault="002518F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вый год)</w:t>
            </w:r>
          </w:p>
        </w:tc>
        <w:tc>
          <w:tcPr>
            <w:tcW w:w="850" w:type="dxa"/>
            <w:vMerge w:val="restart"/>
            <w:vAlign w:val="center"/>
          </w:tcPr>
          <w:p w:rsidR="002518FE" w:rsidRDefault="002518F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50" w:type="dxa"/>
            <w:vMerge w:val="restart"/>
            <w:vAlign w:val="center"/>
          </w:tcPr>
          <w:p w:rsidR="002518FE" w:rsidRDefault="002518F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993" w:type="dxa"/>
            <w:vMerge w:val="restart"/>
            <w:vAlign w:val="center"/>
          </w:tcPr>
          <w:p w:rsidR="002518FE" w:rsidRDefault="002518F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2518FE" w:rsidRDefault="002518F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2518FE" w:rsidRDefault="002518F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2344" w:type="dxa"/>
            <w:gridSpan w:val="2"/>
            <w:vMerge/>
            <w:shd w:val="clear" w:color="auto" w:fill="auto"/>
          </w:tcPr>
          <w:p w:rsidR="002518FE" w:rsidRPr="005601CB" w:rsidRDefault="002518FE"/>
        </w:tc>
      </w:tr>
      <w:tr w:rsidR="00FE7AB9" w:rsidRPr="005601CB" w:rsidTr="007273D9">
        <w:tc>
          <w:tcPr>
            <w:tcW w:w="771" w:type="dxa"/>
            <w:vMerge/>
          </w:tcPr>
          <w:p w:rsidR="00FE7AB9" w:rsidRPr="005E111E" w:rsidRDefault="00FE7AB9" w:rsidP="00AC370B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E7AB9" w:rsidRPr="0076744B" w:rsidRDefault="00FE7AB9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Категория потреб</w:t>
            </w:r>
            <w:r w:rsidRPr="0076744B">
              <w:rPr>
                <w:sz w:val="18"/>
                <w:szCs w:val="18"/>
              </w:rPr>
              <w:t>и</w:t>
            </w:r>
            <w:r w:rsidRPr="0076744B">
              <w:rPr>
                <w:sz w:val="18"/>
                <w:szCs w:val="18"/>
              </w:rPr>
              <w:t>телей</w:t>
            </w:r>
          </w:p>
        </w:tc>
        <w:tc>
          <w:tcPr>
            <w:tcW w:w="964" w:type="dxa"/>
          </w:tcPr>
          <w:p w:rsidR="00FE7AB9" w:rsidRPr="0076744B" w:rsidRDefault="00FE7AB9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Вид обр</w:t>
            </w:r>
            <w:r w:rsidRPr="0076744B">
              <w:rPr>
                <w:sz w:val="18"/>
                <w:szCs w:val="18"/>
              </w:rPr>
              <w:t>а</w:t>
            </w:r>
            <w:r w:rsidRPr="0076744B">
              <w:rPr>
                <w:sz w:val="18"/>
                <w:szCs w:val="18"/>
              </w:rPr>
              <w:t>зовател</w:t>
            </w:r>
            <w:r w:rsidRPr="0076744B">
              <w:rPr>
                <w:sz w:val="18"/>
                <w:szCs w:val="18"/>
              </w:rPr>
              <w:t>ь</w:t>
            </w:r>
            <w:r w:rsidRPr="0076744B">
              <w:rPr>
                <w:sz w:val="18"/>
                <w:szCs w:val="18"/>
              </w:rPr>
              <w:t>ных пр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>грамм</w:t>
            </w:r>
          </w:p>
        </w:tc>
        <w:tc>
          <w:tcPr>
            <w:tcW w:w="964" w:type="dxa"/>
          </w:tcPr>
          <w:p w:rsidR="00FE7AB9" w:rsidRDefault="00FE7AB9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Место </w:t>
            </w:r>
          </w:p>
          <w:p w:rsidR="00FE7AB9" w:rsidRPr="0076744B" w:rsidRDefault="00FE7AB9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64" w:type="dxa"/>
          </w:tcPr>
          <w:p w:rsidR="00FE7AB9" w:rsidRDefault="00FE7AB9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Форма </w:t>
            </w:r>
          </w:p>
          <w:p w:rsidR="00FE7AB9" w:rsidRPr="0076744B" w:rsidRDefault="00FE7AB9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69" w:type="dxa"/>
          </w:tcPr>
          <w:p w:rsidR="00FE7AB9" w:rsidRDefault="00FE7AB9">
            <w:r w:rsidRPr="004C54CF">
              <w:rPr>
                <w:sz w:val="16"/>
                <w:szCs w:val="16"/>
              </w:rPr>
              <w:t>наименов</w:t>
            </w:r>
            <w:r w:rsidRPr="004C54CF">
              <w:rPr>
                <w:sz w:val="16"/>
                <w:szCs w:val="16"/>
              </w:rPr>
              <w:t>а</w:t>
            </w:r>
            <w:r w:rsidRPr="004C54CF">
              <w:rPr>
                <w:sz w:val="16"/>
                <w:szCs w:val="16"/>
              </w:rPr>
              <w:t>ние показ</w:t>
            </w:r>
            <w:r w:rsidRPr="004C54CF">
              <w:rPr>
                <w:sz w:val="16"/>
                <w:szCs w:val="16"/>
              </w:rPr>
              <w:t>а</w:t>
            </w:r>
            <w:r w:rsidRPr="004C54CF">
              <w:rPr>
                <w:sz w:val="16"/>
                <w:szCs w:val="16"/>
              </w:rPr>
              <w:t>теля</w:t>
            </w:r>
          </w:p>
        </w:tc>
        <w:tc>
          <w:tcPr>
            <w:tcW w:w="1106" w:type="dxa"/>
            <w:vMerge/>
          </w:tcPr>
          <w:p w:rsidR="00FE7AB9" w:rsidRPr="005601CB" w:rsidRDefault="00FE7AB9" w:rsidP="00AC370B"/>
        </w:tc>
        <w:tc>
          <w:tcPr>
            <w:tcW w:w="731" w:type="dxa"/>
          </w:tcPr>
          <w:p w:rsidR="00FE7AB9" w:rsidRPr="006E4438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6E4438">
              <w:rPr>
                <w:rFonts w:ascii="Times New Roman" w:hAnsi="Times New Roman" w:cs="Times New Roman"/>
                <w:sz w:val="18"/>
                <w:szCs w:val="28"/>
              </w:rPr>
              <w:t>наим</w:t>
            </w:r>
            <w:r w:rsidRPr="006E4438">
              <w:rPr>
                <w:rFonts w:ascii="Times New Roman" w:hAnsi="Times New Roman" w:cs="Times New Roman"/>
                <w:sz w:val="18"/>
                <w:szCs w:val="28"/>
              </w:rPr>
              <w:t>е</w:t>
            </w:r>
            <w:r w:rsidRPr="006E4438">
              <w:rPr>
                <w:rFonts w:ascii="Times New Roman" w:hAnsi="Times New Roman" w:cs="Times New Roman"/>
                <w:sz w:val="18"/>
                <w:szCs w:val="28"/>
              </w:rPr>
              <w:t>нов</w:t>
            </w:r>
            <w:r w:rsidRPr="006E4438">
              <w:rPr>
                <w:rFonts w:ascii="Times New Roman" w:hAnsi="Times New Roman" w:cs="Times New Roman"/>
                <w:sz w:val="18"/>
                <w:szCs w:val="28"/>
              </w:rPr>
              <w:t>а</w:t>
            </w:r>
            <w:r w:rsidRPr="006E4438">
              <w:rPr>
                <w:rFonts w:ascii="Times New Roman" w:hAnsi="Times New Roman" w:cs="Times New Roman"/>
                <w:sz w:val="18"/>
                <w:szCs w:val="28"/>
              </w:rPr>
              <w:t>ние</w:t>
            </w:r>
          </w:p>
        </w:tc>
        <w:tc>
          <w:tcPr>
            <w:tcW w:w="624" w:type="dxa"/>
          </w:tcPr>
          <w:p w:rsidR="00FE7AB9" w:rsidRPr="006E4438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6E4438">
              <w:rPr>
                <w:rFonts w:ascii="Times New Roman" w:hAnsi="Times New Roman" w:cs="Times New Roman"/>
                <w:sz w:val="18"/>
                <w:szCs w:val="28"/>
              </w:rPr>
              <w:t>код</w:t>
            </w:r>
          </w:p>
        </w:tc>
        <w:tc>
          <w:tcPr>
            <w:tcW w:w="936" w:type="dxa"/>
            <w:vMerge/>
          </w:tcPr>
          <w:p w:rsidR="00FE7AB9" w:rsidRPr="005601CB" w:rsidRDefault="00FE7AB9" w:rsidP="00AC370B"/>
        </w:tc>
        <w:tc>
          <w:tcPr>
            <w:tcW w:w="850" w:type="dxa"/>
            <w:vMerge/>
          </w:tcPr>
          <w:p w:rsidR="00FE7AB9" w:rsidRPr="005601CB" w:rsidRDefault="00FE7AB9" w:rsidP="00AC370B"/>
        </w:tc>
        <w:tc>
          <w:tcPr>
            <w:tcW w:w="850" w:type="dxa"/>
            <w:vMerge/>
          </w:tcPr>
          <w:p w:rsidR="00FE7AB9" w:rsidRPr="005601CB" w:rsidRDefault="00FE7AB9" w:rsidP="00AC370B"/>
        </w:tc>
        <w:tc>
          <w:tcPr>
            <w:tcW w:w="993" w:type="dxa"/>
            <w:vMerge/>
          </w:tcPr>
          <w:p w:rsidR="00FE7AB9" w:rsidRPr="005601CB" w:rsidRDefault="00FE7AB9" w:rsidP="00AC370B"/>
        </w:tc>
        <w:tc>
          <w:tcPr>
            <w:tcW w:w="850" w:type="dxa"/>
            <w:vMerge/>
          </w:tcPr>
          <w:p w:rsidR="00FE7AB9" w:rsidRPr="005601CB" w:rsidRDefault="00FE7AB9" w:rsidP="00AC370B"/>
        </w:tc>
        <w:tc>
          <w:tcPr>
            <w:tcW w:w="851" w:type="dxa"/>
            <w:vMerge/>
          </w:tcPr>
          <w:p w:rsidR="00FE7AB9" w:rsidRPr="005601CB" w:rsidRDefault="00FE7AB9" w:rsidP="00AC370B"/>
        </w:tc>
        <w:tc>
          <w:tcPr>
            <w:tcW w:w="1139" w:type="dxa"/>
            <w:shd w:val="clear" w:color="auto" w:fill="auto"/>
            <w:vAlign w:val="center"/>
          </w:tcPr>
          <w:p w:rsidR="00FE7AB9" w:rsidRPr="00281D3D" w:rsidRDefault="00FE7AB9" w:rsidP="007273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процентах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FE7AB9" w:rsidRPr="00281D3D" w:rsidRDefault="00FE7AB9" w:rsidP="007273D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абсолю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ных показ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а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телях</w:t>
            </w:r>
          </w:p>
        </w:tc>
      </w:tr>
      <w:tr w:rsidR="00FE7AB9" w:rsidRPr="005601CB" w:rsidTr="00FE7AB9">
        <w:tc>
          <w:tcPr>
            <w:tcW w:w="771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4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64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64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4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9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06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1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4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36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FE7AB9" w:rsidRPr="00BC731A" w:rsidRDefault="00FE7AB9" w:rsidP="00AC37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FE7AB9" w:rsidRPr="00BC731A" w:rsidRDefault="00FE7AB9" w:rsidP="00D15DC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731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FE7AB9" w:rsidRPr="00BC731A" w:rsidRDefault="00FE7AB9" w:rsidP="00D15DCF">
            <w:pPr>
              <w:jc w:val="center"/>
              <w:rPr>
                <w:sz w:val="18"/>
                <w:szCs w:val="18"/>
              </w:rPr>
            </w:pPr>
            <w:r w:rsidRPr="00BC731A">
              <w:rPr>
                <w:sz w:val="18"/>
                <w:szCs w:val="18"/>
              </w:rPr>
              <w:t>16</w:t>
            </w:r>
          </w:p>
        </w:tc>
        <w:tc>
          <w:tcPr>
            <w:tcW w:w="1205" w:type="dxa"/>
            <w:shd w:val="clear" w:color="auto" w:fill="auto"/>
          </w:tcPr>
          <w:p w:rsidR="00FE7AB9" w:rsidRPr="00BC731A" w:rsidRDefault="00FE7AB9" w:rsidP="00D15DCF">
            <w:pPr>
              <w:jc w:val="center"/>
              <w:rPr>
                <w:sz w:val="18"/>
                <w:szCs w:val="18"/>
              </w:rPr>
            </w:pPr>
            <w:r w:rsidRPr="00BC731A">
              <w:rPr>
                <w:sz w:val="18"/>
                <w:szCs w:val="18"/>
              </w:rPr>
              <w:t>17</w:t>
            </w:r>
          </w:p>
        </w:tc>
      </w:tr>
      <w:tr w:rsidR="00FE7AB9" w:rsidRPr="005601CB" w:rsidTr="00FE7AB9">
        <w:tc>
          <w:tcPr>
            <w:tcW w:w="771" w:type="dxa"/>
          </w:tcPr>
          <w:p w:rsidR="00FE7AB9" w:rsidRPr="005601CB" w:rsidRDefault="00FE7AB9" w:rsidP="00725F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801012О.99.0.БА81АЭ92001</w:t>
            </w:r>
          </w:p>
        </w:tc>
        <w:tc>
          <w:tcPr>
            <w:tcW w:w="964" w:type="dxa"/>
          </w:tcPr>
          <w:p w:rsidR="00FE7AB9" w:rsidRDefault="00FE7AB9" w:rsidP="00725F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FE7AB9" w:rsidRDefault="00FE7AB9" w:rsidP="00725F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FE7AB9" w:rsidRDefault="00FE7AB9" w:rsidP="00725F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FE7AB9" w:rsidRDefault="00FE7AB9" w:rsidP="00725F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969" w:type="dxa"/>
          </w:tcPr>
          <w:p w:rsidR="00FE7AB9" w:rsidRPr="005601CB" w:rsidRDefault="00FE7AB9" w:rsidP="00AC370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FE7AB9" w:rsidRPr="005601CB" w:rsidRDefault="00FE7AB9" w:rsidP="00270979">
            <w:pPr>
              <w:pStyle w:val="ConsPlusNormal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Число обуча</w:t>
            </w:r>
            <w:r w:rsidRPr="00270979">
              <w:rPr>
                <w:rFonts w:ascii="Times New Roman" w:hAnsi="Times New Roman" w:cs="Times New Roman"/>
              </w:rPr>
              <w:t>ю</w:t>
            </w:r>
            <w:r w:rsidRPr="00270979">
              <w:rPr>
                <w:rFonts w:ascii="Times New Roman" w:hAnsi="Times New Roman" w:cs="Times New Roman"/>
              </w:rPr>
              <w:t xml:space="preserve">щихся </w:t>
            </w:r>
          </w:p>
        </w:tc>
        <w:tc>
          <w:tcPr>
            <w:tcW w:w="731" w:type="dxa"/>
          </w:tcPr>
          <w:p w:rsidR="00FE7AB9" w:rsidRPr="005601CB" w:rsidRDefault="00FE7AB9" w:rsidP="00270979">
            <w:pPr>
              <w:pStyle w:val="ConsPlusNormal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Чел</w:t>
            </w:r>
            <w:r w:rsidRPr="00270979">
              <w:rPr>
                <w:rFonts w:ascii="Times New Roman" w:hAnsi="Times New Roman" w:cs="Times New Roman"/>
              </w:rPr>
              <w:t>о</w:t>
            </w:r>
            <w:r w:rsidRPr="00270979"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624" w:type="dxa"/>
          </w:tcPr>
          <w:p w:rsidR="00FE7AB9" w:rsidRPr="005601CB" w:rsidRDefault="00FE7AB9" w:rsidP="00AC370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936" w:type="dxa"/>
          </w:tcPr>
          <w:p w:rsidR="00FE7AB9" w:rsidRPr="00666A02" w:rsidRDefault="00AC410B" w:rsidP="00666A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850" w:type="dxa"/>
          </w:tcPr>
          <w:p w:rsidR="00FE7AB9" w:rsidRPr="00666A02" w:rsidRDefault="00AC410B" w:rsidP="00666A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850" w:type="dxa"/>
          </w:tcPr>
          <w:p w:rsidR="00FE7AB9" w:rsidRPr="00666A02" w:rsidRDefault="00AC410B" w:rsidP="00666A0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993" w:type="dxa"/>
          </w:tcPr>
          <w:p w:rsidR="00FE7AB9" w:rsidRPr="005601CB" w:rsidRDefault="00236A82" w:rsidP="00236A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FE7AB9" w:rsidRPr="005601CB" w:rsidRDefault="00236A82" w:rsidP="00236A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FE7AB9" w:rsidRPr="005601CB" w:rsidRDefault="00236A82" w:rsidP="00236A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9" w:type="dxa"/>
            <w:shd w:val="clear" w:color="auto" w:fill="auto"/>
          </w:tcPr>
          <w:p w:rsidR="00FE7AB9" w:rsidRPr="005601CB" w:rsidRDefault="00D15DCF" w:rsidP="00D15DCF">
            <w:pPr>
              <w:jc w:val="center"/>
            </w:pPr>
            <w:r>
              <w:t>5%</w:t>
            </w:r>
          </w:p>
        </w:tc>
        <w:tc>
          <w:tcPr>
            <w:tcW w:w="1205" w:type="dxa"/>
            <w:shd w:val="clear" w:color="auto" w:fill="auto"/>
          </w:tcPr>
          <w:p w:rsidR="00FE7AB9" w:rsidRPr="005601CB" w:rsidRDefault="00D15DCF" w:rsidP="00D15DCF">
            <w:pPr>
              <w:jc w:val="center"/>
            </w:pPr>
            <w:r>
              <w:t>-</w:t>
            </w:r>
          </w:p>
        </w:tc>
      </w:tr>
    </w:tbl>
    <w:p w:rsidR="00545842" w:rsidRPr="00E05173" w:rsidRDefault="00545842" w:rsidP="00FA1C72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</w:p>
    <w:p w:rsidR="00725F06" w:rsidRDefault="00725F06" w:rsidP="00725F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</w:t>
      </w:r>
      <w:r w:rsidR="007A1C3C">
        <w:rPr>
          <w:rFonts w:ascii="Times New Roman" w:hAnsi="Times New Roman" w:cs="Times New Roman"/>
          <w:sz w:val="28"/>
          <w:szCs w:val="28"/>
        </w:rPr>
        <w:t xml:space="preserve"> </w:t>
      </w:r>
      <w:r w:rsidR="00AC410B">
        <w:rPr>
          <w:rFonts w:ascii="Times New Roman" w:hAnsi="Times New Roman" w:cs="Times New Roman"/>
          <w:sz w:val="28"/>
          <w:szCs w:val="28"/>
        </w:rPr>
        <w:t>2</w:t>
      </w:r>
    </w:p>
    <w:p w:rsidR="007A1C3C" w:rsidRPr="00E05173" w:rsidRDefault="007A1C3C" w:rsidP="00725F06">
      <w:pPr>
        <w:pStyle w:val="ConsPlusNonformat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EF45C2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45C2" w:rsidRDefault="00EF45C2" w:rsidP="001F7ACC">
            <w:pPr>
              <w:pStyle w:val="ConsPlusNonformat"/>
              <w:numPr>
                <w:ilvl w:val="0"/>
                <w:numId w:val="6"/>
              </w:numPr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F29A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310C14">
              <w:rPr>
                <w:rFonts w:ascii="Times New Roman" w:hAnsi="Times New Roman" w:cs="Times New Roman"/>
                <w:sz w:val="28"/>
                <w:szCs w:val="28"/>
              </w:rPr>
              <w:t>именование муниципальной услуги</w:t>
            </w:r>
          </w:p>
          <w:p w:rsidR="00EF45C2" w:rsidRPr="00592660" w:rsidRDefault="00EF45C2" w:rsidP="00097E2B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11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Реализация основных общеобразовательных программ основного общего </w:t>
            </w:r>
            <w:r w:rsidR="00310C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114E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</w:t>
            </w:r>
            <w:r w:rsidR="00310C14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F45C2" w:rsidRPr="00592660" w:rsidRDefault="00BC5CB0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Код по общеросси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скому базовому п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речню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EF45C2" w:rsidRPr="00592660" w:rsidRDefault="00B060CC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EF45C2">
              <w:rPr>
                <w:rFonts w:ascii="Times New Roman" w:hAnsi="Times New Roman" w:cs="Times New Roman"/>
                <w:sz w:val="28"/>
                <w:szCs w:val="28"/>
              </w:rPr>
              <w:t>.791.0</w:t>
            </w:r>
          </w:p>
        </w:tc>
      </w:tr>
      <w:tr w:rsidR="00EF45C2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45C2" w:rsidRDefault="00EF45C2" w:rsidP="005E4D2F">
            <w:pPr>
              <w:pStyle w:val="ConsPlusNonformat"/>
              <w:numPr>
                <w:ilvl w:val="0"/>
                <w:numId w:val="6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потребителей муниципальной услуги</w:t>
            </w:r>
          </w:p>
          <w:p w:rsidR="00EF45C2" w:rsidRPr="00592660" w:rsidRDefault="00310C14" w:rsidP="00A73A6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A13FE" w:rsidRPr="00260ABF"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5C2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4E7B00" w:rsidRDefault="00EF45C2" w:rsidP="00A73A60">
            <w:pPr>
              <w:pStyle w:val="ConsPlusNonformat"/>
              <w:numPr>
                <w:ilvl w:val="0"/>
                <w:numId w:val="6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и качество муниципальной услуги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5C2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592660" w:rsidRDefault="00EF45C2" w:rsidP="001F7ACC">
            <w:pPr>
              <w:pStyle w:val="ConsPlusNonformat"/>
              <w:numPr>
                <w:ilvl w:val="1"/>
                <w:numId w:val="6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</w:t>
            </w:r>
            <w:r w:rsidR="0083116A">
              <w:rPr>
                <w:rFonts w:ascii="Times New Roman" w:hAnsi="Times New Roman" w:cs="Times New Roman"/>
                <w:sz w:val="28"/>
                <w:szCs w:val="28"/>
              </w:rPr>
              <w:t>е качество муниципальной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45C2" w:rsidRDefault="00EF45C2" w:rsidP="00EF45C2">
      <w:pPr>
        <w:pStyle w:val="ConsPlusNonformat"/>
        <w:jc w:val="both"/>
      </w:pPr>
      <w:r>
        <w:t xml:space="preserve">           </w:t>
      </w:r>
    </w:p>
    <w:tbl>
      <w:tblPr>
        <w:tblW w:w="15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134"/>
        <w:gridCol w:w="992"/>
        <w:gridCol w:w="1134"/>
        <w:gridCol w:w="993"/>
        <w:gridCol w:w="1134"/>
        <w:gridCol w:w="3401"/>
        <w:gridCol w:w="709"/>
        <w:gridCol w:w="708"/>
        <w:gridCol w:w="851"/>
        <w:gridCol w:w="987"/>
        <w:gridCol w:w="992"/>
        <w:gridCol w:w="856"/>
        <w:gridCol w:w="993"/>
      </w:tblGrid>
      <w:tr w:rsidR="0037628E" w:rsidRPr="007A0786" w:rsidTr="00620CC3">
        <w:tc>
          <w:tcPr>
            <w:tcW w:w="913" w:type="dxa"/>
            <w:vMerge w:val="restart"/>
            <w:vAlign w:val="center"/>
          </w:tcPr>
          <w:p w:rsidR="0037628E" w:rsidRPr="0055468F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Уникал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ный н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мер ре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стровой записи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:rsidR="0037628E" w:rsidRPr="0055468F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содерж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ние муниципальной услуги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:rsidR="0037628E" w:rsidRPr="0055468F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5468F">
              <w:rPr>
                <w:rFonts w:ascii="Times New Roman" w:hAnsi="Times New Roman" w:cs="Times New Roman"/>
                <w:sz w:val="18"/>
                <w:szCs w:val="18"/>
              </w:rPr>
              <w:t>зующий условия (формы) оказания муниципальной услуги</w:t>
            </w:r>
          </w:p>
        </w:tc>
        <w:tc>
          <w:tcPr>
            <w:tcW w:w="4818" w:type="dxa"/>
            <w:gridSpan w:val="3"/>
            <w:vAlign w:val="center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A0786">
              <w:rPr>
                <w:rFonts w:ascii="Times New Roman" w:hAnsi="Times New Roman" w:cs="Times New Roman"/>
                <w:sz w:val="20"/>
                <w:szCs w:val="16"/>
              </w:rPr>
              <w:t>Показатель качества муниципальной услуги</w:t>
            </w:r>
          </w:p>
        </w:tc>
        <w:tc>
          <w:tcPr>
            <w:tcW w:w="2830" w:type="dxa"/>
            <w:gridSpan w:val="3"/>
            <w:vAlign w:val="center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A0786">
              <w:rPr>
                <w:rFonts w:ascii="Times New Roman" w:hAnsi="Times New Roman" w:cs="Times New Roman"/>
                <w:sz w:val="20"/>
                <w:szCs w:val="16"/>
              </w:rPr>
              <w:t>Значение показателя качества муниципальной услуги</w:t>
            </w:r>
          </w:p>
        </w:tc>
        <w:tc>
          <w:tcPr>
            <w:tcW w:w="1849" w:type="dxa"/>
            <w:gridSpan w:val="2"/>
            <w:vMerge w:val="restart"/>
            <w:shd w:val="clear" w:color="auto" w:fill="auto"/>
          </w:tcPr>
          <w:p w:rsidR="0037628E" w:rsidRPr="007A0786" w:rsidRDefault="00F848F8" w:rsidP="00954E32">
            <w:pPr>
              <w:jc w:val="center"/>
            </w:pPr>
            <w:r w:rsidRPr="006C3949">
              <w:rPr>
                <w:sz w:val="16"/>
                <w:szCs w:val="28"/>
              </w:rPr>
              <w:t>Допустимые (возмо</w:t>
            </w:r>
            <w:r w:rsidRPr="006C3949">
              <w:rPr>
                <w:sz w:val="16"/>
                <w:szCs w:val="28"/>
              </w:rPr>
              <w:t>ж</w:t>
            </w:r>
            <w:r w:rsidRPr="006C3949">
              <w:rPr>
                <w:sz w:val="16"/>
                <w:szCs w:val="28"/>
              </w:rPr>
              <w:t>ные) отклонения от установленных показ</w:t>
            </w:r>
            <w:r w:rsidRPr="006C3949">
              <w:rPr>
                <w:sz w:val="16"/>
                <w:szCs w:val="28"/>
              </w:rPr>
              <w:t>а</w:t>
            </w:r>
            <w:r w:rsidRPr="006C3949">
              <w:rPr>
                <w:sz w:val="16"/>
                <w:szCs w:val="28"/>
              </w:rPr>
              <w:t>телей</w:t>
            </w:r>
            <w:r w:rsidR="00954E32">
              <w:rPr>
                <w:sz w:val="16"/>
                <w:szCs w:val="28"/>
              </w:rPr>
              <w:t xml:space="preserve"> </w:t>
            </w:r>
            <w:r w:rsidRPr="006C3949">
              <w:rPr>
                <w:sz w:val="16"/>
                <w:szCs w:val="28"/>
              </w:rPr>
              <w:t>качества муниц</w:t>
            </w:r>
            <w:r w:rsidRPr="006C3949">
              <w:rPr>
                <w:sz w:val="16"/>
                <w:szCs w:val="28"/>
              </w:rPr>
              <w:t>и</w:t>
            </w:r>
            <w:r w:rsidRPr="006C3949">
              <w:rPr>
                <w:sz w:val="16"/>
                <w:szCs w:val="28"/>
              </w:rPr>
              <w:t>пальной услуги</w:t>
            </w:r>
          </w:p>
        </w:tc>
      </w:tr>
      <w:tr w:rsidR="0037628E" w:rsidRPr="007A0786" w:rsidTr="00620CC3">
        <w:trPr>
          <w:trHeight w:val="1157"/>
        </w:trPr>
        <w:tc>
          <w:tcPr>
            <w:tcW w:w="913" w:type="dxa"/>
            <w:vMerge/>
            <w:vAlign w:val="center"/>
          </w:tcPr>
          <w:p w:rsidR="0037628E" w:rsidRPr="0055468F" w:rsidRDefault="0037628E" w:rsidP="002B7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:rsidR="0037628E" w:rsidRPr="0055468F" w:rsidRDefault="0037628E" w:rsidP="002B7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vAlign w:val="center"/>
          </w:tcPr>
          <w:p w:rsidR="0037628E" w:rsidRPr="0055468F" w:rsidRDefault="0037628E" w:rsidP="002B7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1" w:type="dxa"/>
            <w:vMerge w:val="restart"/>
            <w:vAlign w:val="center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A0786">
              <w:rPr>
                <w:rFonts w:ascii="Times New Roman" w:hAnsi="Times New Roman" w:cs="Times New Roman"/>
                <w:sz w:val="20"/>
                <w:szCs w:val="16"/>
              </w:rPr>
              <w:t>наименование показателя</w:t>
            </w:r>
          </w:p>
        </w:tc>
        <w:tc>
          <w:tcPr>
            <w:tcW w:w="1417" w:type="dxa"/>
            <w:gridSpan w:val="2"/>
            <w:vAlign w:val="center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7A0786">
              <w:rPr>
                <w:rFonts w:ascii="Times New Roman" w:hAnsi="Times New Roman" w:cs="Times New Roman"/>
                <w:sz w:val="20"/>
                <w:szCs w:val="16"/>
              </w:rPr>
              <w:t>единица изм</w:t>
            </w:r>
            <w:r w:rsidRPr="007A0786">
              <w:rPr>
                <w:rFonts w:ascii="Times New Roman" w:hAnsi="Times New Roman" w:cs="Times New Roman"/>
                <w:sz w:val="20"/>
                <w:szCs w:val="16"/>
              </w:rPr>
              <w:t>е</w:t>
            </w:r>
            <w:r w:rsidRPr="007A0786">
              <w:rPr>
                <w:rFonts w:ascii="Times New Roman" w:hAnsi="Times New Roman" w:cs="Times New Roman"/>
                <w:sz w:val="20"/>
                <w:szCs w:val="16"/>
              </w:rPr>
              <w:t xml:space="preserve">рения по </w:t>
            </w:r>
            <w:hyperlink r:id="rId10" w:history="1">
              <w:r w:rsidRPr="007A0786">
                <w:rPr>
                  <w:rFonts w:ascii="Times New Roman" w:hAnsi="Times New Roman" w:cs="Times New Roman"/>
                  <w:sz w:val="20"/>
                  <w:szCs w:val="16"/>
                </w:rPr>
                <w:t>ОКЕИ</w:t>
              </w:r>
            </w:hyperlink>
          </w:p>
        </w:tc>
        <w:tc>
          <w:tcPr>
            <w:tcW w:w="851" w:type="dxa"/>
            <w:vMerge w:val="restart"/>
            <w:vAlign w:val="center"/>
          </w:tcPr>
          <w:p w:rsidR="0037628E" w:rsidRDefault="0037628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нансовый год)</w:t>
            </w:r>
          </w:p>
        </w:tc>
        <w:tc>
          <w:tcPr>
            <w:tcW w:w="987" w:type="dxa"/>
            <w:vMerge w:val="restart"/>
            <w:vAlign w:val="center"/>
          </w:tcPr>
          <w:p w:rsidR="0037628E" w:rsidRDefault="0037628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7628E" w:rsidRDefault="0037628E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1849" w:type="dxa"/>
            <w:gridSpan w:val="2"/>
            <w:vMerge/>
            <w:shd w:val="clear" w:color="auto" w:fill="auto"/>
          </w:tcPr>
          <w:p w:rsidR="0037628E" w:rsidRPr="007A0786" w:rsidRDefault="0037628E"/>
        </w:tc>
      </w:tr>
      <w:tr w:rsidR="00F03FD3" w:rsidRPr="007A0786" w:rsidTr="00620CC3">
        <w:trPr>
          <w:trHeight w:val="1016"/>
        </w:trPr>
        <w:tc>
          <w:tcPr>
            <w:tcW w:w="913" w:type="dxa"/>
            <w:vMerge/>
            <w:vAlign w:val="center"/>
          </w:tcPr>
          <w:p w:rsidR="00F03FD3" w:rsidRPr="0055468F" w:rsidRDefault="00F03FD3" w:rsidP="002B7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03FD3" w:rsidRPr="0055468F" w:rsidRDefault="00F03FD3" w:rsidP="009D59CC">
            <w:pPr>
              <w:jc w:val="center"/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>Категория потребит</w:t>
            </w:r>
            <w:r w:rsidRPr="0055468F">
              <w:rPr>
                <w:sz w:val="18"/>
                <w:szCs w:val="18"/>
              </w:rPr>
              <w:t>е</w:t>
            </w:r>
            <w:r w:rsidRPr="0055468F">
              <w:rPr>
                <w:sz w:val="18"/>
                <w:szCs w:val="18"/>
              </w:rPr>
              <w:t>лей</w:t>
            </w:r>
          </w:p>
        </w:tc>
        <w:tc>
          <w:tcPr>
            <w:tcW w:w="992" w:type="dxa"/>
          </w:tcPr>
          <w:p w:rsidR="00F03FD3" w:rsidRPr="0055468F" w:rsidRDefault="00F03FD3" w:rsidP="009D59CC">
            <w:pPr>
              <w:jc w:val="center"/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>Вид обр</w:t>
            </w:r>
            <w:r w:rsidRPr="0055468F">
              <w:rPr>
                <w:sz w:val="18"/>
                <w:szCs w:val="18"/>
              </w:rPr>
              <w:t>а</w:t>
            </w:r>
            <w:r w:rsidRPr="0055468F">
              <w:rPr>
                <w:sz w:val="18"/>
                <w:szCs w:val="18"/>
              </w:rPr>
              <w:t>зовател</w:t>
            </w:r>
            <w:r w:rsidRPr="0055468F">
              <w:rPr>
                <w:sz w:val="18"/>
                <w:szCs w:val="18"/>
              </w:rPr>
              <w:t>ь</w:t>
            </w:r>
            <w:r w:rsidRPr="0055468F">
              <w:rPr>
                <w:sz w:val="18"/>
                <w:szCs w:val="18"/>
              </w:rPr>
              <w:t>ных пр</w:t>
            </w:r>
            <w:r w:rsidRPr="0055468F">
              <w:rPr>
                <w:sz w:val="18"/>
                <w:szCs w:val="18"/>
              </w:rPr>
              <w:t>о</w:t>
            </w:r>
            <w:r w:rsidRPr="0055468F">
              <w:rPr>
                <w:sz w:val="18"/>
                <w:szCs w:val="18"/>
              </w:rPr>
              <w:t>грамм</w:t>
            </w:r>
          </w:p>
        </w:tc>
        <w:tc>
          <w:tcPr>
            <w:tcW w:w="1134" w:type="dxa"/>
          </w:tcPr>
          <w:p w:rsidR="00F03FD3" w:rsidRPr="0055468F" w:rsidRDefault="00F03FD3" w:rsidP="009D59CC">
            <w:pPr>
              <w:jc w:val="center"/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 xml:space="preserve">Место </w:t>
            </w:r>
          </w:p>
          <w:p w:rsidR="00F03FD3" w:rsidRPr="0055468F" w:rsidRDefault="00F03FD3" w:rsidP="009D59CC">
            <w:pPr>
              <w:jc w:val="center"/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>обучения</w:t>
            </w:r>
          </w:p>
        </w:tc>
        <w:tc>
          <w:tcPr>
            <w:tcW w:w="993" w:type="dxa"/>
          </w:tcPr>
          <w:p w:rsidR="00F03FD3" w:rsidRPr="0055468F" w:rsidRDefault="00F03FD3" w:rsidP="009D59CC">
            <w:pPr>
              <w:jc w:val="center"/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 xml:space="preserve">Форма </w:t>
            </w:r>
          </w:p>
          <w:p w:rsidR="00F03FD3" w:rsidRPr="0055468F" w:rsidRDefault="00F03FD3" w:rsidP="009D59CC">
            <w:pPr>
              <w:jc w:val="center"/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>обучения</w:t>
            </w:r>
          </w:p>
        </w:tc>
        <w:tc>
          <w:tcPr>
            <w:tcW w:w="1134" w:type="dxa"/>
          </w:tcPr>
          <w:p w:rsidR="00F03FD3" w:rsidRPr="0055468F" w:rsidRDefault="00F03FD3">
            <w:pPr>
              <w:rPr>
                <w:sz w:val="18"/>
                <w:szCs w:val="18"/>
              </w:rPr>
            </w:pPr>
            <w:r w:rsidRPr="0055468F">
              <w:rPr>
                <w:sz w:val="18"/>
                <w:szCs w:val="18"/>
              </w:rPr>
              <w:t>наименов</w:t>
            </w:r>
            <w:r w:rsidRPr="0055468F">
              <w:rPr>
                <w:sz w:val="18"/>
                <w:szCs w:val="18"/>
              </w:rPr>
              <w:t>а</w:t>
            </w:r>
            <w:r w:rsidRPr="0055468F">
              <w:rPr>
                <w:sz w:val="18"/>
                <w:szCs w:val="18"/>
              </w:rPr>
              <w:t>ние показ</w:t>
            </w:r>
            <w:r w:rsidRPr="0055468F">
              <w:rPr>
                <w:sz w:val="18"/>
                <w:szCs w:val="18"/>
              </w:rPr>
              <w:t>а</w:t>
            </w:r>
            <w:r w:rsidRPr="0055468F">
              <w:rPr>
                <w:sz w:val="18"/>
                <w:szCs w:val="18"/>
              </w:rPr>
              <w:t>теля</w:t>
            </w:r>
          </w:p>
        </w:tc>
        <w:tc>
          <w:tcPr>
            <w:tcW w:w="3401" w:type="dxa"/>
            <w:vMerge/>
            <w:vAlign w:val="center"/>
          </w:tcPr>
          <w:p w:rsidR="00F03FD3" w:rsidRPr="007A0786" w:rsidRDefault="00F03FD3" w:rsidP="002B7815">
            <w:pPr>
              <w:jc w:val="center"/>
              <w:rPr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03FD3" w:rsidRPr="0055468F" w:rsidRDefault="00F03FD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68F">
              <w:rPr>
                <w:rFonts w:ascii="Times New Roman" w:hAnsi="Times New Roman" w:cs="Times New Roman"/>
                <w:sz w:val="16"/>
                <w:szCs w:val="16"/>
              </w:rPr>
              <w:t>наим</w:t>
            </w:r>
            <w:r w:rsidRPr="0055468F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55468F">
              <w:rPr>
                <w:rFonts w:ascii="Times New Roman" w:hAnsi="Times New Roman" w:cs="Times New Roman"/>
                <w:sz w:val="16"/>
                <w:szCs w:val="16"/>
              </w:rPr>
              <w:t>нование</w:t>
            </w:r>
          </w:p>
        </w:tc>
        <w:tc>
          <w:tcPr>
            <w:tcW w:w="708" w:type="dxa"/>
            <w:vAlign w:val="center"/>
          </w:tcPr>
          <w:p w:rsidR="00F03FD3" w:rsidRPr="0055468F" w:rsidRDefault="00F03FD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468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F03FD3" w:rsidRPr="007A0786" w:rsidRDefault="00F03FD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87" w:type="dxa"/>
            <w:vMerge/>
            <w:vAlign w:val="center"/>
          </w:tcPr>
          <w:p w:rsidR="00F03FD3" w:rsidRPr="007A0786" w:rsidRDefault="00F03FD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03FD3" w:rsidRPr="007A0786" w:rsidRDefault="00F03FD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F03FD3" w:rsidRPr="00281D3D" w:rsidRDefault="00F03FD3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центах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03FD3" w:rsidRPr="00281D3D" w:rsidRDefault="00F03FD3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лютных показат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е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лях</w:t>
            </w:r>
          </w:p>
        </w:tc>
      </w:tr>
      <w:tr w:rsidR="0037628E" w:rsidRPr="007A0786" w:rsidTr="00620CC3">
        <w:trPr>
          <w:trHeight w:val="222"/>
        </w:trPr>
        <w:tc>
          <w:tcPr>
            <w:tcW w:w="913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2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93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401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9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8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1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87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</w:tcPr>
          <w:p w:rsidR="0037628E" w:rsidRPr="007A0786" w:rsidRDefault="0037628E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6" w:type="dxa"/>
            <w:shd w:val="clear" w:color="auto" w:fill="auto"/>
          </w:tcPr>
          <w:p w:rsidR="0037628E" w:rsidRPr="007A0786" w:rsidRDefault="0055468F" w:rsidP="0055468F">
            <w:pPr>
              <w:jc w:val="center"/>
            </w:pPr>
            <w:r>
              <w:t>13</w:t>
            </w:r>
          </w:p>
        </w:tc>
        <w:tc>
          <w:tcPr>
            <w:tcW w:w="993" w:type="dxa"/>
            <w:shd w:val="clear" w:color="auto" w:fill="auto"/>
          </w:tcPr>
          <w:p w:rsidR="0037628E" w:rsidRPr="007A0786" w:rsidRDefault="0055468F" w:rsidP="0055468F">
            <w:pPr>
              <w:jc w:val="center"/>
            </w:pPr>
            <w:r>
              <w:t>14</w:t>
            </w:r>
          </w:p>
        </w:tc>
      </w:tr>
      <w:tr w:rsidR="006E4438" w:rsidRPr="007A0786" w:rsidTr="00620CC3">
        <w:trPr>
          <w:trHeight w:val="890"/>
        </w:trPr>
        <w:tc>
          <w:tcPr>
            <w:tcW w:w="913" w:type="dxa"/>
            <w:vMerge w:val="restart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060CC">
              <w:rPr>
                <w:rFonts w:ascii="Times New Roman" w:hAnsi="Times New Roman" w:cs="Times New Roman"/>
              </w:rPr>
              <w:t>802111О.99.0.БА96АЮ58001</w:t>
            </w:r>
          </w:p>
        </w:tc>
        <w:tc>
          <w:tcPr>
            <w:tcW w:w="1134" w:type="dxa"/>
            <w:vMerge w:val="restart"/>
          </w:tcPr>
          <w:p w:rsidR="006E4438" w:rsidRPr="007A0786" w:rsidRDefault="006E4438">
            <w:pPr>
              <w:rPr>
                <w:color w:val="000000"/>
                <w:szCs w:val="18"/>
              </w:rPr>
            </w:pPr>
            <w:r w:rsidRPr="007A0786">
              <w:rPr>
                <w:color w:val="000000"/>
                <w:szCs w:val="18"/>
              </w:rPr>
              <w:t>не указано</w:t>
            </w:r>
          </w:p>
        </w:tc>
        <w:tc>
          <w:tcPr>
            <w:tcW w:w="992" w:type="dxa"/>
            <w:vMerge w:val="restart"/>
          </w:tcPr>
          <w:p w:rsidR="006E4438" w:rsidRPr="007A0786" w:rsidRDefault="006E4438">
            <w:pPr>
              <w:rPr>
                <w:color w:val="000000"/>
                <w:szCs w:val="18"/>
              </w:rPr>
            </w:pPr>
            <w:r w:rsidRPr="007A0786">
              <w:rPr>
                <w:color w:val="000000"/>
                <w:szCs w:val="18"/>
              </w:rPr>
              <w:t>не указ</w:t>
            </w:r>
            <w:r w:rsidRPr="007A0786">
              <w:rPr>
                <w:color w:val="000000"/>
                <w:szCs w:val="18"/>
              </w:rPr>
              <w:t>а</w:t>
            </w:r>
            <w:r w:rsidRPr="007A0786">
              <w:rPr>
                <w:color w:val="000000"/>
                <w:szCs w:val="18"/>
              </w:rPr>
              <w:t>но</w:t>
            </w:r>
          </w:p>
        </w:tc>
        <w:tc>
          <w:tcPr>
            <w:tcW w:w="1134" w:type="dxa"/>
            <w:vMerge w:val="restart"/>
          </w:tcPr>
          <w:p w:rsidR="006E4438" w:rsidRPr="007A0786" w:rsidRDefault="006E4438">
            <w:pPr>
              <w:rPr>
                <w:color w:val="000000"/>
                <w:szCs w:val="18"/>
              </w:rPr>
            </w:pPr>
            <w:r w:rsidRPr="007A0786">
              <w:rPr>
                <w:color w:val="000000"/>
                <w:szCs w:val="18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6E4438" w:rsidRPr="007A0786" w:rsidRDefault="006E4438">
            <w:pPr>
              <w:rPr>
                <w:color w:val="000000"/>
                <w:szCs w:val="18"/>
              </w:rPr>
            </w:pPr>
            <w:r w:rsidRPr="007A0786">
              <w:rPr>
                <w:color w:val="000000"/>
                <w:szCs w:val="18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6E4438" w:rsidRPr="007A0786" w:rsidRDefault="006E4438" w:rsidP="002B7815">
            <w:pPr>
              <w:rPr>
                <w:color w:val="000000"/>
                <w:szCs w:val="18"/>
              </w:rPr>
            </w:pPr>
            <w:r w:rsidRPr="007A0786">
              <w:rPr>
                <w:color w:val="000000"/>
                <w:szCs w:val="18"/>
              </w:rPr>
              <w:t> </w:t>
            </w:r>
          </w:p>
        </w:tc>
        <w:tc>
          <w:tcPr>
            <w:tcW w:w="3401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 xml:space="preserve">  Доля обучающихся успешно осв</w:t>
            </w:r>
            <w:r w:rsidRPr="007A0786">
              <w:rPr>
                <w:rFonts w:ascii="Times New Roman" w:hAnsi="Times New Roman" w:cs="Times New Roman"/>
                <w:sz w:val="20"/>
              </w:rPr>
              <w:t>о</w:t>
            </w:r>
            <w:r w:rsidRPr="007A0786">
              <w:rPr>
                <w:rFonts w:ascii="Times New Roman" w:hAnsi="Times New Roman" w:cs="Times New Roman"/>
                <w:sz w:val="20"/>
              </w:rPr>
              <w:t xml:space="preserve">ивших образовательные программы по итогам учебного года не менее 100%  </w:t>
            </w:r>
          </w:p>
        </w:tc>
        <w:tc>
          <w:tcPr>
            <w:tcW w:w="709" w:type="dxa"/>
          </w:tcPr>
          <w:p w:rsidR="006E4438" w:rsidRPr="0055468F" w:rsidRDefault="006E4438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Пр</w:t>
            </w:r>
            <w:r w:rsidRPr="0055468F">
              <w:rPr>
                <w:rFonts w:ascii="Times New Roman" w:hAnsi="Times New Roman" w:cs="Times New Roman"/>
                <w:sz w:val="16"/>
              </w:rPr>
              <w:t>о</w:t>
            </w:r>
            <w:r w:rsidRPr="0055468F">
              <w:rPr>
                <w:rFonts w:ascii="Times New Roman" w:hAnsi="Times New Roman" w:cs="Times New Roman"/>
                <w:sz w:val="16"/>
              </w:rPr>
              <w:t>цент</w:t>
            </w:r>
          </w:p>
        </w:tc>
        <w:tc>
          <w:tcPr>
            <w:tcW w:w="708" w:type="dxa"/>
          </w:tcPr>
          <w:p w:rsidR="006E4438" w:rsidRPr="0055468F" w:rsidRDefault="006E4438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001</w:t>
            </w:r>
          </w:p>
        </w:tc>
        <w:tc>
          <w:tcPr>
            <w:tcW w:w="851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87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2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6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5%</w:t>
            </w:r>
          </w:p>
        </w:tc>
        <w:tc>
          <w:tcPr>
            <w:tcW w:w="993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-</w:t>
            </w:r>
          </w:p>
        </w:tc>
      </w:tr>
      <w:tr w:rsidR="006E4438" w:rsidRPr="007A0786" w:rsidTr="00620CC3">
        <w:tc>
          <w:tcPr>
            <w:tcW w:w="913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992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993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3401" w:type="dxa"/>
          </w:tcPr>
          <w:p w:rsidR="006E4438" w:rsidRPr="007A0786" w:rsidRDefault="006E4438" w:rsidP="00EF45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Доля выпускников получивших д</w:t>
            </w:r>
            <w:r w:rsidRPr="007A0786">
              <w:rPr>
                <w:rFonts w:ascii="Times New Roman" w:hAnsi="Times New Roman" w:cs="Times New Roman"/>
                <w:sz w:val="20"/>
              </w:rPr>
              <w:t>о</w:t>
            </w:r>
            <w:r w:rsidRPr="007A0786">
              <w:rPr>
                <w:rFonts w:ascii="Times New Roman" w:hAnsi="Times New Roman" w:cs="Times New Roman"/>
                <w:sz w:val="20"/>
              </w:rPr>
              <w:t>кумент государственного образца о соответствующем уровне образов</w:t>
            </w:r>
            <w:r w:rsidRPr="007A0786">
              <w:rPr>
                <w:rFonts w:ascii="Times New Roman" w:hAnsi="Times New Roman" w:cs="Times New Roman"/>
                <w:sz w:val="20"/>
              </w:rPr>
              <w:t>а</w:t>
            </w:r>
            <w:r w:rsidRPr="007A0786">
              <w:rPr>
                <w:rFonts w:ascii="Times New Roman" w:hAnsi="Times New Roman" w:cs="Times New Roman"/>
                <w:sz w:val="20"/>
              </w:rPr>
              <w:t xml:space="preserve">ния не менее 100 % ; </w:t>
            </w:r>
          </w:p>
        </w:tc>
        <w:tc>
          <w:tcPr>
            <w:tcW w:w="709" w:type="dxa"/>
          </w:tcPr>
          <w:p w:rsidR="006E4438" w:rsidRPr="0055468F" w:rsidRDefault="006E4438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Пр</w:t>
            </w:r>
            <w:r w:rsidRPr="0055468F">
              <w:rPr>
                <w:rFonts w:ascii="Times New Roman" w:hAnsi="Times New Roman" w:cs="Times New Roman"/>
                <w:sz w:val="16"/>
              </w:rPr>
              <w:t>о</w:t>
            </w:r>
            <w:r w:rsidRPr="0055468F">
              <w:rPr>
                <w:rFonts w:ascii="Times New Roman" w:hAnsi="Times New Roman" w:cs="Times New Roman"/>
                <w:sz w:val="16"/>
              </w:rPr>
              <w:t>цент</w:t>
            </w:r>
          </w:p>
        </w:tc>
        <w:tc>
          <w:tcPr>
            <w:tcW w:w="708" w:type="dxa"/>
          </w:tcPr>
          <w:p w:rsidR="006E4438" w:rsidRPr="0055468F" w:rsidRDefault="006E4438" w:rsidP="00EF45C2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002</w:t>
            </w:r>
          </w:p>
        </w:tc>
        <w:tc>
          <w:tcPr>
            <w:tcW w:w="851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87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2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6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5%</w:t>
            </w:r>
          </w:p>
        </w:tc>
        <w:tc>
          <w:tcPr>
            <w:tcW w:w="993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-</w:t>
            </w:r>
          </w:p>
        </w:tc>
      </w:tr>
      <w:tr w:rsidR="006E4438" w:rsidRPr="007A0786" w:rsidTr="00620CC3">
        <w:tc>
          <w:tcPr>
            <w:tcW w:w="913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992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993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3401" w:type="dxa"/>
          </w:tcPr>
          <w:p w:rsidR="006E4438" w:rsidRPr="007A0786" w:rsidRDefault="006E4438" w:rsidP="00EF45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 xml:space="preserve"> Оптимальная укомплектованность  учреждения педагогическими кадр</w:t>
            </w:r>
            <w:r w:rsidRPr="007A0786">
              <w:rPr>
                <w:rFonts w:ascii="Times New Roman" w:hAnsi="Times New Roman" w:cs="Times New Roman"/>
                <w:sz w:val="20"/>
              </w:rPr>
              <w:t>а</w:t>
            </w:r>
            <w:r w:rsidRPr="007A0786">
              <w:rPr>
                <w:rFonts w:ascii="Times New Roman" w:hAnsi="Times New Roman" w:cs="Times New Roman"/>
                <w:sz w:val="20"/>
              </w:rPr>
              <w:t xml:space="preserve">ми на 100 % </w:t>
            </w:r>
          </w:p>
        </w:tc>
        <w:tc>
          <w:tcPr>
            <w:tcW w:w="709" w:type="dxa"/>
          </w:tcPr>
          <w:p w:rsidR="006E4438" w:rsidRPr="0055468F" w:rsidRDefault="006E4438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Пр</w:t>
            </w:r>
            <w:r w:rsidRPr="0055468F">
              <w:rPr>
                <w:rFonts w:ascii="Times New Roman" w:hAnsi="Times New Roman" w:cs="Times New Roman"/>
                <w:sz w:val="16"/>
              </w:rPr>
              <w:t>о</w:t>
            </w:r>
            <w:r w:rsidRPr="0055468F">
              <w:rPr>
                <w:rFonts w:ascii="Times New Roman" w:hAnsi="Times New Roman" w:cs="Times New Roman"/>
                <w:sz w:val="16"/>
              </w:rPr>
              <w:t>цент</w:t>
            </w:r>
          </w:p>
        </w:tc>
        <w:tc>
          <w:tcPr>
            <w:tcW w:w="708" w:type="dxa"/>
          </w:tcPr>
          <w:p w:rsidR="006E4438" w:rsidRPr="0055468F" w:rsidRDefault="006E4438" w:rsidP="00EF45C2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003</w:t>
            </w:r>
          </w:p>
        </w:tc>
        <w:tc>
          <w:tcPr>
            <w:tcW w:w="851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87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992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6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5%</w:t>
            </w:r>
          </w:p>
        </w:tc>
        <w:tc>
          <w:tcPr>
            <w:tcW w:w="993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-</w:t>
            </w:r>
          </w:p>
        </w:tc>
      </w:tr>
      <w:tr w:rsidR="006E4438" w:rsidRPr="007A0786" w:rsidTr="00620CC3">
        <w:tc>
          <w:tcPr>
            <w:tcW w:w="913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992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993" w:type="dxa"/>
            <w:vMerge/>
          </w:tcPr>
          <w:p w:rsidR="006E4438" w:rsidRPr="007A0786" w:rsidRDefault="006E4438" w:rsidP="002B7815"/>
        </w:tc>
        <w:tc>
          <w:tcPr>
            <w:tcW w:w="1134" w:type="dxa"/>
            <w:vMerge/>
          </w:tcPr>
          <w:p w:rsidR="006E4438" w:rsidRPr="007A0786" w:rsidRDefault="006E4438" w:rsidP="002B7815"/>
        </w:tc>
        <w:tc>
          <w:tcPr>
            <w:tcW w:w="3401" w:type="dxa"/>
          </w:tcPr>
          <w:p w:rsidR="006E4438" w:rsidRPr="007A0786" w:rsidRDefault="006E4438" w:rsidP="00EF45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 xml:space="preserve"> Охват учащихся в учреждении  п</w:t>
            </w:r>
            <w:r w:rsidRPr="007A0786">
              <w:rPr>
                <w:rFonts w:ascii="Times New Roman" w:hAnsi="Times New Roman" w:cs="Times New Roman"/>
                <w:sz w:val="20"/>
              </w:rPr>
              <w:t>и</w:t>
            </w:r>
            <w:r w:rsidRPr="007A0786">
              <w:rPr>
                <w:rFonts w:ascii="Times New Roman" w:hAnsi="Times New Roman" w:cs="Times New Roman"/>
                <w:sz w:val="20"/>
              </w:rPr>
              <w:t xml:space="preserve">танием не менее 80%  </w:t>
            </w:r>
          </w:p>
        </w:tc>
        <w:tc>
          <w:tcPr>
            <w:tcW w:w="709" w:type="dxa"/>
          </w:tcPr>
          <w:p w:rsidR="006E4438" w:rsidRPr="0055468F" w:rsidRDefault="006E4438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Пр</w:t>
            </w:r>
            <w:r w:rsidRPr="0055468F">
              <w:rPr>
                <w:rFonts w:ascii="Times New Roman" w:hAnsi="Times New Roman" w:cs="Times New Roman"/>
                <w:sz w:val="16"/>
              </w:rPr>
              <w:t>о</w:t>
            </w:r>
            <w:r w:rsidRPr="0055468F">
              <w:rPr>
                <w:rFonts w:ascii="Times New Roman" w:hAnsi="Times New Roman" w:cs="Times New Roman"/>
                <w:sz w:val="16"/>
              </w:rPr>
              <w:t>цент</w:t>
            </w:r>
          </w:p>
        </w:tc>
        <w:tc>
          <w:tcPr>
            <w:tcW w:w="708" w:type="dxa"/>
          </w:tcPr>
          <w:p w:rsidR="006E4438" w:rsidRPr="0055468F" w:rsidRDefault="006E4438" w:rsidP="00EF45C2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004</w:t>
            </w:r>
          </w:p>
        </w:tc>
        <w:tc>
          <w:tcPr>
            <w:tcW w:w="851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987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992" w:type="dxa"/>
          </w:tcPr>
          <w:p w:rsidR="006E4438" w:rsidRPr="007A0786" w:rsidRDefault="006E4438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856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5%</w:t>
            </w:r>
          </w:p>
        </w:tc>
        <w:tc>
          <w:tcPr>
            <w:tcW w:w="993" w:type="dxa"/>
            <w:shd w:val="clear" w:color="auto" w:fill="auto"/>
          </w:tcPr>
          <w:p w:rsidR="006E4438" w:rsidRPr="005601CB" w:rsidRDefault="006E4438" w:rsidP="00AC410B">
            <w:pPr>
              <w:jc w:val="center"/>
            </w:pPr>
            <w:r>
              <w:t>-</w:t>
            </w:r>
          </w:p>
        </w:tc>
      </w:tr>
      <w:tr w:rsidR="00954E32" w:rsidRPr="007A0786" w:rsidTr="00620CC3">
        <w:trPr>
          <w:trHeight w:val="1452"/>
        </w:trPr>
        <w:tc>
          <w:tcPr>
            <w:tcW w:w="913" w:type="dxa"/>
            <w:vMerge/>
          </w:tcPr>
          <w:p w:rsidR="00954E32" w:rsidRPr="007A0786" w:rsidRDefault="00954E32" w:rsidP="002B7815"/>
        </w:tc>
        <w:tc>
          <w:tcPr>
            <w:tcW w:w="1134" w:type="dxa"/>
            <w:vMerge/>
          </w:tcPr>
          <w:p w:rsidR="00954E32" w:rsidRPr="007A0786" w:rsidRDefault="00954E32" w:rsidP="002B7815"/>
        </w:tc>
        <w:tc>
          <w:tcPr>
            <w:tcW w:w="992" w:type="dxa"/>
            <w:vMerge/>
          </w:tcPr>
          <w:p w:rsidR="00954E32" w:rsidRPr="007A0786" w:rsidRDefault="00954E32" w:rsidP="002B7815"/>
        </w:tc>
        <w:tc>
          <w:tcPr>
            <w:tcW w:w="1134" w:type="dxa"/>
            <w:vMerge/>
          </w:tcPr>
          <w:p w:rsidR="00954E32" w:rsidRPr="007A0786" w:rsidRDefault="00954E32" w:rsidP="002B7815"/>
        </w:tc>
        <w:tc>
          <w:tcPr>
            <w:tcW w:w="993" w:type="dxa"/>
            <w:vMerge/>
          </w:tcPr>
          <w:p w:rsidR="00954E32" w:rsidRPr="007A0786" w:rsidRDefault="00954E32" w:rsidP="002B7815"/>
        </w:tc>
        <w:tc>
          <w:tcPr>
            <w:tcW w:w="1134" w:type="dxa"/>
            <w:vMerge/>
          </w:tcPr>
          <w:p w:rsidR="00954E32" w:rsidRPr="007A0786" w:rsidRDefault="00954E32" w:rsidP="002B7815"/>
        </w:tc>
        <w:tc>
          <w:tcPr>
            <w:tcW w:w="3401" w:type="dxa"/>
          </w:tcPr>
          <w:p w:rsidR="00954E32" w:rsidRPr="007A0786" w:rsidRDefault="00954E32" w:rsidP="00EF45C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Доля потребителей, удовлетворенных качеством оказания муниципальной услуги (данные на основе социолог</w:t>
            </w:r>
            <w:r w:rsidRPr="007A0786">
              <w:rPr>
                <w:rFonts w:ascii="Times New Roman" w:hAnsi="Times New Roman" w:cs="Times New Roman"/>
                <w:sz w:val="20"/>
              </w:rPr>
              <w:t>и</w:t>
            </w:r>
            <w:r w:rsidRPr="007A0786">
              <w:rPr>
                <w:rFonts w:ascii="Times New Roman" w:hAnsi="Times New Roman" w:cs="Times New Roman"/>
                <w:sz w:val="20"/>
              </w:rPr>
              <w:t>ческого опроса потребителей мун</w:t>
            </w:r>
            <w:r w:rsidRPr="007A0786">
              <w:rPr>
                <w:rFonts w:ascii="Times New Roman" w:hAnsi="Times New Roman" w:cs="Times New Roman"/>
                <w:sz w:val="20"/>
              </w:rPr>
              <w:t>и</w:t>
            </w:r>
            <w:r w:rsidRPr="007A0786">
              <w:rPr>
                <w:rFonts w:ascii="Times New Roman" w:hAnsi="Times New Roman" w:cs="Times New Roman"/>
                <w:sz w:val="20"/>
              </w:rPr>
              <w:t xml:space="preserve">ципальной услуги)  - более 85% </w:t>
            </w:r>
          </w:p>
        </w:tc>
        <w:tc>
          <w:tcPr>
            <w:tcW w:w="709" w:type="dxa"/>
          </w:tcPr>
          <w:p w:rsidR="00954E32" w:rsidRPr="0055468F" w:rsidRDefault="00954E32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Пр</w:t>
            </w:r>
            <w:r w:rsidRPr="0055468F">
              <w:rPr>
                <w:rFonts w:ascii="Times New Roman" w:hAnsi="Times New Roman" w:cs="Times New Roman"/>
                <w:sz w:val="16"/>
              </w:rPr>
              <w:t>о</w:t>
            </w:r>
            <w:r w:rsidRPr="0055468F">
              <w:rPr>
                <w:rFonts w:ascii="Times New Roman" w:hAnsi="Times New Roman" w:cs="Times New Roman"/>
                <w:sz w:val="16"/>
              </w:rPr>
              <w:t>цент</w:t>
            </w:r>
          </w:p>
        </w:tc>
        <w:tc>
          <w:tcPr>
            <w:tcW w:w="708" w:type="dxa"/>
          </w:tcPr>
          <w:p w:rsidR="00954E32" w:rsidRPr="0055468F" w:rsidRDefault="00954E32" w:rsidP="00EF45C2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55468F">
              <w:rPr>
                <w:rFonts w:ascii="Times New Roman" w:hAnsi="Times New Roman" w:cs="Times New Roman"/>
                <w:sz w:val="16"/>
              </w:rPr>
              <w:t>005</w:t>
            </w:r>
          </w:p>
        </w:tc>
        <w:tc>
          <w:tcPr>
            <w:tcW w:w="851" w:type="dxa"/>
          </w:tcPr>
          <w:p w:rsidR="00954E32" w:rsidRPr="007A0786" w:rsidRDefault="00954E32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987" w:type="dxa"/>
          </w:tcPr>
          <w:p w:rsidR="00954E32" w:rsidRPr="007A0786" w:rsidRDefault="00954E32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992" w:type="dxa"/>
          </w:tcPr>
          <w:p w:rsidR="00954E32" w:rsidRPr="007A0786" w:rsidRDefault="00954E32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A0786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856" w:type="dxa"/>
            <w:shd w:val="clear" w:color="auto" w:fill="auto"/>
          </w:tcPr>
          <w:p w:rsidR="00954E32" w:rsidRPr="005601CB" w:rsidRDefault="00954E32" w:rsidP="00AC410B">
            <w:pPr>
              <w:jc w:val="center"/>
            </w:pPr>
            <w:r>
              <w:t>5%</w:t>
            </w:r>
          </w:p>
        </w:tc>
        <w:tc>
          <w:tcPr>
            <w:tcW w:w="993" w:type="dxa"/>
            <w:shd w:val="clear" w:color="auto" w:fill="auto"/>
          </w:tcPr>
          <w:p w:rsidR="00954E32" w:rsidRPr="005601CB" w:rsidRDefault="00954E32" w:rsidP="00AC410B">
            <w:pPr>
              <w:jc w:val="center"/>
            </w:pPr>
            <w:r>
              <w:t>-</w:t>
            </w:r>
          </w:p>
        </w:tc>
      </w:tr>
    </w:tbl>
    <w:tbl>
      <w:tblPr>
        <w:tblStyle w:val="a7"/>
        <w:tblW w:w="16033" w:type="dxa"/>
        <w:tblLook w:val="04A0"/>
      </w:tblPr>
      <w:tblGrid>
        <w:gridCol w:w="11529"/>
        <w:gridCol w:w="2713"/>
        <w:gridCol w:w="1791"/>
      </w:tblGrid>
      <w:tr w:rsidR="00EF45C2" w:rsidRPr="00592660" w:rsidTr="007A1C3C">
        <w:trPr>
          <w:trHeight w:val="94"/>
        </w:trPr>
        <w:tc>
          <w:tcPr>
            <w:tcW w:w="11529" w:type="dxa"/>
            <w:tcBorders>
              <w:top w:val="nil"/>
              <w:left w:val="nil"/>
              <w:bottom w:val="nil"/>
              <w:right w:val="nil"/>
            </w:tcBorders>
          </w:tcPr>
          <w:p w:rsidR="007A0786" w:rsidRPr="00592660" w:rsidRDefault="00EF45C2" w:rsidP="00E05173">
            <w:pPr>
              <w:pStyle w:val="ConsPlusNonformat"/>
              <w:numPr>
                <w:ilvl w:val="1"/>
                <w:numId w:val="6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муниципальной услуги: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</w:tcPr>
          <w:p w:rsidR="00EF45C2" w:rsidRPr="00592660" w:rsidRDefault="00EF45C2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964"/>
        <w:gridCol w:w="964"/>
        <w:gridCol w:w="964"/>
        <w:gridCol w:w="941"/>
        <w:gridCol w:w="969"/>
        <w:gridCol w:w="1106"/>
        <w:gridCol w:w="907"/>
        <w:gridCol w:w="624"/>
        <w:gridCol w:w="1020"/>
        <w:gridCol w:w="902"/>
        <w:gridCol w:w="850"/>
        <w:gridCol w:w="1020"/>
        <w:gridCol w:w="824"/>
        <w:gridCol w:w="850"/>
        <w:gridCol w:w="1128"/>
        <w:gridCol w:w="1032"/>
      </w:tblGrid>
      <w:tr w:rsidR="001669E0" w:rsidRPr="005601CB" w:rsidTr="001669E0">
        <w:tc>
          <w:tcPr>
            <w:tcW w:w="913" w:type="dxa"/>
            <w:vMerge w:val="restart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Уникал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ный номер реестровой записи</w:t>
            </w:r>
          </w:p>
        </w:tc>
        <w:tc>
          <w:tcPr>
            <w:tcW w:w="2892" w:type="dxa"/>
            <w:gridSpan w:val="3"/>
            <w:vMerge w:val="restart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жание муниципальной услуги</w:t>
            </w:r>
          </w:p>
        </w:tc>
        <w:tc>
          <w:tcPr>
            <w:tcW w:w="1910" w:type="dxa"/>
            <w:gridSpan w:val="2"/>
            <w:vMerge w:val="restart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зующий условия (формы) оказания муниципальной услуги</w:t>
            </w:r>
          </w:p>
        </w:tc>
        <w:tc>
          <w:tcPr>
            <w:tcW w:w="2637" w:type="dxa"/>
            <w:gridSpan w:val="3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2772" w:type="dxa"/>
            <w:gridSpan w:val="3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муниц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пальной услуги</w:t>
            </w:r>
          </w:p>
        </w:tc>
        <w:tc>
          <w:tcPr>
            <w:tcW w:w="2694" w:type="dxa"/>
            <w:gridSpan w:val="3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Среднегодовой размер платы (цена, тариф)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:rsidR="000F6B51" w:rsidRDefault="000F6B51" w:rsidP="000F6B51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(возможные)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отклонения от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установленных</w:t>
            </w:r>
          </w:p>
          <w:p w:rsidR="001669E0" w:rsidRPr="005601CB" w:rsidRDefault="000F6B51" w:rsidP="000F6B51">
            <w:r w:rsidRPr="007F479B">
              <w:rPr>
                <w:sz w:val="18"/>
                <w:szCs w:val="28"/>
              </w:rPr>
              <w:t>показателей объема м</w:t>
            </w:r>
            <w:r w:rsidRPr="007F479B">
              <w:rPr>
                <w:sz w:val="18"/>
                <w:szCs w:val="28"/>
              </w:rPr>
              <w:t>у</w:t>
            </w:r>
            <w:r w:rsidRPr="007F479B">
              <w:rPr>
                <w:sz w:val="18"/>
                <w:szCs w:val="28"/>
              </w:rPr>
              <w:t>ниципальной услуги</w:t>
            </w:r>
          </w:p>
        </w:tc>
      </w:tr>
      <w:tr w:rsidR="001669E0" w:rsidRPr="005601CB" w:rsidTr="00620CC3">
        <w:trPr>
          <w:trHeight w:val="1157"/>
        </w:trPr>
        <w:tc>
          <w:tcPr>
            <w:tcW w:w="913" w:type="dxa"/>
            <w:vMerge/>
            <w:vAlign w:val="center"/>
          </w:tcPr>
          <w:p w:rsidR="001669E0" w:rsidRPr="00270979" w:rsidRDefault="001669E0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92" w:type="dxa"/>
            <w:gridSpan w:val="3"/>
            <w:vMerge/>
            <w:vAlign w:val="center"/>
          </w:tcPr>
          <w:p w:rsidR="001669E0" w:rsidRPr="00270979" w:rsidRDefault="001669E0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0" w:type="dxa"/>
            <w:gridSpan w:val="2"/>
            <w:vMerge/>
            <w:vAlign w:val="center"/>
          </w:tcPr>
          <w:p w:rsidR="001669E0" w:rsidRPr="00270979" w:rsidRDefault="001669E0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31" w:type="dxa"/>
            <w:gridSpan w:val="2"/>
            <w:vAlign w:val="center"/>
          </w:tcPr>
          <w:p w:rsidR="001669E0" w:rsidRPr="00270979" w:rsidRDefault="001669E0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1" w:history="1">
              <w:r w:rsidRPr="0027097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20" w:type="dxa"/>
            <w:vMerge w:val="restart"/>
            <w:vAlign w:val="center"/>
          </w:tcPr>
          <w:p w:rsidR="001669E0" w:rsidRDefault="001669E0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902" w:type="dxa"/>
            <w:vMerge w:val="restart"/>
            <w:vAlign w:val="center"/>
          </w:tcPr>
          <w:p w:rsidR="001669E0" w:rsidRDefault="001669E0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50" w:type="dxa"/>
            <w:vMerge w:val="restart"/>
            <w:vAlign w:val="center"/>
          </w:tcPr>
          <w:p w:rsidR="001669E0" w:rsidRDefault="001669E0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1020" w:type="dxa"/>
            <w:vMerge w:val="restart"/>
            <w:vAlign w:val="center"/>
          </w:tcPr>
          <w:p w:rsidR="001669E0" w:rsidRDefault="001669E0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24" w:type="dxa"/>
            <w:vMerge w:val="restart"/>
            <w:vAlign w:val="center"/>
          </w:tcPr>
          <w:p w:rsidR="001669E0" w:rsidRDefault="001669E0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пери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да)</w:t>
            </w:r>
          </w:p>
        </w:tc>
        <w:tc>
          <w:tcPr>
            <w:tcW w:w="850" w:type="dxa"/>
            <w:vMerge w:val="restart"/>
            <w:vAlign w:val="center"/>
          </w:tcPr>
          <w:p w:rsidR="001669E0" w:rsidRDefault="001669E0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2160" w:type="dxa"/>
            <w:gridSpan w:val="2"/>
            <w:vMerge/>
            <w:shd w:val="clear" w:color="auto" w:fill="auto"/>
          </w:tcPr>
          <w:p w:rsidR="001669E0" w:rsidRPr="005601CB" w:rsidRDefault="001669E0"/>
        </w:tc>
      </w:tr>
      <w:tr w:rsidR="008D6F54" w:rsidRPr="005601CB" w:rsidTr="00620CC3">
        <w:trPr>
          <w:trHeight w:val="732"/>
        </w:trPr>
        <w:tc>
          <w:tcPr>
            <w:tcW w:w="913" w:type="dxa"/>
            <w:vMerge/>
          </w:tcPr>
          <w:p w:rsidR="008D6F54" w:rsidRPr="005E111E" w:rsidRDefault="008D6F54" w:rsidP="002B7815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8D6F54" w:rsidRPr="00F03FD3" w:rsidRDefault="008D6F54" w:rsidP="009D59CC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Категория потреб</w:t>
            </w:r>
            <w:r w:rsidRPr="00F03FD3">
              <w:rPr>
                <w:sz w:val="18"/>
                <w:szCs w:val="18"/>
              </w:rPr>
              <w:t>и</w:t>
            </w:r>
            <w:r w:rsidRPr="00F03FD3">
              <w:rPr>
                <w:sz w:val="18"/>
                <w:szCs w:val="18"/>
              </w:rPr>
              <w:t>телей</w:t>
            </w:r>
          </w:p>
        </w:tc>
        <w:tc>
          <w:tcPr>
            <w:tcW w:w="964" w:type="dxa"/>
          </w:tcPr>
          <w:p w:rsidR="008D6F54" w:rsidRPr="00F03FD3" w:rsidRDefault="008D6F54" w:rsidP="009D59CC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Вид обр</w:t>
            </w:r>
            <w:r w:rsidRPr="00F03FD3">
              <w:rPr>
                <w:sz w:val="18"/>
                <w:szCs w:val="18"/>
              </w:rPr>
              <w:t>а</w:t>
            </w:r>
            <w:r w:rsidRPr="00F03FD3">
              <w:rPr>
                <w:sz w:val="18"/>
                <w:szCs w:val="18"/>
              </w:rPr>
              <w:t>зовател</w:t>
            </w:r>
            <w:r w:rsidRPr="00F03FD3">
              <w:rPr>
                <w:sz w:val="18"/>
                <w:szCs w:val="18"/>
              </w:rPr>
              <w:t>ь</w:t>
            </w:r>
            <w:r w:rsidRPr="00F03FD3">
              <w:rPr>
                <w:sz w:val="18"/>
                <w:szCs w:val="18"/>
              </w:rPr>
              <w:t>ных пр</w:t>
            </w:r>
            <w:r w:rsidRPr="00F03FD3">
              <w:rPr>
                <w:sz w:val="18"/>
                <w:szCs w:val="18"/>
              </w:rPr>
              <w:t>о</w:t>
            </w:r>
            <w:r w:rsidRPr="00F03FD3">
              <w:rPr>
                <w:sz w:val="18"/>
                <w:szCs w:val="18"/>
              </w:rPr>
              <w:t>грамм</w:t>
            </w:r>
          </w:p>
        </w:tc>
        <w:tc>
          <w:tcPr>
            <w:tcW w:w="964" w:type="dxa"/>
          </w:tcPr>
          <w:p w:rsidR="008D6F54" w:rsidRPr="00F03FD3" w:rsidRDefault="008D6F5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 xml:space="preserve">Место </w:t>
            </w:r>
          </w:p>
          <w:p w:rsidR="008D6F54" w:rsidRPr="00F03FD3" w:rsidRDefault="008D6F54" w:rsidP="009D59CC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обучения</w:t>
            </w:r>
          </w:p>
        </w:tc>
        <w:tc>
          <w:tcPr>
            <w:tcW w:w="941" w:type="dxa"/>
          </w:tcPr>
          <w:p w:rsidR="008D6F54" w:rsidRPr="00F03FD3" w:rsidRDefault="008D6F54" w:rsidP="009D59CC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 xml:space="preserve">Форма </w:t>
            </w:r>
          </w:p>
          <w:p w:rsidR="008D6F54" w:rsidRPr="00F03FD3" w:rsidRDefault="008D6F54" w:rsidP="009D59CC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обучения</w:t>
            </w:r>
          </w:p>
        </w:tc>
        <w:tc>
          <w:tcPr>
            <w:tcW w:w="969" w:type="dxa"/>
          </w:tcPr>
          <w:p w:rsidR="008D6F54" w:rsidRPr="00F03FD3" w:rsidRDefault="008D6F54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Категория потреб</w:t>
            </w: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телей</w:t>
            </w:r>
          </w:p>
        </w:tc>
        <w:tc>
          <w:tcPr>
            <w:tcW w:w="1106" w:type="dxa"/>
            <w:vMerge/>
          </w:tcPr>
          <w:p w:rsidR="008D6F54" w:rsidRPr="005601CB" w:rsidRDefault="008D6F54" w:rsidP="002B7815"/>
        </w:tc>
        <w:tc>
          <w:tcPr>
            <w:tcW w:w="907" w:type="dxa"/>
          </w:tcPr>
          <w:p w:rsidR="008D6F54" w:rsidRPr="003158B0" w:rsidRDefault="008D6F54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3158B0">
              <w:rPr>
                <w:rFonts w:ascii="Times New Roman" w:hAnsi="Times New Roman" w:cs="Times New Roman"/>
                <w:sz w:val="18"/>
                <w:szCs w:val="28"/>
              </w:rPr>
              <w:t>наимен</w:t>
            </w:r>
            <w:r w:rsidRPr="003158B0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3158B0">
              <w:rPr>
                <w:rFonts w:ascii="Times New Roman" w:hAnsi="Times New Roman" w:cs="Times New Roman"/>
                <w:sz w:val="18"/>
                <w:szCs w:val="28"/>
              </w:rPr>
              <w:t>вание</w:t>
            </w:r>
          </w:p>
        </w:tc>
        <w:tc>
          <w:tcPr>
            <w:tcW w:w="624" w:type="dxa"/>
          </w:tcPr>
          <w:p w:rsidR="008D6F54" w:rsidRPr="003158B0" w:rsidRDefault="008D6F54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3158B0">
              <w:rPr>
                <w:rFonts w:ascii="Times New Roman" w:hAnsi="Times New Roman" w:cs="Times New Roman"/>
                <w:sz w:val="18"/>
                <w:szCs w:val="28"/>
              </w:rPr>
              <w:t>код</w:t>
            </w:r>
          </w:p>
        </w:tc>
        <w:tc>
          <w:tcPr>
            <w:tcW w:w="1020" w:type="dxa"/>
            <w:vMerge/>
          </w:tcPr>
          <w:p w:rsidR="008D6F54" w:rsidRPr="005601CB" w:rsidRDefault="008D6F54" w:rsidP="002B7815"/>
        </w:tc>
        <w:tc>
          <w:tcPr>
            <w:tcW w:w="902" w:type="dxa"/>
            <w:vMerge/>
          </w:tcPr>
          <w:p w:rsidR="008D6F54" w:rsidRPr="005601CB" w:rsidRDefault="008D6F54" w:rsidP="002B7815"/>
        </w:tc>
        <w:tc>
          <w:tcPr>
            <w:tcW w:w="850" w:type="dxa"/>
            <w:vMerge/>
          </w:tcPr>
          <w:p w:rsidR="008D6F54" w:rsidRPr="005601CB" w:rsidRDefault="008D6F54" w:rsidP="002B7815"/>
        </w:tc>
        <w:tc>
          <w:tcPr>
            <w:tcW w:w="1020" w:type="dxa"/>
            <w:vMerge/>
          </w:tcPr>
          <w:p w:rsidR="008D6F54" w:rsidRPr="005601CB" w:rsidRDefault="008D6F54" w:rsidP="002B7815"/>
        </w:tc>
        <w:tc>
          <w:tcPr>
            <w:tcW w:w="824" w:type="dxa"/>
            <w:vMerge/>
          </w:tcPr>
          <w:p w:rsidR="008D6F54" w:rsidRPr="005601CB" w:rsidRDefault="008D6F54" w:rsidP="002B7815"/>
        </w:tc>
        <w:tc>
          <w:tcPr>
            <w:tcW w:w="850" w:type="dxa"/>
            <w:vMerge/>
          </w:tcPr>
          <w:p w:rsidR="008D6F54" w:rsidRPr="005601CB" w:rsidRDefault="008D6F54" w:rsidP="002B7815"/>
        </w:tc>
        <w:tc>
          <w:tcPr>
            <w:tcW w:w="1128" w:type="dxa"/>
            <w:shd w:val="clear" w:color="auto" w:fill="auto"/>
            <w:vAlign w:val="center"/>
          </w:tcPr>
          <w:p w:rsidR="008D6F54" w:rsidRPr="00281D3D" w:rsidRDefault="008D6F54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процентах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8D6F54" w:rsidRPr="00281D3D" w:rsidRDefault="008D6F54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абсолю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ных пок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а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зателях</w:t>
            </w:r>
          </w:p>
        </w:tc>
      </w:tr>
      <w:tr w:rsidR="001A785A" w:rsidRPr="005601CB" w:rsidTr="001A785A">
        <w:trPr>
          <w:trHeight w:val="215"/>
        </w:trPr>
        <w:tc>
          <w:tcPr>
            <w:tcW w:w="913" w:type="dxa"/>
          </w:tcPr>
          <w:p w:rsidR="001A785A" w:rsidRPr="00F03FD3" w:rsidRDefault="001A785A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64" w:type="dxa"/>
          </w:tcPr>
          <w:p w:rsidR="001A785A" w:rsidRPr="00F03FD3" w:rsidRDefault="001A785A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2</w:t>
            </w:r>
          </w:p>
        </w:tc>
        <w:tc>
          <w:tcPr>
            <w:tcW w:w="964" w:type="dxa"/>
          </w:tcPr>
          <w:p w:rsidR="001A785A" w:rsidRPr="00F03FD3" w:rsidRDefault="001A785A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3</w:t>
            </w:r>
          </w:p>
        </w:tc>
        <w:tc>
          <w:tcPr>
            <w:tcW w:w="964" w:type="dxa"/>
          </w:tcPr>
          <w:p w:rsidR="001A785A" w:rsidRPr="00F03FD3" w:rsidRDefault="001A785A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4</w:t>
            </w:r>
          </w:p>
        </w:tc>
        <w:tc>
          <w:tcPr>
            <w:tcW w:w="941" w:type="dxa"/>
          </w:tcPr>
          <w:p w:rsidR="001A785A" w:rsidRPr="00F03FD3" w:rsidRDefault="001A785A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5</w:t>
            </w:r>
          </w:p>
        </w:tc>
        <w:tc>
          <w:tcPr>
            <w:tcW w:w="969" w:type="dxa"/>
          </w:tcPr>
          <w:p w:rsidR="001A785A" w:rsidRPr="00F03FD3" w:rsidRDefault="001A785A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6</w:t>
            </w:r>
          </w:p>
        </w:tc>
        <w:tc>
          <w:tcPr>
            <w:tcW w:w="1106" w:type="dxa"/>
          </w:tcPr>
          <w:p w:rsidR="001A785A" w:rsidRPr="00F03FD3" w:rsidRDefault="001A785A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07" w:type="dxa"/>
          </w:tcPr>
          <w:p w:rsidR="001A785A" w:rsidRPr="00F03FD3" w:rsidRDefault="001A785A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24" w:type="dxa"/>
          </w:tcPr>
          <w:p w:rsidR="001A785A" w:rsidRPr="00F03FD3" w:rsidRDefault="001A785A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0" w:type="dxa"/>
          </w:tcPr>
          <w:p w:rsidR="001A785A" w:rsidRPr="00F03FD3" w:rsidRDefault="001A785A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02" w:type="dxa"/>
          </w:tcPr>
          <w:p w:rsidR="001A785A" w:rsidRPr="00F03FD3" w:rsidRDefault="001A785A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1A785A" w:rsidRPr="00F03FD3" w:rsidRDefault="00F03FD3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12</w:t>
            </w:r>
          </w:p>
        </w:tc>
        <w:tc>
          <w:tcPr>
            <w:tcW w:w="1020" w:type="dxa"/>
          </w:tcPr>
          <w:p w:rsidR="001A785A" w:rsidRPr="00F03FD3" w:rsidRDefault="00F03FD3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13</w:t>
            </w:r>
          </w:p>
        </w:tc>
        <w:tc>
          <w:tcPr>
            <w:tcW w:w="824" w:type="dxa"/>
          </w:tcPr>
          <w:p w:rsidR="001A785A" w:rsidRPr="00F03FD3" w:rsidRDefault="00F03FD3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1A785A" w:rsidRPr="00F03FD3" w:rsidRDefault="00F03FD3" w:rsidP="00F03FD3">
            <w:pPr>
              <w:jc w:val="center"/>
              <w:rPr>
                <w:sz w:val="18"/>
                <w:szCs w:val="18"/>
              </w:rPr>
            </w:pPr>
            <w:r w:rsidRPr="00F03FD3">
              <w:rPr>
                <w:sz w:val="18"/>
                <w:szCs w:val="18"/>
              </w:rPr>
              <w:t>15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A785A" w:rsidRPr="00F03FD3" w:rsidRDefault="00F03FD3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1A785A" w:rsidRPr="00F03FD3" w:rsidRDefault="00F03FD3" w:rsidP="00F03FD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FD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0E71F3" w:rsidRPr="005601CB" w:rsidTr="00F848F8">
        <w:tc>
          <w:tcPr>
            <w:tcW w:w="913" w:type="dxa"/>
          </w:tcPr>
          <w:p w:rsidR="000E71F3" w:rsidRPr="004377B9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 w:rsidRPr="00E05173">
              <w:rPr>
                <w:rFonts w:ascii="Times New Roman" w:hAnsi="Times New Roman" w:cs="Times New Roman"/>
                <w:sz w:val="18"/>
              </w:rPr>
              <w:t>802111О.99.0.БА96АЮ58001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41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969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 w:rsidRPr="00E05173">
              <w:rPr>
                <w:rFonts w:ascii="Times New Roman" w:hAnsi="Times New Roman" w:cs="Times New Roman"/>
                <w:sz w:val="20"/>
              </w:rPr>
              <w:t>Число об</w:t>
            </w:r>
            <w:r w:rsidRPr="00E05173">
              <w:rPr>
                <w:rFonts w:ascii="Times New Roman" w:hAnsi="Times New Roman" w:cs="Times New Roman"/>
                <w:sz w:val="20"/>
              </w:rPr>
              <w:t>у</w:t>
            </w:r>
            <w:r w:rsidRPr="00E05173">
              <w:rPr>
                <w:rFonts w:ascii="Times New Roman" w:hAnsi="Times New Roman" w:cs="Times New Roman"/>
                <w:sz w:val="20"/>
              </w:rPr>
              <w:t xml:space="preserve">чающихся </w:t>
            </w:r>
          </w:p>
        </w:tc>
        <w:tc>
          <w:tcPr>
            <w:tcW w:w="907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624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020" w:type="dxa"/>
          </w:tcPr>
          <w:p w:rsidR="000E71F3" w:rsidRPr="00D15385" w:rsidRDefault="00E05173" w:rsidP="00D1538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902" w:type="dxa"/>
          </w:tcPr>
          <w:p w:rsidR="000E71F3" w:rsidRPr="00D15385" w:rsidRDefault="00E05173" w:rsidP="00D1538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50" w:type="dxa"/>
          </w:tcPr>
          <w:p w:rsidR="000E71F3" w:rsidRPr="00D15385" w:rsidRDefault="00E05173" w:rsidP="00D15385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020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24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28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1032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</w:tbl>
    <w:p w:rsidR="00FF114E" w:rsidRDefault="00FF114E" w:rsidP="00FF114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</w:t>
      </w:r>
      <w:r w:rsidR="006D21B2">
        <w:rPr>
          <w:rFonts w:ascii="Times New Roman" w:hAnsi="Times New Roman" w:cs="Times New Roman"/>
          <w:sz w:val="28"/>
          <w:szCs w:val="28"/>
        </w:rPr>
        <w:t xml:space="preserve"> </w:t>
      </w:r>
      <w:r w:rsidR="00E05173">
        <w:rPr>
          <w:rFonts w:ascii="Times New Roman" w:hAnsi="Times New Roman" w:cs="Times New Roman"/>
          <w:sz w:val="28"/>
          <w:szCs w:val="28"/>
        </w:rPr>
        <w:t>3</w:t>
      </w:r>
    </w:p>
    <w:p w:rsidR="00FF114E" w:rsidRPr="00F910D9" w:rsidRDefault="00FF114E" w:rsidP="00FF114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FF114E" w:rsidRPr="00592660" w:rsidTr="00FF114E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FF114E" w:rsidRDefault="00FF114E" w:rsidP="00FF114E">
            <w:pPr>
              <w:pStyle w:val="ConsPlusNonformat"/>
              <w:numPr>
                <w:ilvl w:val="0"/>
                <w:numId w:val="18"/>
              </w:numPr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  <w:p w:rsidR="00FF114E" w:rsidRPr="00EE0E73" w:rsidRDefault="00FF114E" w:rsidP="00FF114E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0E73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основных общеобразовательных программ основного общего образования</w:t>
            </w:r>
          </w:p>
          <w:p w:rsidR="00EE0E73" w:rsidRPr="00EE0E73" w:rsidRDefault="00EE0E73" w:rsidP="00FF114E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5F67">
              <w:rPr>
                <w:rFonts w:ascii="Times New Roman" w:hAnsi="Times New Roman" w:cs="Times New Roman"/>
                <w:b/>
                <w:color w:val="000000"/>
                <w:sz w:val="28"/>
                <w:szCs w:val="24"/>
              </w:rPr>
              <w:t>проходящие обучение по состоянию здоровья на дому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F114E" w:rsidRPr="00592660" w:rsidRDefault="00BC5CB0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Код по общеросси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скому базовому п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речню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FF114E" w:rsidRPr="00592660" w:rsidRDefault="001B3788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FF114E">
              <w:rPr>
                <w:rFonts w:ascii="Times New Roman" w:hAnsi="Times New Roman" w:cs="Times New Roman"/>
                <w:sz w:val="28"/>
                <w:szCs w:val="28"/>
              </w:rPr>
              <w:t>.791.0</w:t>
            </w:r>
          </w:p>
        </w:tc>
      </w:tr>
      <w:tr w:rsidR="00FF114E" w:rsidRPr="00592660" w:rsidTr="00FF114E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FF114E" w:rsidRDefault="00FF114E" w:rsidP="00FF114E">
            <w:pPr>
              <w:pStyle w:val="ConsPlusNonformat"/>
              <w:numPr>
                <w:ilvl w:val="0"/>
                <w:numId w:val="1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потребителей муниципальной услуги</w:t>
            </w:r>
          </w:p>
          <w:p w:rsidR="00FF114E" w:rsidRPr="00592660" w:rsidRDefault="002C11B7" w:rsidP="00FF114E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60ABF">
              <w:rPr>
                <w:rFonts w:ascii="Times New Roman" w:hAnsi="Times New Roman" w:cs="Times New Roman"/>
                <w:sz w:val="28"/>
                <w:szCs w:val="28"/>
              </w:rPr>
              <w:t>Физические лица</w:t>
            </w: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14E" w:rsidRPr="00592660" w:rsidTr="00FF114E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FF114E" w:rsidRPr="004E7B00" w:rsidRDefault="00FF114E" w:rsidP="00FF114E">
            <w:pPr>
              <w:pStyle w:val="ConsPlusNonformat"/>
              <w:numPr>
                <w:ilvl w:val="0"/>
                <w:numId w:val="18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и (или) качество муниципальной услуги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114E" w:rsidRPr="00592660" w:rsidTr="00FF114E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FF114E" w:rsidRDefault="00FF114E" w:rsidP="00FF114E">
            <w:pPr>
              <w:pStyle w:val="ConsPlusNonformat"/>
              <w:numPr>
                <w:ilvl w:val="1"/>
                <w:numId w:val="18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</w:t>
            </w:r>
            <w:r w:rsidR="004329F3">
              <w:rPr>
                <w:rFonts w:ascii="Times New Roman" w:hAnsi="Times New Roman" w:cs="Times New Roman"/>
                <w:sz w:val="28"/>
                <w:szCs w:val="28"/>
              </w:rPr>
              <w:t>е качество муниципальной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945A5" w:rsidRPr="00592660" w:rsidRDefault="00F945A5" w:rsidP="00F945A5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2"/>
        <w:gridCol w:w="1336"/>
        <w:gridCol w:w="1189"/>
        <w:gridCol w:w="1783"/>
        <w:gridCol w:w="890"/>
        <w:gridCol w:w="1188"/>
        <w:gridCol w:w="1189"/>
        <w:gridCol w:w="1040"/>
        <w:gridCol w:w="592"/>
        <w:gridCol w:w="1044"/>
        <w:gridCol w:w="891"/>
        <w:gridCol w:w="891"/>
        <w:gridCol w:w="1263"/>
        <w:gridCol w:w="1350"/>
      </w:tblGrid>
      <w:tr w:rsidR="002E7D18" w:rsidRPr="005601CB" w:rsidTr="00A21B3F">
        <w:trPr>
          <w:trHeight w:val="476"/>
        </w:trPr>
        <w:tc>
          <w:tcPr>
            <w:tcW w:w="1253" w:type="dxa"/>
            <w:vMerge w:val="restart"/>
            <w:vAlign w:val="center"/>
          </w:tcPr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реестр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вой записи</w:t>
            </w:r>
          </w:p>
        </w:tc>
        <w:tc>
          <w:tcPr>
            <w:tcW w:w="4307" w:type="dxa"/>
            <w:gridSpan w:val="3"/>
            <w:vMerge w:val="restart"/>
            <w:vAlign w:val="center"/>
          </w:tcPr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2078" w:type="dxa"/>
            <w:gridSpan w:val="2"/>
            <w:vMerge w:val="restart"/>
            <w:vAlign w:val="center"/>
          </w:tcPr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щий условия (формы) ок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зания муниципальной усл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ги</w:t>
            </w:r>
          </w:p>
        </w:tc>
        <w:tc>
          <w:tcPr>
            <w:tcW w:w="2821" w:type="dxa"/>
            <w:gridSpan w:val="3"/>
            <w:vAlign w:val="center"/>
          </w:tcPr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2826" w:type="dxa"/>
            <w:gridSpan w:val="3"/>
            <w:vAlign w:val="center"/>
          </w:tcPr>
          <w:p w:rsidR="002E7D18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</w:t>
            </w:r>
          </w:p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2613" w:type="dxa"/>
            <w:gridSpan w:val="2"/>
            <w:vMerge w:val="restart"/>
            <w:shd w:val="clear" w:color="auto" w:fill="auto"/>
          </w:tcPr>
          <w:p w:rsidR="000F6B51" w:rsidRDefault="000F6B51" w:rsidP="000F6B51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 (возможные) отклон</w:t>
            </w:r>
            <w:r w:rsidRPr="006C3949">
              <w:rPr>
                <w:sz w:val="16"/>
                <w:szCs w:val="28"/>
              </w:rPr>
              <w:t>е</w:t>
            </w:r>
            <w:r w:rsidRPr="006C3949">
              <w:rPr>
                <w:sz w:val="16"/>
                <w:szCs w:val="28"/>
              </w:rPr>
              <w:t>ния от установленных показателей</w:t>
            </w:r>
          </w:p>
          <w:p w:rsidR="002E7D18" w:rsidRPr="005601CB" w:rsidRDefault="000F6B51" w:rsidP="000F6B51">
            <w:r w:rsidRPr="006C3949">
              <w:rPr>
                <w:sz w:val="16"/>
                <w:szCs w:val="28"/>
              </w:rPr>
              <w:t>качества муниципальной услуги</w:t>
            </w:r>
          </w:p>
        </w:tc>
      </w:tr>
      <w:tr w:rsidR="002E7D18" w:rsidRPr="005601CB" w:rsidTr="00A21B3F">
        <w:trPr>
          <w:trHeight w:val="146"/>
        </w:trPr>
        <w:tc>
          <w:tcPr>
            <w:tcW w:w="1253" w:type="dxa"/>
            <w:vMerge/>
            <w:vAlign w:val="center"/>
          </w:tcPr>
          <w:p w:rsidR="002E7D18" w:rsidRPr="00260ABF" w:rsidRDefault="002E7D1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07" w:type="dxa"/>
            <w:gridSpan w:val="3"/>
            <w:vMerge/>
            <w:vAlign w:val="center"/>
          </w:tcPr>
          <w:p w:rsidR="002E7D18" w:rsidRPr="00260ABF" w:rsidRDefault="002E7D1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8" w:type="dxa"/>
            <w:gridSpan w:val="2"/>
            <w:vMerge/>
            <w:vAlign w:val="center"/>
          </w:tcPr>
          <w:p w:rsidR="002E7D18" w:rsidRPr="00260ABF" w:rsidRDefault="002E7D1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89" w:type="dxa"/>
            <w:vMerge w:val="restart"/>
            <w:vAlign w:val="center"/>
          </w:tcPr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632" w:type="dxa"/>
            <w:gridSpan w:val="2"/>
            <w:vAlign w:val="center"/>
          </w:tcPr>
          <w:p w:rsidR="002E7D18" w:rsidRPr="00260ABF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2" w:history="1">
              <w:r w:rsidRPr="00260ABF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44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91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90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2613" w:type="dxa"/>
            <w:gridSpan w:val="2"/>
            <w:vMerge/>
            <w:shd w:val="clear" w:color="auto" w:fill="auto"/>
          </w:tcPr>
          <w:p w:rsidR="002E7D18" w:rsidRPr="005601CB" w:rsidRDefault="002E7D18"/>
        </w:tc>
      </w:tr>
      <w:tr w:rsidR="00C50F58" w:rsidRPr="005601CB" w:rsidTr="00A21B3F">
        <w:trPr>
          <w:trHeight w:val="146"/>
        </w:trPr>
        <w:tc>
          <w:tcPr>
            <w:tcW w:w="1253" w:type="dxa"/>
            <w:vMerge/>
            <w:vAlign w:val="center"/>
          </w:tcPr>
          <w:p w:rsidR="00C50F58" w:rsidRPr="00260ABF" w:rsidRDefault="00C50F5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36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Категория п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>требителей</w:t>
            </w:r>
          </w:p>
        </w:tc>
        <w:tc>
          <w:tcPr>
            <w:tcW w:w="1189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Вид образ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 xml:space="preserve">вательных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программ</w:t>
            </w:r>
          </w:p>
        </w:tc>
        <w:tc>
          <w:tcPr>
            <w:tcW w:w="1783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Место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890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Форма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1188" w:type="dxa"/>
          </w:tcPr>
          <w:p w:rsidR="00C50F58" w:rsidRDefault="00C50F58">
            <w:r w:rsidRPr="002F77F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89" w:type="dxa"/>
            <w:vMerge/>
            <w:vAlign w:val="center"/>
          </w:tcPr>
          <w:p w:rsidR="00C50F58" w:rsidRPr="00260ABF" w:rsidRDefault="00C50F5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C50F58" w:rsidRPr="00260ABF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наименов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ние</w:t>
            </w:r>
          </w:p>
        </w:tc>
        <w:tc>
          <w:tcPr>
            <w:tcW w:w="592" w:type="dxa"/>
            <w:vAlign w:val="center"/>
          </w:tcPr>
          <w:p w:rsidR="00C50F58" w:rsidRPr="00260ABF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1044" w:type="dxa"/>
            <w:vMerge/>
            <w:vAlign w:val="center"/>
          </w:tcPr>
          <w:p w:rsidR="00C50F58" w:rsidRPr="00260ABF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" w:type="dxa"/>
            <w:vMerge/>
            <w:vAlign w:val="center"/>
          </w:tcPr>
          <w:p w:rsidR="00C50F58" w:rsidRPr="00260ABF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0" w:type="dxa"/>
            <w:vMerge/>
            <w:vAlign w:val="center"/>
          </w:tcPr>
          <w:p w:rsidR="00C50F58" w:rsidRPr="00260ABF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процентах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абсолютных показателях</w:t>
            </w:r>
          </w:p>
        </w:tc>
      </w:tr>
      <w:tr w:rsidR="002E7D18" w:rsidRPr="005601CB" w:rsidTr="00A21B3F">
        <w:trPr>
          <w:trHeight w:val="225"/>
        </w:trPr>
        <w:tc>
          <w:tcPr>
            <w:tcW w:w="1253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9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83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0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8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89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40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2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44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1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0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3" w:type="dxa"/>
            <w:shd w:val="clear" w:color="auto" w:fill="auto"/>
          </w:tcPr>
          <w:p w:rsidR="002E7D18" w:rsidRPr="005601CB" w:rsidRDefault="002E7D18"/>
        </w:tc>
        <w:tc>
          <w:tcPr>
            <w:tcW w:w="1350" w:type="dxa"/>
            <w:shd w:val="clear" w:color="auto" w:fill="auto"/>
          </w:tcPr>
          <w:p w:rsidR="002E7D18" w:rsidRPr="005601CB" w:rsidRDefault="002E7D18"/>
        </w:tc>
      </w:tr>
      <w:tr w:rsidR="000E71F3" w:rsidRPr="005601CB" w:rsidTr="00A21B3F">
        <w:trPr>
          <w:trHeight w:val="714"/>
        </w:trPr>
        <w:tc>
          <w:tcPr>
            <w:tcW w:w="1253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  <w:r w:rsidRPr="008A2943">
              <w:rPr>
                <w:rFonts w:ascii="Times New Roman" w:hAnsi="Times New Roman" w:cs="Times New Roman"/>
                <w:sz w:val="20"/>
              </w:rPr>
              <w:t>802111О.99.0.БА96АЭ33001</w:t>
            </w:r>
          </w:p>
        </w:tc>
        <w:tc>
          <w:tcPr>
            <w:tcW w:w="1336" w:type="dxa"/>
          </w:tcPr>
          <w:p w:rsidR="000E71F3" w:rsidRPr="008A2943" w:rsidRDefault="000E71F3" w:rsidP="00FF114E">
            <w:pPr>
              <w:rPr>
                <w:color w:val="000000"/>
                <w:sz w:val="18"/>
                <w:szCs w:val="18"/>
              </w:rPr>
            </w:pPr>
            <w:r w:rsidRPr="008A2943">
              <w:rPr>
                <w:color w:val="000000"/>
                <w:sz w:val="18"/>
                <w:szCs w:val="18"/>
              </w:rPr>
              <w:t>Дети-инвалиды</w:t>
            </w:r>
          </w:p>
        </w:tc>
        <w:tc>
          <w:tcPr>
            <w:tcW w:w="1189" w:type="dxa"/>
          </w:tcPr>
          <w:p w:rsidR="000E71F3" w:rsidRPr="008A2943" w:rsidRDefault="000E71F3" w:rsidP="00FF114E">
            <w:pPr>
              <w:rPr>
                <w:color w:val="000000"/>
                <w:sz w:val="18"/>
                <w:szCs w:val="18"/>
              </w:rPr>
            </w:pPr>
            <w:r w:rsidRPr="008A2943"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783" w:type="dxa"/>
          </w:tcPr>
          <w:p w:rsidR="000E71F3" w:rsidRPr="008A2943" w:rsidRDefault="000E71F3" w:rsidP="00FF114E">
            <w:pPr>
              <w:rPr>
                <w:color w:val="000000"/>
                <w:sz w:val="18"/>
                <w:szCs w:val="18"/>
              </w:rPr>
            </w:pPr>
            <w:r w:rsidRPr="008A2943">
              <w:rPr>
                <w:color w:val="000000"/>
                <w:sz w:val="18"/>
                <w:szCs w:val="18"/>
              </w:rPr>
              <w:t>проходящие обуч</w:t>
            </w:r>
            <w:r w:rsidRPr="008A2943">
              <w:rPr>
                <w:color w:val="000000"/>
                <w:sz w:val="18"/>
                <w:szCs w:val="18"/>
              </w:rPr>
              <w:t>е</w:t>
            </w:r>
            <w:r w:rsidRPr="008A2943">
              <w:rPr>
                <w:color w:val="000000"/>
                <w:sz w:val="18"/>
                <w:szCs w:val="18"/>
              </w:rPr>
              <w:t>ние по состоянию здоровья на дому</w:t>
            </w:r>
          </w:p>
        </w:tc>
        <w:tc>
          <w:tcPr>
            <w:tcW w:w="890" w:type="dxa"/>
          </w:tcPr>
          <w:p w:rsidR="000E71F3" w:rsidRPr="008A2943" w:rsidRDefault="000E71F3" w:rsidP="00FF114E">
            <w:pPr>
              <w:rPr>
                <w:color w:val="000000"/>
                <w:sz w:val="18"/>
                <w:szCs w:val="18"/>
              </w:rPr>
            </w:pPr>
            <w:r w:rsidRPr="008A2943"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1188" w:type="dxa"/>
          </w:tcPr>
          <w:p w:rsidR="000E71F3" w:rsidRDefault="000E71F3" w:rsidP="00FF11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9" w:type="dxa"/>
          </w:tcPr>
          <w:p w:rsidR="000E71F3" w:rsidRPr="00F24499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0E71F3" w:rsidRPr="00F24499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:rsidR="000E71F3" w:rsidRPr="00F24499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1350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</w:tbl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FF114E" w:rsidRPr="00592660" w:rsidTr="00FF114E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FF114E" w:rsidRDefault="00FF114E" w:rsidP="00FF114E">
            <w:pPr>
              <w:pStyle w:val="ConsPlusNonformat"/>
              <w:numPr>
                <w:ilvl w:val="1"/>
                <w:numId w:val="18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муниципальной услуги:</w:t>
            </w:r>
          </w:p>
          <w:p w:rsidR="00922A95" w:rsidRPr="00592660" w:rsidRDefault="00922A95" w:rsidP="00922A95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FF114E" w:rsidRPr="00592660" w:rsidRDefault="00FF114E" w:rsidP="00FF114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964"/>
        <w:gridCol w:w="964"/>
        <w:gridCol w:w="1474"/>
        <w:gridCol w:w="851"/>
        <w:gridCol w:w="969"/>
        <w:gridCol w:w="1106"/>
        <w:gridCol w:w="907"/>
        <w:gridCol w:w="624"/>
        <w:gridCol w:w="1020"/>
        <w:gridCol w:w="902"/>
        <w:gridCol w:w="851"/>
        <w:gridCol w:w="991"/>
        <w:gridCol w:w="822"/>
        <w:gridCol w:w="851"/>
        <w:gridCol w:w="737"/>
        <w:gridCol w:w="770"/>
      </w:tblGrid>
      <w:tr w:rsidR="002E7D18" w:rsidRPr="005601CB" w:rsidTr="002E7D18">
        <w:tc>
          <w:tcPr>
            <w:tcW w:w="1055" w:type="dxa"/>
            <w:vMerge w:val="restart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Уникальный номер реес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ровой записи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1820" w:type="dxa"/>
            <w:gridSpan w:val="2"/>
            <w:vMerge w:val="restart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зующий условия (фо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мы) оказания муниц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пальной услуги</w:t>
            </w:r>
          </w:p>
        </w:tc>
        <w:tc>
          <w:tcPr>
            <w:tcW w:w="2637" w:type="dxa"/>
            <w:gridSpan w:val="3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2773" w:type="dxa"/>
            <w:gridSpan w:val="3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муниц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пальной услуги</w:t>
            </w:r>
          </w:p>
        </w:tc>
        <w:tc>
          <w:tcPr>
            <w:tcW w:w="2664" w:type="dxa"/>
            <w:gridSpan w:val="3"/>
            <w:vAlign w:val="center"/>
          </w:tcPr>
          <w:p w:rsidR="002E7D18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Среднегодовой размер платы</w:t>
            </w:r>
          </w:p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 xml:space="preserve"> (цена, тариф)</w:t>
            </w:r>
          </w:p>
        </w:tc>
        <w:tc>
          <w:tcPr>
            <w:tcW w:w="1507" w:type="dxa"/>
            <w:gridSpan w:val="2"/>
            <w:vMerge w:val="restart"/>
            <w:shd w:val="clear" w:color="auto" w:fill="auto"/>
          </w:tcPr>
          <w:p w:rsidR="000F6B51" w:rsidRDefault="000F6B51" w:rsidP="000F6B51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(возможные)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отклонения от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установленных</w:t>
            </w:r>
          </w:p>
          <w:p w:rsidR="002E7D18" w:rsidRPr="005601CB" w:rsidRDefault="000F6B51" w:rsidP="000F6B51">
            <w:r w:rsidRPr="007F479B">
              <w:rPr>
                <w:sz w:val="18"/>
                <w:szCs w:val="28"/>
              </w:rPr>
              <w:t>показателей об</w:t>
            </w:r>
            <w:r w:rsidRPr="007F479B">
              <w:rPr>
                <w:sz w:val="18"/>
                <w:szCs w:val="28"/>
              </w:rPr>
              <w:t>ъ</w:t>
            </w:r>
            <w:r w:rsidRPr="007F479B">
              <w:rPr>
                <w:sz w:val="18"/>
                <w:szCs w:val="28"/>
              </w:rPr>
              <w:t>ема муниципал</w:t>
            </w:r>
            <w:r w:rsidRPr="007F479B">
              <w:rPr>
                <w:sz w:val="18"/>
                <w:szCs w:val="28"/>
              </w:rPr>
              <w:t>ь</w:t>
            </w:r>
            <w:r w:rsidRPr="007F479B">
              <w:rPr>
                <w:sz w:val="18"/>
                <w:szCs w:val="28"/>
              </w:rPr>
              <w:t>ной услуги</w:t>
            </w:r>
          </w:p>
        </w:tc>
      </w:tr>
      <w:tr w:rsidR="002E7D18" w:rsidRPr="005601CB" w:rsidTr="002E7D18">
        <w:tc>
          <w:tcPr>
            <w:tcW w:w="1055" w:type="dxa"/>
            <w:vMerge/>
            <w:vAlign w:val="center"/>
          </w:tcPr>
          <w:p w:rsidR="002E7D18" w:rsidRPr="00270979" w:rsidRDefault="002E7D1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2E7D18" w:rsidRPr="00270979" w:rsidRDefault="002E7D1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/>
            <w:vAlign w:val="center"/>
          </w:tcPr>
          <w:p w:rsidR="002E7D18" w:rsidRPr="00270979" w:rsidRDefault="002E7D18" w:rsidP="00FF114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31" w:type="dxa"/>
            <w:gridSpan w:val="2"/>
            <w:vAlign w:val="center"/>
          </w:tcPr>
          <w:p w:rsidR="002E7D18" w:rsidRPr="00270979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3" w:history="1">
              <w:r w:rsidRPr="0027097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20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902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991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22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пери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да)</w:t>
            </w:r>
          </w:p>
        </w:tc>
        <w:tc>
          <w:tcPr>
            <w:tcW w:w="851" w:type="dxa"/>
            <w:vMerge w:val="restart"/>
            <w:vAlign w:val="center"/>
          </w:tcPr>
          <w:p w:rsidR="002E7D18" w:rsidRDefault="002E7D18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1507" w:type="dxa"/>
            <w:gridSpan w:val="2"/>
            <w:vMerge/>
            <w:shd w:val="clear" w:color="auto" w:fill="auto"/>
          </w:tcPr>
          <w:p w:rsidR="002E7D18" w:rsidRPr="005601CB" w:rsidRDefault="002E7D18"/>
        </w:tc>
      </w:tr>
      <w:tr w:rsidR="00C50F58" w:rsidRPr="005601CB" w:rsidTr="00AC410B">
        <w:tc>
          <w:tcPr>
            <w:tcW w:w="1055" w:type="dxa"/>
            <w:vMerge/>
          </w:tcPr>
          <w:p w:rsidR="00C50F58" w:rsidRPr="005E111E" w:rsidRDefault="00C50F58" w:rsidP="00FF114E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Категория потреб</w:t>
            </w:r>
            <w:r w:rsidRPr="0076744B">
              <w:rPr>
                <w:sz w:val="18"/>
                <w:szCs w:val="18"/>
              </w:rPr>
              <w:t>и</w:t>
            </w:r>
            <w:r w:rsidRPr="0076744B">
              <w:rPr>
                <w:sz w:val="18"/>
                <w:szCs w:val="18"/>
              </w:rPr>
              <w:t>телей</w:t>
            </w:r>
          </w:p>
        </w:tc>
        <w:tc>
          <w:tcPr>
            <w:tcW w:w="964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Вид обр</w:t>
            </w:r>
            <w:r w:rsidRPr="0076744B">
              <w:rPr>
                <w:sz w:val="18"/>
                <w:szCs w:val="18"/>
              </w:rPr>
              <w:t>а</w:t>
            </w:r>
            <w:r w:rsidRPr="0076744B">
              <w:rPr>
                <w:sz w:val="18"/>
                <w:szCs w:val="18"/>
              </w:rPr>
              <w:t>зовател</w:t>
            </w:r>
            <w:r w:rsidRPr="0076744B">
              <w:rPr>
                <w:sz w:val="18"/>
                <w:szCs w:val="18"/>
              </w:rPr>
              <w:t>ь</w:t>
            </w:r>
            <w:r w:rsidRPr="0076744B">
              <w:rPr>
                <w:sz w:val="18"/>
                <w:szCs w:val="18"/>
              </w:rPr>
              <w:t>ных пр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>грамм</w:t>
            </w:r>
          </w:p>
        </w:tc>
        <w:tc>
          <w:tcPr>
            <w:tcW w:w="1474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Место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851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Форма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69" w:type="dxa"/>
          </w:tcPr>
          <w:p w:rsidR="00C50F58" w:rsidRDefault="00C50F58">
            <w:r w:rsidRPr="001937C6">
              <w:rPr>
                <w:sz w:val="16"/>
                <w:szCs w:val="16"/>
              </w:rPr>
              <w:t>наименов</w:t>
            </w:r>
            <w:r w:rsidRPr="001937C6">
              <w:rPr>
                <w:sz w:val="16"/>
                <w:szCs w:val="16"/>
              </w:rPr>
              <w:t>а</w:t>
            </w:r>
            <w:r w:rsidRPr="001937C6">
              <w:rPr>
                <w:sz w:val="16"/>
                <w:szCs w:val="16"/>
              </w:rPr>
              <w:t>ние показ</w:t>
            </w:r>
            <w:r w:rsidRPr="001937C6">
              <w:rPr>
                <w:sz w:val="16"/>
                <w:szCs w:val="16"/>
              </w:rPr>
              <w:t>а</w:t>
            </w:r>
            <w:r w:rsidRPr="001937C6">
              <w:rPr>
                <w:sz w:val="16"/>
                <w:szCs w:val="16"/>
              </w:rPr>
              <w:t>теля</w:t>
            </w:r>
          </w:p>
        </w:tc>
        <w:tc>
          <w:tcPr>
            <w:tcW w:w="1106" w:type="dxa"/>
            <w:vMerge/>
          </w:tcPr>
          <w:p w:rsidR="00C50F58" w:rsidRPr="005601CB" w:rsidRDefault="00C50F58" w:rsidP="00FF114E"/>
        </w:tc>
        <w:tc>
          <w:tcPr>
            <w:tcW w:w="907" w:type="dxa"/>
          </w:tcPr>
          <w:p w:rsidR="00C50F58" w:rsidRPr="00D6044D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044D">
              <w:rPr>
                <w:rFonts w:ascii="Times New Roman" w:hAnsi="Times New Roman" w:cs="Times New Roman"/>
                <w:sz w:val="18"/>
                <w:szCs w:val="28"/>
              </w:rPr>
              <w:t>наимен</w:t>
            </w:r>
            <w:r w:rsidRPr="00D6044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D6044D">
              <w:rPr>
                <w:rFonts w:ascii="Times New Roman" w:hAnsi="Times New Roman" w:cs="Times New Roman"/>
                <w:sz w:val="18"/>
                <w:szCs w:val="28"/>
              </w:rPr>
              <w:t>вание</w:t>
            </w:r>
          </w:p>
        </w:tc>
        <w:tc>
          <w:tcPr>
            <w:tcW w:w="624" w:type="dxa"/>
          </w:tcPr>
          <w:p w:rsidR="00C50F58" w:rsidRPr="00D6044D" w:rsidRDefault="00C50F58" w:rsidP="00FF11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D6044D">
              <w:rPr>
                <w:rFonts w:ascii="Times New Roman" w:hAnsi="Times New Roman" w:cs="Times New Roman"/>
                <w:sz w:val="18"/>
                <w:szCs w:val="28"/>
              </w:rPr>
              <w:t>код</w:t>
            </w:r>
          </w:p>
        </w:tc>
        <w:tc>
          <w:tcPr>
            <w:tcW w:w="1020" w:type="dxa"/>
            <w:vMerge/>
          </w:tcPr>
          <w:p w:rsidR="00C50F58" w:rsidRPr="005601CB" w:rsidRDefault="00C50F58" w:rsidP="00FF114E"/>
        </w:tc>
        <w:tc>
          <w:tcPr>
            <w:tcW w:w="902" w:type="dxa"/>
            <w:vMerge/>
          </w:tcPr>
          <w:p w:rsidR="00C50F58" w:rsidRPr="005601CB" w:rsidRDefault="00C50F58" w:rsidP="00FF114E"/>
        </w:tc>
        <w:tc>
          <w:tcPr>
            <w:tcW w:w="851" w:type="dxa"/>
            <w:vMerge/>
          </w:tcPr>
          <w:p w:rsidR="00C50F58" w:rsidRPr="005601CB" w:rsidRDefault="00C50F58" w:rsidP="00FF114E"/>
        </w:tc>
        <w:tc>
          <w:tcPr>
            <w:tcW w:w="991" w:type="dxa"/>
            <w:vMerge/>
          </w:tcPr>
          <w:p w:rsidR="00C50F58" w:rsidRPr="005601CB" w:rsidRDefault="00C50F58" w:rsidP="00FF114E"/>
        </w:tc>
        <w:tc>
          <w:tcPr>
            <w:tcW w:w="822" w:type="dxa"/>
            <w:vMerge/>
          </w:tcPr>
          <w:p w:rsidR="00C50F58" w:rsidRPr="005601CB" w:rsidRDefault="00C50F58" w:rsidP="00FF114E"/>
        </w:tc>
        <w:tc>
          <w:tcPr>
            <w:tcW w:w="851" w:type="dxa"/>
            <w:vMerge/>
          </w:tcPr>
          <w:p w:rsidR="00C50F58" w:rsidRPr="005601CB" w:rsidRDefault="00C50F58" w:rsidP="00FF114E"/>
        </w:tc>
        <w:tc>
          <w:tcPr>
            <w:tcW w:w="737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центах</w:t>
            </w:r>
          </w:p>
        </w:tc>
        <w:tc>
          <w:tcPr>
            <w:tcW w:w="770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лютных показ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а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телях</w:t>
            </w:r>
          </w:p>
        </w:tc>
      </w:tr>
      <w:tr w:rsidR="002E7D18" w:rsidRPr="005601CB" w:rsidTr="002E7D18">
        <w:tc>
          <w:tcPr>
            <w:tcW w:w="1055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4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9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6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2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1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22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</w:tcPr>
          <w:p w:rsidR="002E7D18" w:rsidRPr="005601CB" w:rsidRDefault="002E7D18" w:rsidP="00FF11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7" w:type="dxa"/>
            <w:shd w:val="clear" w:color="auto" w:fill="auto"/>
          </w:tcPr>
          <w:p w:rsidR="002E7D18" w:rsidRPr="005601CB" w:rsidRDefault="002E7D18"/>
        </w:tc>
        <w:tc>
          <w:tcPr>
            <w:tcW w:w="770" w:type="dxa"/>
            <w:shd w:val="clear" w:color="auto" w:fill="auto"/>
          </w:tcPr>
          <w:p w:rsidR="002E7D18" w:rsidRPr="005601CB" w:rsidRDefault="002E7D18"/>
        </w:tc>
      </w:tr>
      <w:tr w:rsidR="000E71F3" w:rsidRPr="005601CB" w:rsidTr="002E7D18">
        <w:tc>
          <w:tcPr>
            <w:tcW w:w="1055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  <w:r w:rsidRPr="008A2943">
              <w:rPr>
                <w:rFonts w:ascii="Times New Roman" w:hAnsi="Times New Roman" w:cs="Times New Roman"/>
                <w:sz w:val="20"/>
              </w:rPr>
              <w:lastRenderedPageBreak/>
              <w:t>802111О.99.0.БА96АЭ33001</w:t>
            </w:r>
          </w:p>
        </w:tc>
        <w:tc>
          <w:tcPr>
            <w:tcW w:w="964" w:type="dxa"/>
          </w:tcPr>
          <w:p w:rsidR="000E71F3" w:rsidRDefault="000E71F3" w:rsidP="00FF11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Дети-инвалиды</w:t>
            </w:r>
          </w:p>
        </w:tc>
        <w:tc>
          <w:tcPr>
            <w:tcW w:w="964" w:type="dxa"/>
          </w:tcPr>
          <w:p w:rsidR="000E71F3" w:rsidRDefault="000E71F3" w:rsidP="00FF11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1474" w:type="dxa"/>
          </w:tcPr>
          <w:p w:rsidR="000E71F3" w:rsidRDefault="000E71F3" w:rsidP="00FF11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проходящие обучение по с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стоянию здор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вья на дому</w:t>
            </w:r>
          </w:p>
        </w:tc>
        <w:tc>
          <w:tcPr>
            <w:tcW w:w="851" w:type="dxa"/>
          </w:tcPr>
          <w:p w:rsidR="000E71F3" w:rsidRDefault="000E71F3" w:rsidP="00FF114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969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E71F3" w:rsidRPr="0051617B" w:rsidRDefault="000E71F3" w:rsidP="00FF114E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51617B">
              <w:rPr>
                <w:rFonts w:ascii="Times New Roman" w:hAnsi="Times New Roman" w:cs="Times New Roman"/>
                <w:sz w:val="18"/>
              </w:rPr>
              <w:t>Число об</w:t>
            </w:r>
            <w:r w:rsidRPr="0051617B">
              <w:rPr>
                <w:rFonts w:ascii="Times New Roman" w:hAnsi="Times New Roman" w:cs="Times New Roman"/>
                <w:sz w:val="18"/>
              </w:rPr>
              <w:t>у</w:t>
            </w:r>
            <w:r w:rsidRPr="0051617B">
              <w:rPr>
                <w:rFonts w:ascii="Times New Roman" w:hAnsi="Times New Roman" w:cs="Times New Roman"/>
                <w:sz w:val="18"/>
              </w:rPr>
              <w:t xml:space="preserve">чающихся </w:t>
            </w:r>
          </w:p>
        </w:tc>
        <w:tc>
          <w:tcPr>
            <w:tcW w:w="907" w:type="dxa"/>
          </w:tcPr>
          <w:p w:rsidR="000E71F3" w:rsidRPr="0051617B" w:rsidRDefault="000E71F3" w:rsidP="00FF114E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51617B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624" w:type="dxa"/>
          </w:tcPr>
          <w:p w:rsidR="000E71F3" w:rsidRPr="0051617B" w:rsidRDefault="000E71F3" w:rsidP="00FF114E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51617B">
              <w:rPr>
                <w:rFonts w:ascii="Times New Roman" w:hAnsi="Times New Roman" w:cs="Times New Roman"/>
                <w:sz w:val="18"/>
              </w:rPr>
              <w:t>792</w:t>
            </w:r>
          </w:p>
        </w:tc>
        <w:tc>
          <w:tcPr>
            <w:tcW w:w="1020" w:type="dxa"/>
          </w:tcPr>
          <w:p w:rsidR="000E71F3" w:rsidRPr="00525441" w:rsidRDefault="00922A95" w:rsidP="005254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02" w:type="dxa"/>
          </w:tcPr>
          <w:p w:rsidR="000E71F3" w:rsidRPr="00525441" w:rsidRDefault="00922A95" w:rsidP="005254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851" w:type="dxa"/>
          </w:tcPr>
          <w:p w:rsidR="000E71F3" w:rsidRPr="00525441" w:rsidRDefault="00922A95" w:rsidP="0052544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1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22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0E71F3" w:rsidRPr="005601CB" w:rsidRDefault="000E71F3" w:rsidP="00FF11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37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770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</w:tbl>
    <w:p w:rsidR="00922A95" w:rsidRDefault="00922A95" w:rsidP="00CE7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E7975" w:rsidRDefault="006D21B2" w:rsidP="00CE7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22A95">
        <w:rPr>
          <w:rFonts w:ascii="Times New Roman" w:hAnsi="Times New Roman" w:cs="Times New Roman"/>
          <w:sz w:val="28"/>
          <w:szCs w:val="28"/>
        </w:rPr>
        <w:t>4</w:t>
      </w:r>
    </w:p>
    <w:p w:rsidR="005A6442" w:rsidRPr="00CE7975" w:rsidRDefault="005A6442" w:rsidP="00CE79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CE7975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CE7975" w:rsidRDefault="00CE7975" w:rsidP="001F7ACC">
            <w:pPr>
              <w:pStyle w:val="ConsPlusNonformat"/>
              <w:numPr>
                <w:ilvl w:val="0"/>
                <w:numId w:val="9"/>
              </w:numPr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  <w:p w:rsidR="00CE7975" w:rsidRPr="00592660" w:rsidRDefault="00596314" w:rsidP="00B825A3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D21B2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основных общеобразовательных программ среднего общего образования</w:t>
            </w:r>
            <w:r w:rsidR="00310C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0C14" w:rsidRPr="00310C14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05450" w:rsidRDefault="00BC5CB0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Код по общеросси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>скому базовому</w:t>
            </w:r>
          </w:p>
          <w:p w:rsidR="00CE7975" w:rsidRPr="00592660" w:rsidRDefault="00BC5CB0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CB0">
              <w:rPr>
                <w:rFonts w:ascii="Times New Roman" w:hAnsi="Times New Roman" w:cs="Times New Roman"/>
                <w:sz w:val="28"/>
                <w:szCs w:val="28"/>
              </w:rPr>
              <w:t xml:space="preserve"> перечню</w:t>
            </w:r>
          </w:p>
        </w:tc>
        <w:tc>
          <w:tcPr>
            <w:tcW w:w="1778" w:type="dxa"/>
            <w:vMerge w:val="restart"/>
            <w:tcBorders>
              <w:left w:val="single" w:sz="4" w:space="0" w:color="auto"/>
            </w:tcBorders>
          </w:tcPr>
          <w:p w:rsidR="00CE7975" w:rsidRPr="00592660" w:rsidRDefault="00F02034" w:rsidP="004E47A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E7975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  <w:r w:rsidR="004E47A7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CE797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</w:p>
        </w:tc>
      </w:tr>
      <w:tr w:rsidR="00CE7975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CE7975" w:rsidRDefault="00CE7975" w:rsidP="001F7ACC">
            <w:pPr>
              <w:pStyle w:val="ConsPlusNonformat"/>
              <w:numPr>
                <w:ilvl w:val="0"/>
                <w:numId w:val="9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потребителей муниципальной услуги</w:t>
            </w:r>
          </w:p>
          <w:p w:rsidR="00CE7975" w:rsidRPr="00592660" w:rsidRDefault="00310C14" w:rsidP="00807910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C11B7" w:rsidRPr="00260ABF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</w:t>
            </w:r>
          </w:p>
        </w:tc>
        <w:tc>
          <w:tcPr>
            <w:tcW w:w="2694" w:type="dxa"/>
            <w:vMerge/>
            <w:tcBorders>
              <w:left w:val="nil"/>
              <w:right w:val="single" w:sz="4" w:space="0" w:color="auto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975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4E7B00" w:rsidRDefault="00CE7975" w:rsidP="00AA6D9F">
            <w:pPr>
              <w:pStyle w:val="ConsPlusNonformat"/>
              <w:numPr>
                <w:ilvl w:val="0"/>
                <w:numId w:val="9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и качество муниципальной услуги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7975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1F7ACC">
            <w:pPr>
              <w:pStyle w:val="ConsPlusNonformat"/>
              <w:numPr>
                <w:ilvl w:val="1"/>
                <w:numId w:val="9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</w:t>
            </w:r>
            <w:r w:rsidR="004329F3">
              <w:rPr>
                <w:rFonts w:ascii="Times New Roman" w:hAnsi="Times New Roman" w:cs="Times New Roman"/>
                <w:sz w:val="28"/>
                <w:szCs w:val="28"/>
              </w:rPr>
              <w:t>е качество муниципальной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7975" w:rsidRPr="005601CB" w:rsidRDefault="00CE7975" w:rsidP="005A6442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          </w:t>
      </w:r>
    </w:p>
    <w:tbl>
      <w:tblPr>
        <w:tblW w:w="15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134"/>
        <w:gridCol w:w="1134"/>
        <w:gridCol w:w="992"/>
        <w:gridCol w:w="992"/>
        <w:gridCol w:w="1134"/>
        <w:gridCol w:w="2977"/>
        <w:gridCol w:w="851"/>
        <w:gridCol w:w="708"/>
        <w:gridCol w:w="993"/>
        <w:gridCol w:w="992"/>
        <w:gridCol w:w="992"/>
        <w:gridCol w:w="992"/>
        <w:gridCol w:w="1134"/>
      </w:tblGrid>
      <w:tr w:rsidR="00554304" w:rsidRPr="005601CB" w:rsidTr="00F624F3">
        <w:trPr>
          <w:trHeight w:val="603"/>
        </w:trPr>
        <w:tc>
          <w:tcPr>
            <w:tcW w:w="913" w:type="dxa"/>
            <w:vMerge w:val="restart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Уникал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ный номер реестровой записи</w:t>
            </w:r>
          </w:p>
        </w:tc>
        <w:tc>
          <w:tcPr>
            <w:tcW w:w="3260" w:type="dxa"/>
            <w:gridSpan w:val="3"/>
            <w:vMerge w:val="restart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щий условия (формы) оказ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ния муниципальной услуги</w:t>
            </w:r>
          </w:p>
        </w:tc>
        <w:tc>
          <w:tcPr>
            <w:tcW w:w="4536" w:type="dxa"/>
            <w:gridSpan w:val="3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муниц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пальной услуги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F6B51" w:rsidRDefault="000F6B51" w:rsidP="000F6B51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 (возможные) отклонения от установле</w:t>
            </w:r>
            <w:r w:rsidRPr="006C3949">
              <w:rPr>
                <w:sz w:val="16"/>
                <w:szCs w:val="28"/>
              </w:rPr>
              <w:t>н</w:t>
            </w:r>
            <w:r w:rsidRPr="006C3949">
              <w:rPr>
                <w:sz w:val="16"/>
                <w:szCs w:val="28"/>
              </w:rPr>
              <w:t>ных показателей</w:t>
            </w:r>
          </w:p>
          <w:p w:rsidR="00554304" w:rsidRPr="005601CB" w:rsidRDefault="000F6B51" w:rsidP="000F6B51">
            <w:r w:rsidRPr="006C3949">
              <w:rPr>
                <w:sz w:val="16"/>
                <w:szCs w:val="28"/>
              </w:rPr>
              <w:t>качества муниципальной услуги</w:t>
            </w:r>
          </w:p>
        </w:tc>
      </w:tr>
      <w:tr w:rsidR="00554304" w:rsidRPr="005601CB" w:rsidTr="00F624F3">
        <w:trPr>
          <w:trHeight w:val="20"/>
        </w:trPr>
        <w:tc>
          <w:tcPr>
            <w:tcW w:w="913" w:type="dxa"/>
            <w:vMerge/>
            <w:vAlign w:val="center"/>
          </w:tcPr>
          <w:p w:rsidR="00554304" w:rsidRPr="00260ABF" w:rsidRDefault="00554304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Merge/>
            <w:vAlign w:val="center"/>
          </w:tcPr>
          <w:p w:rsidR="00554304" w:rsidRPr="00260ABF" w:rsidRDefault="00554304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54304" w:rsidRPr="00260ABF" w:rsidRDefault="00554304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54304" w:rsidRPr="00260ABF" w:rsidRDefault="00554304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4" w:history="1">
              <w:r w:rsidRPr="00260ABF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993" w:type="dxa"/>
            <w:vMerge w:val="restart"/>
            <w:vAlign w:val="center"/>
          </w:tcPr>
          <w:p w:rsidR="00554304" w:rsidRDefault="00554304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554304" w:rsidRDefault="00554304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554304" w:rsidRDefault="00554304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54304" w:rsidRPr="005601CB" w:rsidRDefault="00554304"/>
        </w:tc>
      </w:tr>
      <w:tr w:rsidR="00C50F58" w:rsidRPr="005601CB" w:rsidTr="00F624F3">
        <w:trPr>
          <w:trHeight w:val="540"/>
        </w:trPr>
        <w:tc>
          <w:tcPr>
            <w:tcW w:w="913" w:type="dxa"/>
            <w:vMerge/>
            <w:vAlign w:val="center"/>
          </w:tcPr>
          <w:p w:rsidR="00C50F58" w:rsidRPr="00260ABF" w:rsidRDefault="00C50F58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Категория потребит</w:t>
            </w:r>
            <w:r w:rsidRPr="0076744B">
              <w:rPr>
                <w:sz w:val="18"/>
                <w:szCs w:val="18"/>
              </w:rPr>
              <w:t>е</w:t>
            </w:r>
            <w:r w:rsidRPr="0076744B">
              <w:rPr>
                <w:sz w:val="18"/>
                <w:szCs w:val="18"/>
              </w:rPr>
              <w:t>лей</w:t>
            </w:r>
          </w:p>
        </w:tc>
        <w:tc>
          <w:tcPr>
            <w:tcW w:w="1134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Вид образ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>вательных программ</w:t>
            </w:r>
          </w:p>
        </w:tc>
        <w:tc>
          <w:tcPr>
            <w:tcW w:w="992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Место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92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Форма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1134" w:type="dxa"/>
          </w:tcPr>
          <w:p w:rsidR="00C50F58" w:rsidRDefault="00C50F58">
            <w:r w:rsidRPr="0090497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77" w:type="dxa"/>
            <w:vMerge/>
            <w:vAlign w:val="center"/>
          </w:tcPr>
          <w:p w:rsidR="00C50F58" w:rsidRPr="00260ABF" w:rsidRDefault="00C50F58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50F58" w:rsidRPr="00260AB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наимен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</w:p>
        </w:tc>
        <w:tc>
          <w:tcPr>
            <w:tcW w:w="708" w:type="dxa"/>
            <w:vAlign w:val="center"/>
          </w:tcPr>
          <w:p w:rsidR="00C50F58" w:rsidRPr="00260AB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AB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50F58" w:rsidRPr="00260AB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50F58" w:rsidRPr="00260AB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50F58" w:rsidRPr="00260AB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проце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н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абсолю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ных показ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а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телях</w:t>
            </w:r>
          </w:p>
        </w:tc>
      </w:tr>
      <w:tr w:rsidR="002E7D18" w:rsidRPr="005601CB" w:rsidTr="00F624F3">
        <w:trPr>
          <w:trHeight w:val="222"/>
        </w:trPr>
        <w:tc>
          <w:tcPr>
            <w:tcW w:w="913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2E7D18" w:rsidRPr="005601CB" w:rsidRDefault="002E7D18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2E7D18" w:rsidRPr="005601CB" w:rsidRDefault="00F624F3">
            <w:r>
              <w:t>13</w:t>
            </w:r>
          </w:p>
        </w:tc>
        <w:tc>
          <w:tcPr>
            <w:tcW w:w="1134" w:type="dxa"/>
            <w:shd w:val="clear" w:color="auto" w:fill="auto"/>
          </w:tcPr>
          <w:p w:rsidR="002E7D18" w:rsidRPr="005601CB" w:rsidRDefault="00F624F3">
            <w:r>
              <w:t>14</w:t>
            </w:r>
          </w:p>
        </w:tc>
      </w:tr>
      <w:tr w:rsidR="000E71F3" w:rsidRPr="005601CB" w:rsidTr="00F624F3">
        <w:tc>
          <w:tcPr>
            <w:tcW w:w="913" w:type="dxa"/>
            <w:vMerge w:val="restart"/>
          </w:tcPr>
          <w:p w:rsidR="000E71F3" w:rsidRPr="00602B6B" w:rsidRDefault="000E71F3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802112О.99.0.ББ11АЮ58001</w:t>
            </w:r>
          </w:p>
        </w:tc>
        <w:tc>
          <w:tcPr>
            <w:tcW w:w="1134" w:type="dxa"/>
            <w:vMerge w:val="restart"/>
          </w:tcPr>
          <w:p w:rsidR="000E71F3" w:rsidRPr="00602B6B" w:rsidRDefault="000E71F3" w:rsidP="002B7815">
            <w:pPr>
              <w:rPr>
                <w:color w:val="000000"/>
                <w:szCs w:val="18"/>
              </w:rPr>
            </w:pPr>
            <w:r w:rsidRPr="00602B6B">
              <w:rPr>
                <w:color w:val="000000"/>
                <w:szCs w:val="18"/>
              </w:rPr>
              <w:t>не указано</w:t>
            </w:r>
          </w:p>
        </w:tc>
        <w:tc>
          <w:tcPr>
            <w:tcW w:w="1134" w:type="dxa"/>
            <w:vMerge w:val="restart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92" w:type="dxa"/>
            <w:vMerge w:val="restart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92" w:type="dxa"/>
            <w:vMerge w:val="restart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</w:tcPr>
          <w:p w:rsidR="000E71F3" w:rsidRPr="00C50F58" w:rsidRDefault="000E71F3" w:rsidP="002B781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0F58">
              <w:rPr>
                <w:rFonts w:ascii="Times New Roman" w:hAnsi="Times New Roman" w:cs="Times New Roman"/>
                <w:sz w:val="20"/>
              </w:rPr>
              <w:t xml:space="preserve"> Доля обучающихся успешно освоивших образовательные программы по итогам учебного года не менее 100 %  </w:t>
            </w:r>
          </w:p>
        </w:tc>
        <w:tc>
          <w:tcPr>
            <w:tcW w:w="851" w:type="dxa"/>
          </w:tcPr>
          <w:p w:rsidR="000E71F3" w:rsidRPr="00C50F58" w:rsidRDefault="000E71F3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C50F58">
              <w:rPr>
                <w:rFonts w:ascii="Times New Roman" w:hAnsi="Times New Roman" w:cs="Times New Roman"/>
                <w:sz w:val="16"/>
              </w:rPr>
              <w:t>Процент</w:t>
            </w:r>
          </w:p>
        </w:tc>
        <w:tc>
          <w:tcPr>
            <w:tcW w:w="708" w:type="dxa"/>
          </w:tcPr>
          <w:p w:rsidR="000E71F3" w:rsidRPr="00F624F3" w:rsidRDefault="000E71F3" w:rsidP="002B781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F624F3">
              <w:rPr>
                <w:rFonts w:ascii="Times New Roman" w:hAnsi="Times New Roman" w:cs="Times New Roman"/>
                <w:sz w:val="18"/>
              </w:rPr>
              <w:t>001</w:t>
            </w:r>
          </w:p>
        </w:tc>
        <w:tc>
          <w:tcPr>
            <w:tcW w:w="993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1134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  <w:tr w:rsidR="000E71F3" w:rsidRPr="005601CB" w:rsidTr="00F624F3">
        <w:tc>
          <w:tcPr>
            <w:tcW w:w="913" w:type="dxa"/>
            <w:vMerge/>
          </w:tcPr>
          <w:p w:rsidR="000E71F3" w:rsidRPr="005601CB" w:rsidRDefault="000E71F3" w:rsidP="002B7815"/>
        </w:tc>
        <w:tc>
          <w:tcPr>
            <w:tcW w:w="1134" w:type="dxa"/>
            <w:vMerge/>
          </w:tcPr>
          <w:p w:rsidR="000E71F3" w:rsidRPr="005601CB" w:rsidRDefault="000E71F3" w:rsidP="002B7815"/>
        </w:tc>
        <w:tc>
          <w:tcPr>
            <w:tcW w:w="1134" w:type="dxa"/>
            <w:vMerge/>
          </w:tcPr>
          <w:p w:rsidR="000E71F3" w:rsidRPr="005601CB" w:rsidRDefault="000E71F3" w:rsidP="002B7815"/>
        </w:tc>
        <w:tc>
          <w:tcPr>
            <w:tcW w:w="992" w:type="dxa"/>
            <w:vMerge/>
          </w:tcPr>
          <w:p w:rsidR="000E71F3" w:rsidRPr="005601CB" w:rsidRDefault="000E71F3" w:rsidP="002B7815"/>
        </w:tc>
        <w:tc>
          <w:tcPr>
            <w:tcW w:w="992" w:type="dxa"/>
            <w:vMerge/>
          </w:tcPr>
          <w:p w:rsidR="000E71F3" w:rsidRPr="005601CB" w:rsidRDefault="000E71F3" w:rsidP="002B7815"/>
        </w:tc>
        <w:tc>
          <w:tcPr>
            <w:tcW w:w="1134" w:type="dxa"/>
            <w:vMerge/>
          </w:tcPr>
          <w:p w:rsidR="000E71F3" w:rsidRPr="005601CB" w:rsidRDefault="000E71F3" w:rsidP="002B7815"/>
        </w:tc>
        <w:tc>
          <w:tcPr>
            <w:tcW w:w="2977" w:type="dxa"/>
          </w:tcPr>
          <w:p w:rsidR="000E71F3" w:rsidRPr="00C50F58" w:rsidRDefault="000E71F3" w:rsidP="00C62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0F58">
              <w:rPr>
                <w:rFonts w:ascii="Times New Roman" w:hAnsi="Times New Roman" w:cs="Times New Roman"/>
                <w:sz w:val="20"/>
              </w:rPr>
              <w:t xml:space="preserve"> Доля выпускников получивших документ государственного о</w:t>
            </w:r>
            <w:r w:rsidRPr="00C50F58">
              <w:rPr>
                <w:rFonts w:ascii="Times New Roman" w:hAnsi="Times New Roman" w:cs="Times New Roman"/>
                <w:sz w:val="20"/>
              </w:rPr>
              <w:t>б</w:t>
            </w:r>
            <w:r w:rsidRPr="00C50F58">
              <w:rPr>
                <w:rFonts w:ascii="Times New Roman" w:hAnsi="Times New Roman" w:cs="Times New Roman"/>
                <w:sz w:val="20"/>
              </w:rPr>
              <w:t xml:space="preserve">разца о соответствующем уровне образования не менее 100 % </w:t>
            </w:r>
          </w:p>
        </w:tc>
        <w:tc>
          <w:tcPr>
            <w:tcW w:w="851" w:type="dxa"/>
          </w:tcPr>
          <w:p w:rsidR="000E71F3" w:rsidRPr="00C50F58" w:rsidRDefault="000E71F3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C50F58">
              <w:rPr>
                <w:rFonts w:ascii="Times New Roman" w:hAnsi="Times New Roman" w:cs="Times New Roman"/>
                <w:sz w:val="16"/>
              </w:rPr>
              <w:t>Процент</w:t>
            </w:r>
          </w:p>
        </w:tc>
        <w:tc>
          <w:tcPr>
            <w:tcW w:w="708" w:type="dxa"/>
          </w:tcPr>
          <w:p w:rsidR="000E71F3" w:rsidRPr="00F624F3" w:rsidRDefault="000E71F3" w:rsidP="002B781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F624F3">
              <w:rPr>
                <w:rFonts w:ascii="Times New Roman" w:hAnsi="Times New Roman" w:cs="Times New Roman"/>
                <w:sz w:val="18"/>
              </w:rPr>
              <w:t>002</w:t>
            </w:r>
          </w:p>
        </w:tc>
        <w:tc>
          <w:tcPr>
            <w:tcW w:w="993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1134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  <w:tr w:rsidR="000E71F3" w:rsidRPr="005601CB" w:rsidTr="00F624F3">
        <w:tc>
          <w:tcPr>
            <w:tcW w:w="913" w:type="dxa"/>
            <w:vMerge/>
          </w:tcPr>
          <w:p w:rsidR="000E71F3" w:rsidRPr="005601CB" w:rsidRDefault="000E71F3" w:rsidP="002B7815"/>
        </w:tc>
        <w:tc>
          <w:tcPr>
            <w:tcW w:w="1134" w:type="dxa"/>
            <w:vMerge/>
          </w:tcPr>
          <w:p w:rsidR="000E71F3" w:rsidRPr="005601CB" w:rsidRDefault="000E71F3" w:rsidP="002B7815"/>
        </w:tc>
        <w:tc>
          <w:tcPr>
            <w:tcW w:w="1134" w:type="dxa"/>
            <w:vMerge/>
          </w:tcPr>
          <w:p w:rsidR="000E71F3" w:rsidRPr="005601CB" w:rsidRDefault="000E71F3" w:rsidP="002B7815"/>
        </w:tc>
        <w:tc>
          <w:tcPr>
            <w:tcW w:w="992" w:type="dxa"/>
            <w:vMerge/>
          </w:tcPr>
          <w:p w:rsidR="000E71F3" w:rsidRPr="005601CB" w:rsidRDefault="000E71F3" w:rsidP="002B7815"/>
        </w:tc>
        <w:tc>
          <w:tcPr>
            <w:tcW w:w="992" w:type="dxa"/>
            <w:vMerge/>
          </w:tcPr>
          <w:p w:rsidR="000E71F3" w:rsidRPr="005601CB" w:rsidRDefault="000E71F3" w:rsidP="002B7815"/>
        </w:tc>
        <w:tc>
          <w:tcPr>
            <w:tcW w:w="1134" w:type="dxa"/>
            <w:vMerge/>
          </w:tcPr>
          <w:p w:rsidR="000E71F3" w:rsidRPr="005601CB" w:rsidRDefault="000E71F3" w:rsidP="002B7815"/>
        </w:tc>
        <w:tc>
          <w:tcPr>
            <w:tcW w:w="2977" w:type="dxa"/>
          </w:tcPr>
          <w:p w:rsidR="000E71F3" w:rsidRPr="00C50F58" w:rsidRDefault="000E71F3" w:rsidP="00C6210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0F58">
              <w:rPr>
                <w:rFonts w:ascii="Times New Roman" w:hAnsi="Times New Roman" w:cs="Times New Roman"/>
                <w:sz w:val="20"/>
              </w:rPr>
              <w:t xml:space="preserve">  Доля потребителей, удовлетв</w:t>
            </w:r>
            <w:r w:rsidRPr="00C50F58">
              <w:rPr>
                <w:rFonts w:ascii="Times New Roman" w:hAnsi="Times New Roman" w:cs="Times New Roman"/>
                <w:sz w:val="20"/>
              </w:rPr>
              <w:t>о</w:t>
            </w:r>
            <w:r w:rsidRPr="00C50F58">
              <w:rPr>
                <w:rFonts w:ascii="Times New Roman" w:hAnsi="Times New Roman" w:cs="Times New Roman"/>
                <w:sz w:val="20"/>
              </w:rPr>
              <w:t>ренных качеством оказания м</w:t>
            </w:r>
            <w:r w:rsidRPr="00C50F58">
              <w:rPr>
                <w:rFonts w:ascii="Times New Roman" w:hAnsi="Times New Roman" w:cs="Times New Roman"/>
                <w:sz w:val="20"/>
              </w:rPr>
              <w:t>у</w:t>
            </w:r>
            <w:r w:rsidRPr="00C50F58">
              <w:rPr>
                <w:rFonts w:ascii="Times New Roman" w:hAnsi="Times New Roman" w:cs="Times New Roman"/>
                <w:sz w:val="20"/>
              </w:rPr>
              <w:t xml:space="preserve">ниципальной услуги (данные на </w:t>
            </w:r>
            <w:r w:rsidRPr="00C50F58">
              <w:rPr>
                <w:rFonts w:ascii="Times New Roman" w:hAnsi="Times New Roman" w:cs="Times New Roman"/>
                <w:sz w:val="20"/>
              </w:rPr>
              <w:lastRenderedPageBreak/>
              <w:t xml:space="preserve">основе социологического опроса потребителей муниципальной услуги)  - более 85% </w:t>
            </w:r>
          </w:p>
        </w:tc>
        <w:tc>
          <w:tcPr>
            <w:tcW w:w="851" w:type="dxa"/>
          </w:tcPr>
          <w:p w:rsidR="000E71F3" w:rsidRPr="00C50F58" w:rsidRDefault="000E71F3" w:rsidP="002B7815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  <w:r w:rsidRPr="00C50F58">
              <w:rPr>
                <w:rFonts w:ascii="Times New Roman" w:hAnsi="Times New Roman" w:cs="Times New Roman"/>
                <w:sz w:val="16"/>
              </w:rPr>
              <w:lastRenderedPageBreak/>
              <w:t>Процент</w:t>
            </w:r>
          </w:p>
        </w:tc>
        <w:tc>
          <w:tcPr>
            <w:tcW w:w="708" w:type="dxa"/>
          </w:tcPr>
          <w:p w:rsidR="000E71F3" w:rsidRPr="00F624F3" w:rsidRDefault="000E71F3" w:rsidP="002B781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F624F3">
              <w:rPr>
                <w:rFonts w:ascii="Times New Roman" w:hAnsi="Times New Roman" w:cs="Times New Roman"/>
                <w:sz w:val="18"/>
              </w:rPr>
              <w:t>003</w:t>
            </w:r>
          </w:p>
        </w:tc>
        <w:tc>
          <w:tcPr>
            <w:tcW w:w="993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1134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</w:tbl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CE7975" w:rsidRPr="00592660" w:rsidTr="002B7815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1F7ACC">
            <w:pPr>
              <w:pStyle w:val="ConsPlusNonformat"/>
              <w:numPr>
                <w:ilvl w:val="1"/>
                <w:numId w:val="9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Показатели, характеризующие объем муниципальной услуги: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E7975" w:rsidRPr="00592660" w:rsidRDefault="00CE7975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D18" w:rsidRPr="005601CB" w:rsidRDefault="002E7D18" w:rsidP="00CE797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964"/>
        <w:gridCol w:w="964"/>
        <w:gridCol w:w="964"/>
        <w:gridCol w:w="964"/>
        <w:gridCol w:w="969"/>
        <w:gridCol w:w="1106"/>
        <w:gridCol w:w="907"/>
        <w:gridCol w:w="624"/>
        <w:gridCol w:w="1020"/>
        <w:gridCol w:w="873"/>
        <w:gridCol w:w="851"/>
        <w:gridCol w:w="1020"/>
        <w:gridCol w:w="964"/>
        <w:gridCol w:w="850"/>
        <w:gridCol w:w="1021"/>
        <w:gridCol w:w="972"/>
      </w:tblGrid>
      <w:tr w:rsidR="005B5793" w:rsidRPr="005601CB" w:rsidTr="005B5793">
        <w:tc>
          <w:tcPr>
            <w:tcW w:w="913" w:type="dxa"/>
            <w:vMerge w:val="restart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Уникал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ный номер реестровой записи</w:t>
            </w:r>
          </w:p>
        </w:tc>
        <w:tc>
          <w:tcPr>
            <w:tcW w:w="2892" w:type="dxa"/>
            <w:gridSpan w:val="3"/>
            <w:vMerge w:val="restart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жание муниципальной услуги</w:t>
            </w:r>
          </w:p>
        </w:tc>
        <w:tc>
          <w:tcPr>
            <w:tcW w:w="1933" w:type="dxa"/>
            <w:gridSpan w:val="2"/>
            <w:vMerge w:val="restart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зующий условия (формы) оказания муниципальной услуги</w:t>
            </w:r>
          </w:p>
        </w:tc>
        <w:tc>
          <w:tcPr>
            <w:tcW w:w="2637" w:type="dxa"/>
            <w:gridSpan w:val="3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2744" w:type="dxa"/>
            <w:gridSpan w:val="3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объема муниц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пальной услуги</w:t>
            </w:r>
          </w:p>
        </w:tc>
        <w:tc>
          <w:tcPr>
            <w:tcW w:w="2834" w:type="dxa"/>
            <w:gridSpan w:val="3"/>
            <w:vAlign w:val="center"/>
          </w:tcPr>
          <w:p w:rsidR="005B5793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Среднегодовой размер платы</w:t>
            </w:r>
          </w:p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 xml:space="preserve"> (цена, тариф)</w:t>
            </w:r>
          </w:p>
        </w:tc>
        <w:tc>
          <w:tcPr>
            <w:tcW w:w="1993" w:type="dxa"/>
            <w:gridSpan w:val="2"/>
            <w:vMerge w:val="restart"/>
            <w:shd w:val="clear" w:color="auto" w:fill="auto"/>
          </w:tcPr>
          <w:p w:rsidR="000F6B51" w:rsidRDefault="000F6B51" w:rsidP="000F6B51">
            <w:pPr>
              <w:jc w:val="center"/>
              <w:rPr>
                <w:sz w:val="16"/>
                <w:szCs w:val="28"/>
              </w:rPr>
            </w:pPr>
            <w:r w:rsidRPr="006C3949">
              <w:rPr>
                <w:sz w:val="16"/>
                <w:szCs w:val="28"/>
              </w:rPr>
              <w:t>Допустимые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(возможные)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отклонения от</w:t>
            </w:r>
          </w:p>
          <w:p w:rsidR="000F6B51" w:rsidRPr="007F479B" w:rsidRDefault="000F6B51" w:rsidP="000F6B51">
            <w:pPr>
              <w:jc w:val="center"/>
              <w:rPr>
                <w:sz w:val="18"/>
                <w:szCs w:val="28"/>
              </w:rPr>
            </w:pPr>
            <w:r w:rsidRPr="007F479B">
              <w:rPr>
                <w:sz w:val="18"/>
                <w:szCs w:val="28"/>
              </w:rPr>
              <w:t>установленных</w:t>
            </w:r>
          </w:p>
          <w:p w:rsidR="005B5793" w:rsidRPr="005601CB" w:rsidRDefault="000F6B51" w:rsidP="000F6B51">
            <w:r w:rsidRPr="007F479B">
              <w:rPr>
                <w:sz w:val="18"/>
                <w:szCs w:val="28"/>
              </w:rPr>
              <w:t>показателей объема муниципальной услуги</w:t>
            </w:r>
          </w:p>
        </w:tc>
      </w:tr>
      <w:tr w:rsidR="005B5793" w:rsidRPr="005601CB" w:rsidTr="005B5793">
        <w:tc>
          <w:tcPr>
            <w:tcW w:w="913" w:type="dxa"/>
            <w:vMerge/>
            <w:vAlign w:val="center"/>
          </w:tcPr>
          <w:p w:rsidR="005B5793" w:rsidRPr="00270979" w:rsidRDefault="005B5793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92" w:type="dxa"/>
            <w:gridSpan w:val="3"/>
            <w:vMerge/>
            <w:vAlign w:val="center"/>
          </w:tcPr>
          <w:p w:rsidR="005B5793" w:rsidRPr="00270979" w:rsidRDefault="005B5793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33" w:type="dxa"/>
            <w:gridSpan w:val="2"/>
            <w:vMerge/>
            <w:vAlign w:val="center"/>
          </w:tcPr>
          <w:p w:rsidR="005B5793" w:rsidRPr="00270979" w:rsidRDefault="005B5793" w:rsidP="002B78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6" w:type="dxa"/>
            <w:vMerge w:val="restart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31" w:type="dxa"/>
            <w:gridSpan w:val="2"/>
            <w:vAlign w:val="center"/>
          </w:tcPr>
          <w:p w:rsidR="005B5793" w:rsidRPr="00270979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0979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5" w:history="1">
              <w:r w:rsidRPr="00270979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20" w:type="dxa"/>
            <w:vMerge w:val="restart"/>
            <w:vAlign w:val="center"/>
          </w:tcPr>
          <w:p w:rsidR="005B5793" w:rsidRDefault="005B5793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73" w:type="dxa"/>
            <w:vMerge w:val="restart"/>
            <w:vAlign w:val="center"/>
          </w:tcPr>
          <w:p w:rsidR="005B5793" w:rsidRDefault="005B5793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5B5793" w:rsidRDefault="005B5793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1020" w:type="dxa"/>
            <w:vMerge w:val="restart"/>
            <w:vAlign w:val="center"/>
          </w:tcPr>
          <w:p w:rsidR="005B5793" w:rsidRDefault="005B5793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964" w:type="dxa"/>
            <w:vMerge w:val="restart"/>
            <w:vAlign w:val="center"/>
          </w:tcPr>
          <w:p w:rsidR="005B5793" w:rsidRDefault="005B5793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50" w:type="dxa"/>
            <w:vMerge w:val="restart"/>
            <w:vAlign w:val="center"/>
          </w:tcPr>
          <w:p w:rsidR="005B5793" w:rsidRDefault="005B5793" w:rsidP="002D7D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1993" w:type="dxa"/>
            <w:gridSpan w:val="2"/>
            <w:vMerge/>
            <w:shd w:val="clear" w:color="auto" w:fill="auto"/>
          </w:tcPr>
          <w:p w:rsidR="005B5793" w:rsidRPr="005601CB" w:rsidRDefault="005B5793"/>
        </w:tc>
      </w:tr>
      <w:tr w:rsidR="00C50F58" w:rsidRPr="005601CB" w:rsidTr="00AC410B">
        <w:tc>
          <w:tcPr>
            <w:tcW w:w="913" w:type="dxa"/>
            <w:vMerge/>
          </w:tcPr>
          <w:p w:rsidR="00C50F58" w:rsidRPr="005E111E" w:rsidRDefault="00C50F58" w:rsidP="002B7815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Категория потреб</w:t>
            </w:r>
            <w:r w:rsidRPr="0076744B">
              <w:rPr>
                <w:sz w:val="18"/>
                <w:szCs w:val="18"/>
              </w:rPr>
              <w:t>и</w:t>
            </w:r>
            <w:r w:rsidRPr="0076744B">
              <w:rPr>
                <w:sz w:val="18"/>
                <w:szCs w:val="18"/>
              </w:rPr>
              <w:t>телей</w:t>
            </w:r>
          </w:p>
        </w:tc>
        <w:tc>
          <w:tcPr>
            <w:tcW w:w="964" w:type="dxa"/>
          </w:tcPr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Вид обр</w:t>
            </w:r>
            <w:r w:rsidRPr="0076744B">
              <w:rPr>
                <w:sz w:val="18"/>
                <w:szCs w:val="18"/>
              </w:rPr>
              <w:t>а</w:t>
            </w:r>
            <w:r w:rsidRPr="0076744B">
              <w:rPr>
                <w:sz w:val="18"/>
                <w:szCs w:val="18"/>
              </w:rPr>
              <w:t>зовател</w:t>
            </w:r>
            <w:r w:rsidRPr="0076744B">
              <w:rPr>
                <w:sz w:val="18"/>
                <w:szCs w:val="18"/>
              </w:rPr>
              <w:t>ь</w:t>
            </w:r>
            <w:r w:rsidRPr="0076744B">
              <w:rPr>
                <w:sz w:val="18"/>
                <w:szCs w:val="18"/>
              </w:rPr>
              <w:t>ных пр</w:t>
            </w:r>
            <w:r w:rsidRPr="0076744B">
              <w:rPr>
                <w:sz w:val="18"/>
                <w:szCs w:val="18"/>
              </w:rPr>
              <w:t>о</w:t>
            </w:r>
            <w:r w:rsidRPr="0076744B">
              <w:rPr>
                <w:sz w:val="18"/>
                <w:szCs w:val="18"/>
              </w:rPr>
              <w:t>грамм</w:t>
            </w:r>
          </w:p>
        </w:tc>
        <w:tc>
          <w:tcPr>
            <w:tcW w:w="964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Место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64" w:type="dxa"/>
          </w:tcPr>
          <w:p w:rsidR="00C50F58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 xml:space="preserve">Форма </w:t>
            </w:r>
          </w:p>
          <w:p w:rsidR="00C50F58" w:rsidRPr="0076744B" w:rsidRDefault="00C50F58" w:rsidP="009D59CC">
            <w:pPr>
              <w:jc w:val="center"/>
              <w:rPr>
                <w:sz w:val="18"/>
                <w:szCs w:val="18"/>
              </w:rPr>
            </w:pPr>
            <w:r w:rsidRPr="0076744B">
              <w:rPr>
                <w:sz w:val="18"/>
                <w:szCs w:val="18"/>
              </w:rPr>
              <w:t>обучения</w:t>
            </w:r>
          </w:p>
        </w:tc>
        <w:tc>
          <w:tcPr>
            <w:tcW w:w="969" w:type="dxa"/>
          </w:tcPr>
          <w:p w:rsidR="00C50F58" w:rsidRDefault="00C50F58">
            <w:r w:rsidRPr="001A5748">
              <w:rPr>
                <w:sz w:val="16"/>
                <w:szCs w:val="16"/>
              </w:rPr>
              <w:t>наименов</w:t>
            </w:r>
            <w:r w:rsidRPr="001A5748">
              <w:rPr>
                <w:sz w:val="16"/>
                <w:szCs w:val="16"/>
              </w:rPr>
              <w:t>а</w:t>
            </w:r>
            <w:r w:rsidRPr="001A5748">
              <w:rPr>
                <w:sz w:val="16"/>
                <w:szCs w:val="16"/>
              </w:rPr>
              <w:t>ние показ</w:t>
            </w:r>
            <w:r w:rsidRPr="001A5748">
              <w:rPr>
                <w:sz w:val="16"/>
                <w:szCs w:val="16"/>
              </w:rPr>
              <w:t>а</w:t>
            </w:r>
            <w:r w:rsidRPr="001A5748">
              <w:rPr>
                <w:sz w:val="16"/>
                <w:szCs w:val="16"/>
              </w:rPr>
              <w:t>теля</w:t>
            </w:r>
          </w:p>
        </w:tc>
        <w:tc>
          <w:tcPr>
            <w:tcW w:w="1106" w:type="dxa"/>
            <w:vMerge/>
          </w:tcPr>
          <w:p w:rsidR="00C50F58" w:rsidRPr="005601CB" w:rsidRDefault="00C50F58" w:rsidP="002B7815"/>
        </w:tc>
        <w:tc>
          <w:tcPr>
            <w:tcW w:w="907" w:type="dxa"/>
          </w:tcPr>
          <w:p w:rsidR="00C50F58" w:rsidRPr="0036275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36275F">
              <w:rPr>
                <w:rFonts w:ascii="Times New Roman" w:hAnsi="Times New Roman" w:cs="Times New Roman"/>
                <w:sz w:val="18"/>
                <w:szCs w:val="28"/>
              </w:rPr>
              <w:t>наимен</w:t>
            </w:r>
            <w:r w:rsidRPr="0036275F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36275F">
              <w:rPr>
                <w:rFonts w:ascii="Times New Roman" w:hAnsi="Times New Roman" w:cs="Times New Roman"/>
                <w:sz w:val="18"/>
                <w:szCs w:val="28"/>
              </w:rPr>
              <w:t>вание</w:t>
            </w:r>
          </w:p>
        </w:tc>
        <w:tc>
          <w:tcPr>
            <w:tcW w:w="624" w:type="dxa"/>
          </w:tcPr>
          <w:p w:rsidR="00C50F58" w:rsidRPr="0036275F" w:rsidRDefault="00C50F58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36275F">
              <w:rPr>
                <w:rFonts w:ascii="Times New Roman" w:hAnsi="Times New Roman" w:cs="Times New Roman"/>
                <w:sz w:val="18"/>
                <w:szCs w:val="28"/>
              </w:rPr>
              <w:t>код</w:t>
            </w:r>
          </w:p>
        </w:tc>
        <w:tc>
          <w:tcPr>
            <w:tcW w:w="1020" w:type="dxa"/>
            <w:vMerge/>
          </w:tcPr>
          <w:p w:rsidR="00C50F58" w:rsidRPr="005601CB" w:rsidRDefault="00C50F58" w:rsidP="002B7815"/>
        </w:tc>
        <w:tc>
          <w:tcPr>
            <w:tcW w:w="873" w:type="dxa"/>
            <w:vMerge/>
          </w:tcPr>
          <w:p w:rsidR="00C50F58" w:rsidRPr="005601CB" w:rsidRDefault="00C50F58" w:rsidP="002B7815"/>
        </w:tc>
        <w:tc>
          <w:tcPr>
            <w:tcW w:w="851" w:type="dxa"/>
            <w:vMerge/>
          </w:tcPr>
          <w:p w:rsidR="00C50F58" w:rsidRPr="005601CB" w:rsidRDefault="00C50F58" w:rsidP="002B7815"/>
        </w:tc>
        <w:tc>
          <w:tcPr>
            <w:tcW w:w="1020" w:type="dxa"/>
            <w:vMerge/>
          </w:tcPr>
          <w:p w:rsidR="00C50F58" w:rsidRPr="005601CB" w:rsidRDefault="00C50F58" w:rsidP="002B7815"/>
        </w:tc>
        <w:tc>
          <w:tcPr>
            <w:tcW w:w="964" w:type="dxa"/>
            <w:vMerge/>
          </w:tcPr>
          <w:p w:rsidR="00C50F58" w:rsidRPr="005601CB" w:rsidRDefault="00C50F58" w:rsidP="002B7815"/>
        </w:tc>
        <w:tc>
          <w:tcPr>
            <w:tcW w:w="850" w:type="dxa"/>
            <w:vMerge/>
          </w:tcPr>
          <w:p w:rsidR="00C50F58" w:rsidRPr="005601CB" w:rsidRDefault="00C50F58" w:rsidP="002B7815"/>
        </w:tc>
        <w:tc>
          <w:tcPr>
            <w:tcW w:w="1021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проце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н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тах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C50F58" w:rsidRPr="00281D3D" w:rsidRDefault="00C50F58" w:rsidP="00AC410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в абс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лютных показат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е</w:t>
            </w:r>
            <w:r w:rsidRPr="00281D3D">
              <w:rPr>
                <w:rFonts w:ascii="Times New Roman" w:hAnsi="Times New Roman" w:cs="Times New Roman"/>
                <w:sz w:val="18"/>
                <w:szCs w:val="28"/>
              </w:rPr>
              <w:t>лях</w:t>
            </w:r>
          </w:p>
        </w:tc>
      </w:tr>
      <w:tr w:rsidR="005B5793" w:rsidRPr="005601CB" w:rsidTr="005B5793">
        <w:tc>
          <w:tcPr>
            <w:tcW w:w="913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9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6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3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B5793" w:rsidRPr="005601CB" w:rsidRDefault="005B5793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1" w:type="dxa"/>
            <w:shd w:val="clear" w:color="auto" w:fill="auto"/>
          </w:tcPr>
          <w:p w:rsidR="005B5793" w:rsidRPr="005601CB" w:rsidRDefault="00F624F3" w:rsidP="00F624F3">
            <w:pPr>
              <w:jc w:val="center"/>
            </w:pPr>
            <w:r>
              <w:t>16</w:t>
            </w:r>
          </w:p>
        </w:tc>
        <w:tc>
          <w:tcPr>
            <w:tcW w:w="972" w:type="dxa"/>
            <w:shd w:val="clear" w:color="auto" w:fill="auto"/>
          </w:tcPr>
          <w:p w:rsidR="005B5793" w:rsidRPr="005601CB" w:rsidRDefault="00F624F3" w:rsidP="00F624F3">
            <w:pPr>
              <w:jc w:val="center"/>
            </w:pPr>
            <w:r>
              <w:t>17</w:t>
            </w:r>
          </w:p>
        </w:tc>
      </w:tr>
      <w:tr w:rsidR="000E71F3" w:rsidRPr="005601CB" w:rsidTr="005B5793">
        <w:tc>
          <w:tcPr>
            <w:tcW w:w="913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802112О.99.0.ББ11АЮ58001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64" w:type="dxa"/>
          </w:tcPr>
          <w:p w:rsidR="000E71F3" w:rsidRDefault="000E71F3" w:rsidP="002B781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969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="000E71F3" w:rsidRPr="0036275F" w:rsidRDefault="000E71F3" w:rsidP="002B781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36275F">
              <w:rPr>
                <w:rFonts w:ascii="Times New Roman" w:hAnsi="Times New Roman" w:cs="Times New Roman"/>
                <w:sz w:val="18"/>
              </w:rPr>
              <w:t>Число об</w:t>
            </w:r>
            <w:r w:rsidRPr="0036275F">
              <w:rPr>
                <w:rFonts w:ascii="Times New Roman" w:hAnsi="Times New Roman" w:cs="Times New Roman"/>
                <w:sz w:val="18"/>
              </w:rPr>
              <w:t>у</w:t>
            </w:r>
            <w:r w:rsidRPr="0036275F">
              <w:rPr>
                <w:rFonts w:ascii="Times New Roman" w:hAnsi="Times New Roman" w:cs="Times New Roman"/>
                <w:sz w:val="18"/>
              </w:rPr>
              <w:t xml:space="preserve">чающихся </w:t>
            </w:r>
          </w:p>
        </w:tc>
        <w:tc>
          <w:tcPr>
            <w:tcW w:w="907" w:type="dxa"/>
          </w:tcPr>
          <w:p w:rsidR="000E71F3" w:rsidRPr="0036275F" w:rsidRDefault="000E71F3" w:rsidP="002B781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36275F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624" w:type="dxa"/>
          </w:tcPr>
          <w:p w:rsidR="000E71F3" w:rsidRPr="0036275F" w:rsidRDefault="000E71F3" w:rsidP="002B781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36275F">
              <w:rPr>
                <w:rFonts w:ascii="Times New Roman" w:hAnsi="Times New Roman" w:cs="Times New Roman"/>
                <w:sz w:val="18"/>
              </w:rPr>
              <w:t>792</w:t>
            </w:r>
          </w:p>
        </w:tc>
        <w:tc>
          <w:tcPr>
            <w:tcW w:w="1020" w:type="dxa"/>
          </w:tcPr>
          <w:p w:rsidR="000E71F3" w:rsidRPr="004E47A7" w:rsidRDefault="00922A95" w:rsidP="004E47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73" w:type="dxa"/>
          </w:tcPr>
          <w:p w:rsidR="000E71F3" w:rsidRPr="004E47A7" w:rsidRDefault="00922A95" w:rsidP="00922A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0E71F3" w:rsidRPr="004E47A7" w:rsidRDefault="00922A95" w:rsidP="004E47A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020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64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0E71F3" w:rsidRPr="005601CB" w:rsidRDefault="000E71F3" w:rsidP="002B78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21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5%</w:t>
            </w:r>
          </w:p>
        </w:tc>
        <w:tc>
          <w:tcPr>
            <w:tcW w:w="972" w:type="dxa"/>
            <w:shd w:val="clear" w:color="auto" w:fill="auto"/>
          </w:tcPr>
          <w:p w:rsidR="000E71F3" w:rsidRPr="005601CB" w:rsidRDefault="000E71F3" w:rsidP="00AC410B">
            <w:pPr>
              <w:jc w:val="center"/>
            </w:pPr>
            <w:r>
              <w:t>-</w:t>
            </w:r>
          </w:p>
        </w:tc>
      </w:tr>
    </w:tbl>
    <w:p w:rsidR="00FA6446" w:rsidRDefault="00FA6446" w:rsidP="00186C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9407F" w:rsidRDefault="00A9407F" w:rsidP="00186CA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15920"/>
      </w:tblGrid>
      <w:tr w:rsidR="00186CA6" w:rsidRPr="00592660" w:rsidTr="002B7815">
        <w:tc>
          <w:tcPr>
            <w:tcW w:w="15920" w:type="dxa"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550603">
            <w:pPr>
              <w:pStyle w:val="ConsPlusNonformat"/>
              <w:numPr>
                <w:ilvl w:val="0"/>
                <w:numId w:val="16"/>
              </w:numPr>
              <w:tabs>
                <w:tab w:val="left" w:pos="580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акты, устанавливающие размер платы (цену, тариф) либо порядок ее (его) установления:</w:t>
            </w:r>
          </w:p>
        </w:tc>
      </w:tr>
    </w:tbl>
    <w:tbl>
      <w:tblPr>
        <w:tblW w:w="1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3"/>
        <w:gridCol w:w="3510"/>
        <w:gridCol w:w="1930"/>
        <w:gridCol w:w="2106"/>
        <w:gridCol w:w="6495"/>
      </w:tblGrid>
      <w:tr w:rsidR="00186CA6" w:rsidRPr="005601CB" w:rsidTr="00441D97">
        <w:trPr>
          <w:trHeight w:val="324"/>
        </w:trPr>
        <w:tc>
          <w:tcPr>
            <w:tcW w:w="15874" w:type="dxa"/>
            <w:gridSpan w:val="5"/>
          </w:tcPr>
          <w:p w:rsidR="00186CA6" w:rsidRPr="005E111E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111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</w:t>
            </w:r>
          </w:p>
        </w:tc>
      </w:tr>
      <w:tr w:rsidR="00186CA6" w:rsidRPr="005601CB" w:rsidTr="00441D97">
        <w:trPr>
          <w:trHeight w:val="343"/>
        </w:trPr>
        <w:tc>
          <w:tcPr>
            <w:tcW w:w="1833" w:type="dxa"/>
          </w:tcPr>
          <w:p w:rsidR="00186CA6" w:rsidRPr="005E111E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E111E">
              <w:rPr>
                <w:rFonts w:ascii="Times New Roman" w:hAnsi="Times New Roman" w:cs="Times New Roman"/>
                <w:sz w:val="28"/>
                <w:szCs w:val="28"/>
              </w:rPr>
              <w:t>ид</w:t>
            </w:r>
          </w:p>
        </w:tc>
        <w:tc>
          <w:tcPr>
            <w:tcW w:w="3510" w:type="dxa"/>
          </w:tcPr>
          <w:p w:rsidR="00186CA6" w:rsidRPr="005E111E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E111E">
              <w:rPr>
                <w:rFonts w:ascii="Times New Roman" w:hAnsi="Times New Roman" w:cs="Times New Roman"/>
                <w:sz w:val="28"/>
                <w:szCs w:val="28"/>
              </w:rPr>
              <w:t>ринявший орган</w:t>
            </w:r>
          </w:p>
        </w:tc>
        <w:tc>
          <w:tcPr>
            <w:tcW w:w="1930" w:type="dxa"/>
          </w:tcPr>
          <w:p w:rsidR="00186CA6" w:rsidRPr="005E111E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E111E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</w:p>
        </w:tc>
        <w:tc>
          <w:tcPr>
            <w:tcW w:w="2106" w:type="dxa"/>
          </w:tcPr>
          <w:p w:rsidR="00186CA6" w:rsidRPr="005E111E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E111E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</w:tc>
        <w:tc>
          <w:tcPr>
            <w:tcW w:w="6495" w:type="dxa"/>
          </w:tcPr>
          <w:p w:rsidR="00186CA6" w:rsidRPr="005E111E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E111E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</w:p>
        </w:tc>
      </w:tr>
      <w:tr w:rsidR="00186CA6" w:rsidRPr="005601CB" w:rsidTr="00441D97">
        <w:trPr>
          <w:trHeight w:val="267"/>
        </w:trPr>
        <w:tc>
          <w:tcPr>
            <w:tcW w:w="1833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0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0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6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95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5</w:t>
            </w:r>
          </w:p>
        </w:tc>
      </w:tr>
      <w:tr w:rsidR="00186CA6" w:rsidRPr="005601CB" w:rsidTr="00441D97">
        <w:trPr>
          <w:trHeight w:val="267"/>
        </w:trPr>
        <w:tc>
          <w:tcPr>
            <w:tcW w:w="1833" w:type="dxa"/>
          </w:tcPr>
          <w:p w:rsidR="00186CA6" w:rsidRPr="005601CB" w:rsidRDefault="00186CA6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</w:tcPr>
          <w:p w:rsidR="00186CA6" w:rsidRPr="005601CB" w:rsidRDefault="00186CA6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</w:tcPr>
          <w:p w:rsidR="00186CA6" w:rsidRPr="005601CB" w:rsidRDefault="00186CA6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06" w:type="dxa"/>
          </w:tcPr>
          <w:p w:rsidR="00186CA6" w:rsidRPr="005601CB" w:rsidRDefault="00186CA6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95" w:type="dxa"/>
          </w:tcPr>
          <w:p w:rsidR="00186CA6" w:rsidRPr="005601CB" w:rsidRDefault="00186CA6" w:rsidP="002B781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7"/>
        <w:tblW w:w="0" w:type="auto"/>
        <w:tblLook w:val="04A0"/>
      </w:tblPr>
      <w:tblGrid>
        <w:gridCol w:w="15881"/>
      </w:tblGrid>
      <w:tr w:rsidR="00441D97" w:rsidRPr="00592660" w:rsidTr="00441D97">
        <w:trPr>
          <w:trHeight w:val="324"/>
        </w:trPr>
        <w:tc>
          <w:tcPr>
            <w:tcW w:w="15881" w:type="dxa"/>
            <w:tcBorders>
              <w:top w:val="nil"/>
              <w:left w:val="nil"/>
              <w:bottom w:val="nil"/>
              <w:right w:val="nil"/>
            </w:tcBorders>
          </w:tcPr>
          <w:p w:rsidR="00441D97" w:rsidRPr="00592660" w:rsidRDefault="00441D97" w:rsidP="00550603">
            <w:pPr>
              <w:pStyle w:val="ConsPlusNonformat"/>
              <w:numPr>
                <w:ilvl w:val="0"/>
                <w:numId w:val="16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оказания муниципальной услуги:</w:t>
            </w:r>
          </w:p>
        </w:tc>
      </w:tr>
      <w:tr w:rsidR="00441D97" w:rsidRPr="00592660" w:rsidTr="00441D97">
        <w:trPr>
          <w:trHeight w:val="343"/>
        </w:trPr>
        <w:tc>
          <w:tcPr>
            <w:tcW w:w="15881" w:type="dxa"/>
            <w:tcBorders>
              <w:top w:val="nil"/>
              <w:left w:val="nil"/>
              <w:bottom w:val="nil"/>
              <w:right w:val="nil"/>
            </w:tcBorders>
          </w:tcPr>
          <w:p w:rsidR="00441D97" w:rsidRDefault="00441D97" w:rsidP="00550603">
            <w:pPr>
              <w:pStyle w:val="ConsPlusNonformat"/>
              <w:numPr>
                <w:ilvl w:val="1"/>
                <w:numId w:val="16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акты, регулирующие порядок оказания муниципальной услуги</w:t>
            </w:r>
          </w:p>
        </w:tc>
      </w:tr>
      <w:tr w:rsidR="00441D97" w:rsidRPr="00592660" w:rsidTr="00441D97">
        <w:trPr>
          <w:trHeight w:val="2190"/>
        </w:trPr>
        <w:tc>
          <w:tcPr>
            <w:tcW w:w="15881" w:type="dxa"/>
            <w:tcBorders>
              <w:top w:val="nil"/>
              <w:left w:val="nil"/>
              <w:bottom w:val="nil"/>
              <w:right w:val="nil"/>
            </w:tcBorders>
          </w:tcPr>
          <w:p w:rsidR="00441D97" w:rsidRDefault="00441D97" w:rsidP="002B7815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Федеральный закон  от 24.06.1999 №№ 120-ФЗ ""Об основах системы профилактики безнадзорности и правонарушений нес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 xml:space="preserve">вершеннолетних""; </w:t>
            </w:r>
          </w:p>
          <w:p w:rsidR="00441D97" w:rsidRDefault="00441D97" w:rsidP="002B7815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Федеральный закон  от 06.10.2003 №№ 131-ФЗ ""Об общих принципах организации местного самоуправления в Российской Ф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 xml:space="preserve">дерации""; </w:t>
            </w:r>
          </w:p>
          <w:p w:rsidR="00441D97" w:rsidRDefault="00441D97" w:rsidP="002B7815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Федеральный закон  от 06.10.1999 №№ 184-ФЗ ""Об общих принципах организации законодательных (представительных) и и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>полнительных органов государственной власти субъектов Российской Федерации"";</w:t>
            </w:r>
          </w:p>
          <w:p w:rsidR="00441D97" w:rsidRDefault="00441D97" w:rsidP="002B7815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70979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 от 29.12.2012 №№ 273-ФЗ ""Об образовании в Российской Федерации""</w:t>
            </w:r>
          </w:p>
        </w:tc>
      </w:tr>
      <w:tr w:rsidR="00441D97" w:rsidRPr="00592660" w:rsidTr="00441D97">
        <w:trPr>
          <w:trHeight w:val="365"/>
        </w:trPr>
        <w:tc>
          <w:tcPr>
            <w:tcW w:w="15881" w:type="dxa"/>
            <w:tcBorders>
              <w:top w:val="nil"/>
              <w:left w:val="nil"/>
              <w:bottom w:val="nil"/>
              <w:right w:val="nil"/>
            </w:tcBorders>
          </w:tcPr>
          <w:p w:rsidR="00441D97" w:rsidRDefault="00441D97" w:rsidP="002B7815">
            <w:pPr>
              <w:pStyle w:val="ConsPlusNonformat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(наименование, номер и дата нормативного правового акта)</w:t>
            </w:r>
          </w:p>
          <w:p w:rsidR="00441D97" w:rsidRPr="00484A93" w:rsidRDefault="00441D97" w:rsidP="002B7815">
            <w:pPr>
              <w:pStyle w:val="ConsPlusNonformat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41D97" w:rsidRPr="00592660" w:rsidTr="00441D97">
        <w:trPr>
          <w:trHeight w:val="324"/>
        </w:trPr>
        <w:tc>
          <w:tcPr>
            <w:tcW w:w="15881" w:type="dxa"/>
            <w:tcBorders>
              <w:top w:val="nil"/>
              <w:left w:val="nil"/>
              <w:bottom w:val="nil"/>
              <w:right w:val="nil"/>
            </w:tcBorders>
          </w:tcPr>
          <w:p w:rsidR="00441D97" w:rsidRDefault="00441D97" w:rsidP="00550603">
            <w:pPr>
              <w:pStyle w:val="ConsPlusNonformat"/>
              <w:numPr>
                <w:ilvl w:val="1"/>
                <w:numId w:val="16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информирования потенциальных потребителей муниципальной услуги: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39"/>
        <w:gridCol w:w="5306"/>
        <w:gridCol w:w="5136"/>
      </w:tblGrid>
      <w:tr w:rsidR="00186CA6" w:rsidRPr="005601CB" w:rsidTr="00441D97">
        <w:trPr>
          <w:trHeight w:val="318"/>
        </w:trPr>
        <w:tc>
          <w:tcPr>
            <w:tcW w:w="5039" w:type="dxa"/>
          </w:tcPr>
          <w:p w:rsidR="00186CA6" w:rsidRPr="00484A93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A93">
              <w:rPr>
                <w:rFonts w:ascii="Times New Roman" w:hAnsi="Times New Roman" w:cs="Times New Roman"/>
                <w:sz w:val="28"/>
                <w:szCs w:val="28"/>
              </w:rPr>
              <w:t>Способ информирования</w:t>
            </w:r>
          </w:p>
        </w:tc>
        <w:tc>
          <w:tcPr>
            <w:tcW w:w="5306" w:type="dxa"/>
          </w:tcPr>
          <w:p w:rsidR="00186CA6" w:rsidRPr="00484A93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A93">
              <w:rPr>
                <w:rFonts w:ascii="Times New Roman" w:hAnsi="Times New Roman" w:cs="Times New Roman"/>
                <w:sz w:val="28"/>
                <w:szCs w:val="28"/>
              </w:rPr>
              <w:t>Состав размещаемой информации</w:t>
            </w:r>
          </w:p>
        </w:tc>
        <w:tc>
          <w:tcPr>
            <w:tcW w:w="5136" w:type="dxa"/>
          </w:tcPr>
          <w:p w:rsidR="00186CA6" w:rsidRPr="00484A93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4A93">
              <w:rPr>
                <w:rFonts w:ascii="Times New Roman" w:hAnsi="Times New Roman" w:cs="Times New Roman"/>
                <w:sz w:val="28"/>
                <w:szCs w:val="28"/>
              </w:rPr>
              <w:t>Частота обновления информации</w:t>
            </w:r>
          </w:p>
        </w:tc>
      </w:tr>
      <w:tr w:rsidR="00186CA6" w:rsidRPr="005601CB" w:rsidTr="00C348B2">
        <w:trPr>
          <w:trHeight w:val="145"/>
        </w:trPr>
        <w:tc>
          <w:tcPr>
            <w:tcW w:w="5039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06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36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</w:tr>
      <w:tr w:rsidR="00186CA6" w:rsidRPr="004A4812" w:rsidTr="00441D97">
        <w:trPr>
          <w:trHeight w:val="767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Интернет-сайт учредителя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Оценка результатов деятельности системы образов</w:t>
            </w:r>
            <w:r w:rsidRPr="00270979">
              <w:rPr>
                <w:rFonts w:ascii="Times New Roman" w:hAnsi="Times New Roman" w:cs="Times New Roman"/>
              </w:rPr>
              <w:t>а</w:t>
            </w:r>
            <w:r w:rsidRPr="00270979">
              <w:rPr>
                <w:rFonts w:ascii="Times New Roman" w:hAnsi="Times New Roman" w:cs="Times New Roman"/>
              </w:rPr>
              <w:t>ния по республике по образовательным и трудовым траекториям выпускников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 xml:space="preserve"> По мере изменения</w:t>
            </w:r>
          </w:p>
        </w:tc>
      </w:tr>
      <w:tr w:rsidR="00186CA6" w:rsidRPr="004A4812" w:rsidTr="00441D97">
        <w:trPr>
          <w:trHeight w:val="524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Информационные стенды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Официальные документы о деятельности учреждения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По мере изменения</w:t>
            </w:r>
          </w:p>
        </w:tc>
      </w:tr>
      <w:tr w:rsidR="00186CA6" w:rsidRPr="004A4812" w:rsidTr="00441D97">
        <w:trPr>
          <w:trHeight w:val="262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Родительское собрание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Информация о результатах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По плану-графику учреждения</w:t>
            </w:r>
          </w:p>
        </w:tc>
      </w:tr>
      <w:tr w:rsidR="00186CA6" w:rsidRPr="004A4812" w:rsidTr="00441D97">
        <w:trPr>
          <w:trHeight w:val="524"/>
        </w:trPr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Средства массовой информации: газеты, журналы и телевидение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Информация о результатах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CA6" w:rsidRPr="00270979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0979">
              <w:rPr>
                <w:rFonts w:ascii="Times New Roman" w:hAnsi="Times New Roman" w:cs="Times New Roman"/>
              </w:rPr>
              <w:t>По мере необходимости</w:t>
            </w:r>
          </w:p>
        </w:tc>
      </w:tr>
    </w:tbl>
    <w:p w:rsidR="00186CA6" w:rsidRDefault="00186CA6" w:rsidP="00186CA6">
      <w:pPr>
        <w:pStyle w:val="ConsPlusNonformat"/>
        <w:jc w:val="both"/>
        <w:rPr>
          <w:rFonts w:ascii="Times New Roman" w:hAnsi="Times New Roman" w:cs="Times New Roman"/>
        </w:rPr>
      </w:pPr>
      <w:r w:rsidRPr="005601CB">
        <w:rPr>
          <w:rFonts w:ascii="Times New Roman" w:hAnsi="Times New Roman" w:cs="Times New Roman"/>
        </w:rPr>
        <w:t xml:space="preserve">               </w:t>
      </w:r>
    </w:p>
    <w:p w:rsidR="00C35C06" w:rsidRDefault="00186CA6" w:rsidP="00186CA6">
      <w:pPr>
        <w:pStyle w:val="ConsPlusNonformat"/>
        <w:jc w:val="both"/>
        <w:rPr>
          <w:rFonts w:ascii="Times New Roman" w:hAnsi="Times New Roman" w:cs="Times New Roman"/>
        </w:rPr>
      </w:pPr>
      <w:r w:rsidRPr="005601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3</w:t>
      </w: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Look w:val="04A0"/>
      </w:tblPr>
      <w:tblGrid>
        <w:gridCol w:w="11448"/>
        <w:gridCol w:w="2694"/>
        <w:gridCol w:w="1778"/>
      </w:tblGrid>
      <w:tr w:rsidR="00C35C06" w:rsidTr="00C35C06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06" w:rsidRDefault="00C35C06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услуги:</w:t>
            </w:r>
          </w:p>
          <w:p w:rsidR="00C35C06" w:rsidRDefault="00C35C06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Код по</w:t>
            </w:r>
          </w:p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общероссийскому</w:t>
            </w:r>
          </w:p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базовому перечню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42.Г42.0</w:t>
            </w:r>
          </w:p>
        </w:tc>
      </w:tr>
      <w:tr w:rsidR="00C35C06" w:rsidTr="00C35C06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06" w:rsidRDefault="00C35C06" w:rsidP="00C35C06">
            <w:pPr>
              <w:pStyle w:val="ConsPlusNonforma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потребителей муниципальной услуги</w:t>
            </w:r>
          </w:p>
          <w:p w:rsidR="00C35C06" w:rsidRDefault="00C35C06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28"/>
                <w:szCs w:val="28"/>
              </w:rPr>
            </w:pPr>
          </w:p>
        </w:tc>
      </w:tr>
      <w:tr w:rsidR="00C35C06" w:rsidTr="00C35C06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06" w:rsidRDefault="00C35C06" w:rsidP="00C35C06">
            <w:pPr>
              <w:pStyle w:val="ConsPlusNonformat"/>
              <w:numPr>
                <w:ilvl w:val="0"/>
                <w:numId w:val="21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объем и (или) качество муниципальной услуги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C06" w:rsidTr="00C35C06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5C06" w:rsidRDefault="00C35C06" w:rsidP="00C35C06">
            <w:pPr>
              <w:pStyle w:val="ConsPlusNonformat"/>
              <w:numPr>
                <w:ilvl w:val="1"/>
                <w:numId w:val="21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качество муниципальной услуги: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C35C06" w:rsidRDefault="00C35C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80"/>
        <w:gridCol w:w="887"/>
        <w:gridCol w:w="804"/>
        <w:gridCol w:w="889"/>
        <w:gridCol w:w="884"/>
        <w:gridCol w:w="889"/>
        <w:gridCol w:w="4676"/>
        <w:gridCol w:w="850"/>
        <w:gridCol w:w="573"/>
        <w:gridCol w:w="859"/>
        <w:gridCol w:w="887"/>
        <w:gridCol w:w="976"/>
        <w:gridCol w:w="859"/>
        <w:gridCol w:w="1102"/>
      </w:tblGrid>
      <w:tr w:rsidR="00C35C06" w:rsidTr="00C35C06">
        <w:trPr>
          <w:trHeight w:val="469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кальный номер реестр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вой 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писи</w:t>
            </w:r>
          </w:p>
        </w:tc>
        <w:tc>
          <w:tcPr>
            <w:tcW w:w="2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  содержание муниципальной услуги</w:t>
            </w:r>
          </w:p>
        </w:tc>
        <w:tc>
          <w:tcPr>
            <w:tcW w:w="1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Показатель, характер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зующий условия (фо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мы) оказания муниц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пальной услуги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качества муниципальной услуги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качества 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ципальной услуги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  <w:rPr>
                <w:sz w:val="18"/>
              </w:rPr>
            </w:pPr>
            <w:r>
              <w:rPr>
                <w:sz w:val="18"/>
                <w:szCs w:val="28"/>
              </w:rPr>
              <w:t>Допустимые (возмо</w:t>
            </w:r>
            <w:r>
              <w:rPr>
                <w:sz w:val="18"/>
                <w:szCs w:val="28"/>
              </w:rPr>
              <w:t>ж</w:t>
            </w:r>
            <w:r>
              <w:rPr>
                <w:sz w:val="18"/>
                <w:szCs w:val="28"/>
              </w:rPr>
              <w:t>ные) отклонения от установленных показ</w:t>
            </w:r>
            <w:r>
              <w:rPr>
                <w:sz w:val="18"/>
                <w:szCs w:val="28"/>
              </w:rPr>
              <w:t>а</w:t>
            </w:r>
            <w:r>
              <w:rPr>
                <w:sz w:val="18"/>
                <w:szCs w:val="28"/>
              </w:rPr>
              <w:t>телей качества мун</w:t>
            </w:r>
            <w:r>
              <w:rPr>
                <w:sz w:val="18"/>
                <w:szCs w:val="28"/>
              </w:rPr>
              <w:t>и</w:t>
            </w:r>
            <w:r>
              <w:rPr>
                <w:sz w:val="18"/>
                <w:szCs w:val="28"/>
              </w:rPr>
              <w:t>ципальной услуги</w:t>
            </w:r>
          </w:p>
        </w:tc>
      </w:tr>
      <w:tr w:rsidR="00C35C06" w:rsidTr="00C35C06">
        <w:trPr>
          <w:trHeight w:val="144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42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2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по </w:t>
            </w:r>
            <w:hyperlink r:id="rId16" w:history="1">
              <w:r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ной ф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нансовый год)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3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8"/>
              </w:rPr>
            </w:pPr>
          </w:p>
        </w:tc>
      </w:tr>
      <w:tr w:rsidR="00C35C06" w:rsidTr="00C35C06">
        <w:trPr>
          <w:trHeight w:val="184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потреб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телей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Виды образов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тельных программ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Напра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ленность образов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тельной програ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мы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 реализ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 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ных 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грамм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(наимен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 показат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ля)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30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8"/>
              </w:rPr>
            </w:pPr>
          </w:p>
        </w:tc>
      </w:tr>
      <w:tr w:rsidR="00C35C06" w:rsidTr="00C35C06">
        <w:trPr>
          <w:trHeight w:val="64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в пр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центах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в абсолю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ных показ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телях</w:t>
            </w:r>
          </w:p>
        </w:tc>
      </w:tr>
      <w:tr w:rsidR="00C35C06" w:rsidTr="00C35C06">
        <w:trPr>
          <w:trHeight w:val="222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13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14</w:t>
            </w:r>
          </w:p>
        </w:tc>
      </w:tr>
      <w:tr w:rsidR="00C35C06" w:rsidTr="00C35C06">
        <w:trPr>
          <w:trHeight w:val="184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804200О.99.0.ББ52АЖ48000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</w:t>
            </w:r>
          </w:p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указано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</w:t>
            </w:r>
          </w:p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указано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</w:t>
            </w:r>
          </w:p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указано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Оптимальная укомплектованность  учреждения педагогическими кадрами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5%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-</w:t>
            </w:r>
          </w:p>
        </w:tc>
      </w:tr>
      <w:tr w:rsidR="00C35C06" w:rsidTr="00C35C06">
        <w:trPr>
          <w:trHeight w:val="144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22"/>
              </w:rPr>
            </w:pPr>
          </w:p>
        </w:tc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родителей (законных представителей), удовлетворенных условиями и качеством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доставляемой образовательной услуги - более 85 %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Процент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002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5%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-</w:t>
            </w:r>
          </w:p>
        </w:tc>
      </w:tr>
    </w:tbl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nformat"/>
        <w:numPr>
          <w:ilvl w:val="1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Показатели, характеризующие объем муниципальной услуги:</w:t>
      </w:r>
    </w:p>
    <w:p w:rsidR="00C35C06" w:rsidRDefault="00C35C06" w:rsidP="00C35C06">
      <w:pPr>
        <w:pStyle w:val="ConsPlusNonformat"/>
        <w:ind w:left="108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3"/>
        <w:gridCol w:w="985"/>
        <w:gridCol w:w="985"/>
        <w:gridCol w:w="985"/>
        <w:gridCol w:w="985"/>
        <w:gridCol w:w="990"/>
        <w:gridCol w:w="1130"/>
        <w:gridCol w:w="927"/>
        <w:gridCol w:w="638"/>
        <w:gridCol w:w="1042"/>
        <w:gridCol w:w="892"/>
        <w:gridCol w:w="834"/>
        <w:gridCol w:w="1042"/>
        <w:gridCol w:w="877"/>
        <w:gridCol w:w="868"/>
        <w:gridCol w:w="821"/>
        <w:gridCol w:w="889"/>
      </w:tblGrid>
      <w:tr w:rsidR="00C35C06" w:rsidTr="00C35C06">
        <w:trPr>
          <w:trHeight w:val="483"/>
        </w:trPr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Уникал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номер реестровой записи</w:t>
            </w:r>
          </w:p>
        </w:tc>
        <w:tc>
          <w:tcPr>
            <w:tcW w:w="2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содерж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муниципальной услуги</w:t>
            </w: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Показатель, характер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зующий условия (формы) оказания муниципальной услуги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показателя объема </w:t>
            </w:r>
          </w:p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</w:t>
            </w:r>
          </w:p>
        </w:tc>
        <w:tc>
          <w:tcPr>
            <w:tcW w:w="2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Среднегодовой размер платы </w:t>
            </w:r>
          </w:p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(цена, тариф) платность</w:t>
            </w:r>
          </w:p>
        </w:tc>
        <w:tc>
          <w:tcPr>
            <w:tcW w:w="1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rPr>
                <w:sz w:val="16"/>
                <w:szCs w:val="28"/>
              </w:rPr>
              <w:t>Допустимые (возмо</w:t>
            </w:r>
            <w:r>
              <w:rPr>
                <w:sz w:val="16"/>
                <w:szCs w:val="28"/>
              </w:rPr>
              <w:t>ж</w:t>
            </w:r>
            <w:r>
              <w:rPr>
                <w:sz w:val="16"/>
                <w:szCs w:val="28"/>
              </w:rPr>
              <w:t>ные) отклонения от установленных пок</w:t>
            </w:r>
            <w:r>
              <w:rPr>
                <w:sz w:val="16"/>
                <w:szCs w:val="28"/>
              </w:rPr>
              <w:t>а</w:t>
            </w:r>
            <w:r>
              <w:rPr>
                <w:sz w:val="16"/>
                <w:szCs w:val="28"/>
              </w:rPr>
              <w:t>зателей объема мун</w:t>
            </w:r>
            <w:r>
              <w:rPr>
                <w:sz w:val="16"/>
                <w:szCs w:val="28"/>
              </w:rPr>
              <w:t>и</w:t>
            </w:r>
            <w:r>
              <w:rPr>
                <w:sz w:val="16"/>
                <w:szCs w:val="28"/>
              </w:rPr>
              <w:t>ципальной услуги</w:t>
            </w:r>
          </w:p>
        </w:tc>
      </w:tr>
      <w:tr w:rsidR="00C35C06" w:rsidTr="00C35C06">
        <w:trPr>
          <w:trHeight w:val="148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49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по </w:t>
            </w:r>
            <w:hyperlink r:id="rId17" w:history="1">
              <w:r>
                <w:rPr>
                  <w:rStyle w:val="ac"/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  (очередной финансовый год)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   (1-й год планового периода)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   (2-й год планового периода)</w:t>
            </w:r>
          </w:p>
        </w:tc>
        <w:tc>
          <w:tcPr>
            <w:tcW w:w="2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/>
        </w:tc>
      </w:tr>
      <w:tr w:rsidR="00C35C06" w:rsidTr="00C35C06">
        <w:trPr>
          <w:trHeight w:val="148"/>
        </w:trPr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Категория потребит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Виды обр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зовательных программ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(наимен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зателя)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Форма 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лизации образов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тельных программ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(наимен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вание пок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зателя)</w:t>
            </w: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наимен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вание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код</w:t>
            </w:r>
          </w:p>
        </w:tc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C06" w:rsidRDefault="00C35C06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в пр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центах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в абс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лютных показат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лях</w:t>
            </w:r>
          </w:p>
        </w:tc>
      </w:tr>
      <w:tr w:rsidR="00C35C06" w:rsidTr="00C35C06">
        <w:trPr>
          <w:trHeight w:val="224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17</w:t>
            </w:r>
          </w:p>
        </w:tc>
      </w:tr>
      <w:tr w:rsidR="00C35C06" w:rsidTr="00C35C06">
        <w:trPr>
          <w:trHeight w:val="1051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</w:rPr>
              <w:t>804200О.99.0.ББ52АЖ48000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указано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Очная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Количество человеко-часов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Человеко-час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539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Pr="003C35B8" w:rsidRDefault="003C35B8" w:rsidP="003C35B8">
            <w:pPr>
              <w:jc w:val="center"/>
              <w:rPr>
                <w:b/>
                <w:sz w:val="24"/>
              </w:rPr>
            </w:pPr>
            <w:r w:rsidRPr="003C35B8">
              <w:rPr>
                <w:b/>
                <w:sz w:val="24"/>
              </w:rPr>
              <w:t>475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Pr="003C35B8" w:rsidRDefault="003C35B8" w:rsidP="003C35B8">
            <w:pPr>
              <w:jc w:val="center"/>
              <w:rPr>
                <w:b/>
                <w:sz w:val="24"/>
              </w:rPr>
            </w:pPr>
            <w:r w:rsidRPr="003C35B8">
              <w:rPr>
                <w:b/>
                <w:sz w:val="24"/>
              </w:rPr>
              <w:t>475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Pr="003C35B8" w:rsidRDefault="003C35B8" w:rsidP="003C35B8">
            <w:pPr>
              <w:jc w:val="center"/>
              <w:rPr>
                <w:b/>
                <w:sz w:val="24"/>
              </w:rPr>
            </w:pPr>
            <w:r w:rsidRPr="003C35B8">
              <w:rPr>
                <w:b/>
                <w:sz w:val="24"/>
              </w:rPr>
              <w:t>475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5%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jc w:val="center"/>
            </w:pPr>
            <w:r>
              <w:t>-</w:t>
            </w:r>
          </w:p>
        </w:tc>
      </w:tr>
    </w:tbl>
    <w:p w:rsidR="00C35C06" w:rsidRDefault="00C35C06" w:rsidP="00C35C06">
      <w:pPr>
        <w:pStyle w:val="ConsPlusNonformat"/>
        <w:ind w:left="1080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C35C06">
      <w:pPr>
        <w:pStyle w:val="ConsPlusNormal"/>
        <w:numPr>
          <w:ilvl w:val="1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Нормативные правовые акты, устанавливающие размер платы (цену, тариф) либо порядок ее (его) установления:</w:t>
      </w:r>
    </w:p>
    <w:tbl>
      <w:tblPr>
        <w:tblW w:w="15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833"/>
        <w:gridCol w:w="3513"/>
        <w:gridCol w:w="1932"/>
        <w:gridCol w:w="2108"/>
        <w:gridCol w:w="6499"/>
      </w:tblGrid>
      <w:tr w:rsidR="00C35C06" w:rsidTr="00C35C06">
        <w:trPr>
          <w:trHeight w:val="186"/>
        </w:trPr>
        <w:tc>
          <w:tcPr>
            <w:tcW w:w="15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Нормативный правовой акт</w:t>
            </w:r>
          </w:p>
        </w:tc>
      </w:tr>
      <w:tr w:rsidR="00C35C06" w:rsidTr="00C35C06">
        <w:trPr>
          <w:trHeight w:val="264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Вид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Принявший орган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Дата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Номер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Наименование</w:t>
            </w:r>
          </w:p>
        </w:tc>
      </w:tr>
      <w:tr w:rsidR="00C35C06" w:rsidTr="00C35C06">
        <w:trPr>
          <w:trHeight w:val="215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C35C06" w:rsidTr="00C35C06">
        <w:trPr>
          <w:trHeight w:val="165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6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 w:rsidR="00C35C06" w:rsidRDefault="00C35C06" w:rsidP="00C35C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990"/>
      </w:tblGrid>
      <w:tr w:rsidR="00C35C06" w:rsidTr="00C35C06">
        <w:trPr>
          <w:trHeight w:val="310"/>
        </w:trPr>
        <w:tc>
          <w:tcPr>
            <w:tcW w:w="15990" w:type="dxa"/>
            <w:hideMark/>
          </w:tcPr>
          <w:p w:rsidR="00C35C06" w:rsidRDefault="00C35C06" w:rsidP="00C35C06">
            <w:pPr>
              <w:pStyle w:val="ConsPlusNonformat"/>
              <w:numPr>
                <w:ilvl w:val="1"/>
                <w:numId w:val="22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 акты, регулирующие порядок оказания муниципальной услуги</w:t>
            </w:r>
          </w:p>
        </w:tc>
      </w:tr>
      <w:tr w:rsidR="00C35C06" w:rsidTr="00C35C06">
        <w:trPr>
          <w:trHeight w:val="1843"/>
        </w:trPr>
        <w:tc>
          <w:tcPr>
            <w:tcW w:w="15990" w:type="dxa"/>
            <w:hideMark/>
          </w:tcPr>
          <w:p w:rsidR="00C35C06" w:rsidRDefault="00C35C06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Приказ Минпросвещения России  от 27.07.2022 № 629  "Об утверждении Порядка организации и осуществления образовательной деятел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ности по дополнительным общеобразовательным программам"; </w:t>
            </w:r>
          </w:p>
          <w:p w:rsidR="00C35C06" w:rsidRDefault="00C35C06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закон  от 06.10.2003 №131-ФЗ "Об общих принципах организации местного самоуправления в Российской Федерации"; </w:t>
            </w:r>
          </w:p>
          <w:p w:rsidR="00C35C06" w:rsidRDefault="00C35C06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Федеральный закон  от 06.10.1999 №184-ФЗ "Об общих принципах организации законодательных (представительных) и исполнительных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ганов государственной власти субъектов Российской Федерации";</w:t>
            </w:r>
          </w:p>
          <w:p w:rsidR="00C35C06" w:rsidRDefault="00C35C06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закон  от 29.12.2121 №273-ФЗ ""Об образовании в Российской Федерации".</w:t>
            </w:r>
          </w:p>
        </w:tc>
      </w:tr>
      <w:tr w:rsidR="00C35C06" w:rsidTr="00C35C06">
        <w:trPr>
          <w:trHeight w:val="237"/>
        </w:trPr>
        <w:tc>
          <w:tcPr>
            <w:tcW w:w="15990" w:type="dxa"/>
            <w:hideMark/>
          </w:tcPr>
          <w:p w:rsidR="00C35C06" w:rsidRDefault="00C35C06">
            <w:pPr>
              <w:pStyle w:val="ConsPlusNonformat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</w:tr>
      <w:tr w:rsidR="00C35C06" w:rsidTr="00C35C06">
        <w:trPr>
          <w:trHeight w:val="310"/>
        </w:trPr>
        <w:tc>
          <w:tcPr>
            <w:tcW w:w="15990" w:type="dxa"/>
            <w:hideMark/>
          </w:tcPr>
          <w:p w:rsidR="00C35C06" w:rsidRDefault="00C35C06" w:rsidP="00C35C06">
            <w:pPr>
              <w:pStyle w:val="ConsPlusNonformat"/>
              <w:numPr>
                <w:ilvl w:val="1"/>
                <w:numId w:val="22"/>
              </w:numPr>
              <w:tabs>
                <w:tab w:val="left" w:pos="56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информирования потенциальных потребителей муниципальной услуги:</w:t>
            </w:r>
          </w:p>
        </w:tc>
      </w:tr>
    </w:tbl>
    <w:p w:rsidR="00C35C06" w:rsidRDefault="00C35C06" w:rsidP="00C35C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705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93"/>
        <w:gridCol w:w="7085"/>
        <w:gridCol w:w="4227"/>
      </w:tblGrid>
      <w:tr w:rsidR="00C35C06" w:rsidTr="00C35C06">
        <w:trPr>
          <w:trHeight w:val="25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Способ информирования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Состав размещаемой информации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Частота обновления информации</w:t>
            </w:r>
          </w:p>
        </w:tc>
      </w:tr>
      <w:tr w:rsidR="00C35C06" w:rsidTr="00C35C06">
        <w:trPr>
          <w:trHeight w:val="17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C35C06" w:rsidTr="00C35C06">
        <w:trPr>
          <w:trHeight w:val="5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Интернет-сайт учредителя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 xml:space="preserve">Оценка результатов деятельности системы образования по республике по </w:t>
            </w:r>
          </w:p>
          <w:p w:rsidR="00C35C06" w:rsidRDefault="00C35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образовательным и трудовым траекториям выпускников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По мере изменения</w:t>
            </w:r>
          </w:p>
        </w:tc>
      </w:tr>
      <w:tr w:rsidR="00C35C06" w:rsidTr="00C35C06">
        <w:trPr>
          <w:trHeight w:val="25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Информационные стенды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Официальные документы о деятельности учреждения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 мере изменения</w:t>
            </w:r>
          </w:p>
        </w:tc>
      </w:tr>
      <w:tr w:rsidR="00C35C06" w:rsidTr="00C35C06">
        <w:trPr>
          <w:trHeight w:val="25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Родительское собрание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Информация о результатах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По плану-графику учреждения</w:t>
            </w:r>
          </w:p>
        </w:tc>
      </w:tr>
      <w:tr w:rsidR="00C35C06" w:rsidTr="00C35C06">
        <w:trPr>
          <w:trHeight w:val="5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Средства массовой информации: газеты, журналы и телевидение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Информация о результатах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C06" w:rsidRDefault="00C35C0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Cs w:val="22"/>
              </w:rPr>
              <w:t>По мере необходимости</w:t>
            </w:r>
          </w:p>
        </w:tc>
      </w:tr>
    </w:tbl>
    <w:p w:rsidR="00C35C06" w:rsidRDefault="00C35C06" w:rsidP="00C35C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5C06" w:rsidRDefault="00C35C06" w:rsidP="00186CA6">
      <w:pPr>
        <w:pStyle w:val="ConsPlusNonformat"/>
        <w:jc w:val="both"/>
        <w:rPr>
          <w:rFonts w:ascii="Times New Roman" w:hAnsi="Times New Roman" w:cs="Times New Roman"/>
        </w:rPr>
      </w:pPr>
    </w:p>
    <w:p w:rsidR="00186CA6" w:rsidRPr="00F910D9" w:rsidRDefault="00186CA6" w:rsidP="00186CA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</w:t>
      </w:r>
      <w:r w:rsidRPr="00592660">
        <w:rPr>
          <w:rFonts w:ascii="Times New Roman" w:hAnsi="Times New Roman" w:cs="Times New Roman"/>
          <w:sz w:val="28"/>
          <w:szCs w:val="28"/>
        </w:rPr>
        <w:t>Часть</w:t>
      </w:r>
      <w:r>
        <w:rPr>
          <w:rFonts w:ascii="Times New Roman" w:hAnsi="Times New Roman" w:cs="Times New Roman"/>
          <w:sz w:val="28"/>
          <w:szCs w:val="28"/>
        </w:rPr>
        <w:t xml:space="preserve"> 2. Прочие сведения о муниципальном задании </w:t>
      </w:r>
    </w:p>
    <w:p w:rsidR="00186CA6" w:rsidRDefault="00186CA6" w:rsidP="00186CA6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15417"/>
        <w:gridCol w:w="267"/>
        <w:gridCol w:w="236"/>
      </w:tblGrid>
      <w:tr w:rsidR="00186CA6" w:rsidRPr="00592660" w:rsidTr="002B7815"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</w:tcPr>
          <w:p w:rsidR="00186CA6" w:rsidRDefault="00186CA6" w:rsidP="00550603">
            <w:pPr>
              <w:pStyle w:val="ConsPlusNonformat"/>
              <w:numPr>
                <w:ilvl w:val="0"/>
                <w:numId w:val="17"/>
              </w:numPr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досрочного прекращения выполнения муниципального задания </w:t>
            </w:r>
          </w:p>
          <w:tbl>
            <w:tblPr>
              <w:tblW w:w="0" w:type="auto"/>
              <w:tblInd w:w="604" w:type="dxa"/>
              <w:tblLook w:val="0000"/>
            </w:tblPr>
            <w:tblGrid>
              <w:gridCol w:w="8091"/>
              <w:gridCol w:w="6486"/>
            </w:tblGrid>
            <w:tr w:rsidR="00186CA6" w:rsidRPr="004A4812" w:rsidTr="002B7815">
              <w:trPr>
                <w:trHeight w:val="552"/>
                <w:tblHeader/>
              </w:trPr>
              <w:tc>
                <w:tcPr>
                  <w:tcW w:w="83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Основание для прекращения</w:t>
                  </w:r>
                </w:p>
              </w:tc>
              <w:tc>
                <w:tcPr>
                  <w:tcW w:w="6662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Пункт, часть, статья и реквизиты нормативного правового акта</w:t>
                  </w:r>
                </w:p>
              </w:tc>
            </w:tr>
            <w:tr w:rsidR="00186CA6" w:rsidRPr="004A4812" w:rsidTr="002B7815">
              <w:trPr>
                <w:trHeight w:val="316"/>
              </w:trPr>
              <w:tc>
                <w:tcPr>
                  <w:tcW w:w="83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Исключение государственной услуги (работы) из ведомственного перечня госуда</w:t>
                  </w:r>
                  <w:r w:rsidRPr="004A4812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4A4812">
                    <w:rPr>
                      <w:color w:val="000000"/>
                      <w:sz w:val="22"/>
                      <w:szCs w:val="22"/>
                    </w:rPr>
                    <w:t>ственных услуг (работ)</w:t>
                  </w:r>
                </w:p>
              </w:tc>
              <w:tc>
                <w:tcPr>
                  <w:tcW w:w="6662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</w:p>
              </w:tc>
            </w:tr>
            <w:tr w:rsidR="00186CA6" w:rsidRPr="004A4812" w:rsidTr="002B7815">
              <w:trPr>
                <w:trHeight w:val="316"/>
              </w:trPr>
              <w:tc>
                <w:tcPr>
                  <w:tcW w:w="83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Ликвидация учреждения</w:t>
                  </w:r>
                </w:p>
              </w:tc>
              <w:tc>
                <w:tcPr>
                  <w:tcW w:w="6662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Порядок установленный гражданским  законодательством,  ч.10  ст.22 Федерального закона от 29.12.2012 № 273-ФЗ «Об образов</w:t>
                  </w:r>
                  <w:r w:rsidRPr="004A4812"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Pr="004A4812">
                    <w:rPr>
                      <w:color w:val="000000"/>
                      <w:sz w:val="22"/>
                      <w:szCs w:val="22"/>
                    </w:rPr>
                    <w:t>нии в Российской Федерации»</w:t>
                  </w:r>
                </w:p>
              </w:tc>
            </w:tr>
            <w:tr w:rsidR="00186CA6" w:rsidRPr="004A4812" w:rsidTr="002B7815">
              <w:trPr>
                <w:trHeight w:val="316"/>
              </w:trPr>
              <w:tc>
                <w:tcPr>
                  <w:tcW w:w="833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Реорганизация учреждения</w:t>
                  </w:r>
                </w:p>
              </w:tc>
              <w:tc>
                <w:tcPr>
                  <w:tcW w:w="6662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6CA6" w:rsidRPr="004A4812" w:rsidRDefault="00186CA6" w:rsidP="002B781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2"/>
                      <w:szCs w:val="22"/>
                    </w:rPr>
                  </w:pPr>
                  <w:r w:rsidRPr="004A4812">
                    <w:rPr>
                      <w:color w:val="000000"/>
                      <w:sz w:val="22"/>
                      <w:szCs w:val="22"/>
                    </w:rPr>
                    <w:t>Порядок установленный гражданским  законодательством,  ч.10  ст.22 Федерального закона от 29.12.2012 № 273-ФЗ «Об образов</w:t>
                  </w:r>
                  <w:r w:rsidRPr="004A4812"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Pr="004A4812">
                    <w:rPr>
                      <w:color w:val="000000"/>
                      <w:sz w:val="22"/>
                      <w:szCs w:val="22"/>
                    </w:rPr>
                    <w:t>нии в Российской Федерации»</w:t>
                  </w:r>
                </w:p>
              </w:tc>
            </w:tr>
          </w:tbl>
          <w:p w:rsidR="00186CA6" w:rsidRPr="00592660" w:rsidRDefault="00186CA6" w:rsidP="002B7815">
            <w:pPr>
              <w:pStyle w:val="ConsPlusNonformat"/>
              <w:tabs>
                <w:tab w:val="left" w:pos="3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  <w:vMerge w:val="restart"/>
            <w:tcBorders>
              <w:top w:val="nil"/>
              <w:left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CA6" w:rsidRPr="00592660" w:rsidTr="002B7815"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6D21B2">
            <w:pPr>
              <w:pStyle w:val="ConsPlusNonformat"/>
              <w:numPr>
                <w:ilvl w:val="0"/>
                <w:numId w:val="17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17F8">
              <w:rPr>
                <w:rFonts w:ascii="Times New Roman" w:hAnsi="Times New Roman" w:cs="Times New Roman"/>
                <w:sz w:val="28"/>
                <w:szCs w:val="28"/>
              </w:rPr>
              <w:t>Иная информация, необходимая для выполнения (контроля за выполнением) муниципального зад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7F8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7" w:type="dxa"/>
            <w:vMerge/>
            <w:tcBorders>
              <w:left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CA6" w:rsidRPr="00592660" w:rsidTr="002B7815"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</w:t>
            </w:r>
          </w:p>
        </w:tc>
        <w:tc>
          <w:tcPr>
            <w:tcW w:w="267" w:type="dxa"/>
            <w:vMerge/>
            <w:tcBorders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6CA6" w:rsidRPr="00592660" w:rsidTr="002B7815"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</w:tcPr>
          <w:p w:rsidR="00186CA6" w:rsidRDefault="00186CA6" w:rsidP="00550603">
            <w:pPr>
              <w:pStyle w:val="ConsPlusNonformat"/>
              <w:numPr>
                <w:ilvl w:val="0"/>
                <w:numId w:val="17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контроля за выполнением муниципального задания</w:t>
            </w:r>
          </w:p>
          <w:p w:rsidR="00433B1C" w:rsidRPr="004E7B00" w:rsidRDefault="00433B1C" w:rsidP="00C35C06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86CA6" w:rsidRPr="00592660" w:rsidRDefault="00186CA6" w:rsidP="002B781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2835"/>
        <w:gridCol w:w="7371"/>
      </w:tblGrid>
      <w:tr w:rsidR="00186CA6" w:rsidRPr="005601CB" w:rsidTr="000308E5">
        <w:tc>
          <w:tcPr>
            <w:tcW w:w="5165" w:type="dxa"/>
            <w:vAlign w:val="center"/>
          </w:tcPr>
          <w:p w:rsidR="00186CA6" w:rsidRPr="00C35C06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5C06">
              <w:rPr>
                <w:rFonts w:ascii="Times New Roman" w:hAnsi="Times New Roman" w:cs="Times New Roman"/>
                <w:sz w:val="20"/>
                <w:szCs w:val="28"/>
              </w:rPr>
              <w:t>Форма контроля</w:t>
            </w:r>
          </w:p>
        </w:tc>
        <w:tc>
          <w:tcPr>
            <w:tcW w:w="2835" w:type="dxa"/>
            <w:vAlign w:val="center"/>
          </w:tcPr>
          <w:p w:rsidR="00186CA6" w:rsidRPr="00C35C06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5C06">
              <w:rPr>
                <w:rFonts w:ascii="Times New Roman" w:hAnsi="Times New Roman" w:cs="Times New Roman"/>
                <w:sz w:val="20"/>
                <w:szCs w:val="28"/>
              </w:rPr>
              <w:t>Периодичность</w:t>
            </w:r>
          </w:p>
        </w:tc>
        <w:tc>
          <w:tcPr>
            <w:tcW w:w="7371" w:type="dxa"/>
            <w:vAlign w:val="center"/>
          </w:tcPr>
          <w:p w:rsidR="00186CA6" w:rsidRPr="00C35C06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35C06">
              <w:rPr>
                <w:rFonts w:ascii="Times New Roman" w:hAnsi="Times New Roman" w:cs="Times New Roman"/>
                <w:sz w:val="20"/>
                <w:szCs w:val="28"/>
              </w:rPr>
              <w:t>Органы местного самоуправления, осуществляющие контроль за выполнением м</w:t>
            </w:r>
            <w:r w:rsidRPr="00C35C06">
              <w:rPr>
                <w:rFonts w:ascii="Times New Roman" w:hAnsi="Times New Roman" w:cs="Times New Roman"/>
                <w:sz w:val="20"/>
                <w:szCs w:val="28"/>
              </w:rPr>
              <w:t>у</w:t>
            </w:r>
            <w:r w:rsidRPr="00C35C06">
              <w:rPr>
                <w:rFonts w:ascii="Times New Roman" w:hAnsi="Times New Roman" w:cs="Times New Roman"/>
                <w:sz w:val="20"/>
                <w:szCs w:val="28"/>
              </w:rPr>
              <w:t>ниципального задания</w:t>
            </w:r>
          </w:p>
        </w:tc>
      </w:tr>
      <w:tr w:rsidR="00186CA6" w:rsidRPr="005601CB" w:rsidTr="000308E5">
        <w:tc>
          <w:tcPr>
            <w:tcW w:w="5165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186CA6" w:rsidRPr="005601CB" w:rsidRDefault="00186CA6" w:rsidP="002B78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601CB">
              <w:rPr>
                <w:rFonts w:ascii="Times New Roman" w:hAnsi="Times New Roman" w:cs="Times New Roman"/>
              </w:rPr>
              <w:t>3</w:t>
            </w:r>
          </w:p>
        </w:tc>
      </w:tr>
      <w:tr w:rsidR="005A713E" w:rsidRPr="005601CB" w:rsidTr="000308E5">
        <w:tc>
          <w:tcPr>
            <w:tcW w:w="516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lastRenderedPageBreak/>
              <w:t>Соблюдение порядка исполнения финансово-экономической дисциплины</w:t>
            </w:r>
          </w:p>
        </w:tc>
        <w:tc>
          <w:tcPr>
            <w:tcW w:w="283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1 раз в 2 года</w:t>
            </w:r>
          </w:p>
        </w:tc>
        <w:tc>
          <w:tcPr>
            <w:tcW w:w="7371" w:type="dxa"/>
          </w:tcPr>
          <w:p w:rsidR="005A713E" w:rsidRDefault="005A713E">
            <w:r w:rsidRPr="00BA3F97">
              <w:rPr>
                <w:color w:val="000000"/>
                <w:sz w:val="22"/>
                <w:szCs w:val="22"/>
              </w:rPr>
              <w:t>Управление образования, молодёжной политики и спорта администрации Амурского муниципального района Хабаровского края</w:t>
            </w:r>
          </w:p>
        </w:tc>
      </w:tr>
      <w:tr w:rsidR="005A713E" w:rsidRPr="005601CB" w:rsidTr="000308E5">
        <w:tc>
          <w:tcPr>
            <w:tcW w:w="516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Инвентаризация нефинансовых активов</w:t>
            </w:r>
          </w:p>
        </w:tc>
        <w:tc>
          <w:tcPr>
            <w:tcW w:w="283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7371" w:type="dxa"/>
          </w:tcPr>
          <w:p w:rsidR="005A713E" w:rsidRDefault="005A713E">
            <w:r w:rsidRPr="00BA3F97">
              <w:rPr>
                <w:color w:val="000000"/>
                <w:sz w:val="22"/>
                <w:szCs w:val="22"/>
              </w:rPr>
              <w:t>Управление образования, молодёжной политики и спорта администрации Амурского муниципального района Хабаровского края</w:t>
            </w:r>
          </w:p>
        </w:tc>
      </w:tr>
      <w:tr w:rsidR="005A713E" w:rsidRPr="005601CB" w:rsidTr="000308E5">
        <w:tc>
          <w:tcPr>
            <w:tcW w:w="516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Приемка готовности образовательного учреждения</w:t>
            </w:r>
          </w:p>
        </w:tc>
        <w:tc>
          <w:tcPr>
            <w:tcW w:w="283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7371" w:type="dxa"/>
          </w:tcPr>
          <w:p w:rsidR="005A713E" w:rsidRDefault="005A713E">
            <w:r w:rsidRPr="00BA3F97">
              <w:rPr>
                <w:color w:val="000000"/>
                <w:sz w:val="22"/>
                <w:szCs w:val="22"/>
              </w:rPr>
              <w:t>Управление образования, молодёжной политики и спорта администрации Амурского муниципального района Хабаровского края</w:t>
            </w:r>
          </w:p>
        </w:tc>
      </w:tr>
      <w:tr w:rsidR="005A713E" w:rsidRPr="005601CB" w:rsidTr="000308E5">
        <w:tc>
          <w:tcPr>
            <w:tcW w:w="5165" w:type="dxa"/>
          </w:tcPr>
          <w:p w:rsidR="005A713E" w:rsidRPr="004A4812" w:rsidRDefault="005A713E" w:rsidP="002B78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Отчет о выполнении муниципального задания</w:t>
            </w:r>
          </w:p>
        </w:tc>
        <w:tc>
          <w:tcPr>
            <w:tcW w:w="2835" w:type="dxa"/>
          </w:tcPr>
          <w:p w:rsidR="005A713E" w:rsidRPr="004A4812" w:rsidRDefault="005A713E" w:rsidP="008816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A4812">
              <w:rPr>
                <w:color w:val="000000"/>
                <w:sz w:val="22"/>
                <w:szCs w:val="22"/>
              </w:rPr>
              <w:t>1 раз в квартал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371" w:type="dxa"/>
          </w:tcPr>
          <w:p w:rsidR="005A713E" w:rsidRDefault="005A713E">
            <w:r w:rsidRPr="00BA3F97">
              <w:rPr>
                <w:color w:val="000000"/>
                <w:sz w:val="22"/>
                <w:szCs w:val="22"/>
              </w:rPr>
              <w:t>Управление образования, молодёжной политики и спорта администрации Амурского муниципального района Хабаровского края</w:t>
            </w:r>
          </w:p>
        </w:tc>
      </w:tr>
    </w:tbl>
    <w:p w:rsidR="00186CA6" w:rsidRPr="005601CB" w:rsidRDefault="00186CA6" w:rsidP="00186CA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15786"/>
      </w:tblGrid>
      <w:tr w:rsidR="00C348B2" w:rsidRPr="00592660" w:rsidTr="00FE5227">
        <w:trPr>
          <w:trHeight w:val="317"/>
        </w:trPr>
        <w:tc>
          <w:tcPr>
            <w:tcW w:w="15786" w:type="dxa"/>
            <w:tcBorders>
              <w:top w:val="nil"/>
              <w:left w:val="nil"/>
              <w:bottom w:val="nil"/>
              <w:right w:val="nil"/>
            </w:tcBorders>
          </w:tcPr>
          <w:p w:rsidR="00C348B2" w:rsidRPr="004E7B00" w:rsidRDefault="00C348B2" w:rsidP="00550603">
            <w:pPr>
              <w:pStyle w:val="ConsPlusNonformat"/>
              <w:numPr>
                <w:ilvl w:val="0"/>
                <w:numId w:val="17"/>
              </w:numP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отчетности о выполнении муниципального задания</w:t>
            </w:r>
          </w:p>
        </w:tc>
      </w:tr>
      <w:tr w:rsidR="00C348B2" w:rsidRPr="007459A9" w:rsidTr="00FE5227">
        <w:trPr>
          <w:trHeight w:val="277"/>
        </w:trPr>
        <w:tc>
          <w:tcPr>
            <w:tcW w:w="15786" w:type="dxa"/>
            <w:tcBorders>
              <w:top w:val="nil"/>
              <w:left w:val="nil"/>
              <w:bottom w:val="nil"/>
              <w:right w:val="nil"/>
            </w:tcBorders>
          </w:tcPr>
          <w:p w:rsidR="00C348B2" w:rsidRPr="00830475" w:rsidRDefault="00C348B2" w:rsidP="002B7815">
            <w:pPr>
              <w:pStyle w:val="ConsPlusNonformat"/>
              <w:pBdr>
                <w:bottom w:val="single" w:sz="12" w:space="1" w:color="auto"/>
              </w:pBd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highlight w:val="yellow"/>
              </w:rPr>
            </w:pPr>
            <w:r w:rsidRPr="00830475">
              <w:rPr>
                <w:rFonts w:ascii="Times New Roman" w:hAnsi="Times New Roman" w:cs="Times New Roman"/>
                <w:b/>
                <w:sz w:val="22"/>
                <w:highlight w:val="yellow"/>
              </w:rPr>
              <w:t>4.2. Сроки представления отчетов о выполнении муниципального задания</w:t>
            </w:r>
          </w:p>
          <w:p w:rsidR="00C348B2" w:rsidRPr="00830475" w:rsidRDefault="00C348B2" w:rsidP="002B7815">
            <w:pPr>
              <w:pStyle w:val="ConsPlusNonformat"/>
              <w:pBdr>
                <w:bottom w:val="single" w:sz="12" w:space="1" w:color="auto"/>
              </w:pBdr>
              <w:tabs>
                <w:tab w:val="left" w:pos="426"/>
              </w:tabs>
              <w:rPr>
                <w:rFonts w:ascii="Times New Roman" w:hAnsi="Times New Roman" w:cs="Times New Roman"/>
                <w:b/>
                <w:sz w:val="22"/>
                <w:highlight w:val="yellow"/>
              </w:rPr>
            </w:pPr>
            <w:r w:rsidRPr="00830475">
              <w:rPr>
                <w:rFonts w:ascii="Times New Roman" w:hAnsi="Times New Roman" w:cs="Times New Roman"/>
                <w:b/>
                <w:sz w:val="22"/>
                <w:highlight w:val="yellow"/>
              </w:rPr>
              <w:t>Ежеквартально (не позднее 20-го числа месяца, следующего за отчетным периодом)</w:t>
            </w:r>
            <w:r w:rsidRPr="00830475">
              <w:rPr>
                <w:rFonts w:ascii="Times New Roman" w:hAnsi="Times New Roman" w:cs="Times New Roman"/>
                <w:b/>
                <w:color w:val="000000"/>
                <w:sz w:val="24"/>
                <w:szCs w:val="22"/>
                <w:highlight w:val="yellow"/>
              </w:rPr>
              <w:t xml:space="preserve"> </w:t>
            </w:r>
            <w:r w:rsidR="00902E7F">
              <w:rPr>
                <w:rFonts w:ascii="Times New Roman" w:hAnsi="Times New Roman" w:cs="Times New Roman"/>
                <w:b/>
                <w:color w:val="000000"/>
                <w:sz w:val="24"/>
                <w:szCs w:val="22"/>
                <w:highlight w:val="yellow"/>
              </w:rPr>
              <w:t>и по состоянию на 1 ноября</w:t>
            </w:r>
          </w:p>
          <w:p w:rsidR="00C348B2" w:rsidRPr="00830475" w:rsidRDefault="00C348B2" w:rsidP="002B781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830475">
              <w:rPr>
                <w:rFonts w:ascii="Times New Roman" w:hAnsi="Times New Roman" w:cs="Times New Roman"/>
                <w:b/>
                <w:highlight w:val="yellow"/>
              </w:rPr>
              <w:t>Ежегодно (не позднее 25-го числа месяца, следующего за отчетным периодом).</w:t>
            </w:r>
          </w:p>
          <w:p w:rsidR="00C348B2" w:rsidRPr="006E105B" w:rsidRDefault="00C348B2" w:rsidP="002B7815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48B2" w:rsidRPr="007459A9" w:rsidTr="00FE5227">
        <w:trPr>
          <w:trHeight w:val="2757"/>
        </w:trPr>
        <w:tc>
          <w:tcPr>
            <w:tcW w:w="15786" w:type="dxa"/>
            <w:tcBorders>
              <w:top w:val="nil"/>
              <w:left w:val="nil"/>
              <w:bottom w:val="nil"/>
              <w:right w:val="nil"/>
            </w:tcBorders>
          </w:tcPr>
          <w:p w:rsidR="00C348B2" w:rsidRPr="000308E5" w:rsidRDefault="00C348B2" w:rsidP="002B7815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22"/>
                <w:szCs w:val="24"/>
              </w:rPr>
            </w:pPr>
            <w:r w:rsidRPr="000308E5">
              <w:rPr>
                <w:rFonts w:ascii="Times New Roman" w:hAnsi="Times New Roman" w:cs="Times New Roman"/>
                <w:sz w:val="22"/>
                <w:szCs w:val="24"/>
              </w:rPr>
              <w:t>4.3. Иные требования к отчетности о выполнении муниципального задания</w:t>
            </w:r>
          </w:p>
          <w:p w:rsidR="00C348B2" w:rsidRPr="000308E5" w:rsidRDefault="00C348B2" w:rsidP="002B781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4"/>
              </w:rPr>
            </w:pPr>
            <w:r w:rsidRPr="000308E5">
              <w:rPr>
                <w:color w:val="000000"/>
                <w:sz w:val="22"/>
                <w:szCs w:val="24"/>
              </w:rPr>
              <w:t xml:space="preserve">Одновременно с отчетом составляется </w:t>
            </w:r>
            <w:r w:rsidRPr="000308E5">
              <w:rPr>
                <w:b/>
                <w:color w:val="000000"/>
                <w:sz w:val="22"/>
                <w:szCs w:val="24"/>
              </w:rPr>
              <w:t>пояснительная записка</w:t>
            </w:r>
            <w:r w:rsidRPr="000308E5">
              <w:rPr>
                <w:color w:val="000000"/>
                <w:sz w:val="22"/>
                <w:szCs w:val="24"/>
              </w:rPr>
              <w:t>, содержащая:</w:t>
            </w:r>
          </w:p>
          <w:p w:rsidR="00C348B2" w:rsidRPr="000308E5" w:rsidRDefault="00C348B2" w:rsidP="002B781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4"/>
              </w:rPr>
            </w:pPr>
            <w:r w:rsidRPr="000308E5">
              <w:rPr>
                <w:color w:val="000000"/>
                <w:sz w:val="22"/>
                <w:szCs w:val="24"/>
              </w:rPr>
              <w:t>- выводы о степени достижения плановых значений показателей качества (объема) муниципальных услуг, непосредственного и конечного результата оказания м</w:t>
            </w:r>
            <w:r w:rsidRPr="000308E5">
              <w:rPr>
                <w:color w:val="000000"/>
                <w:sz w:val="22"/>
                <w:szCs w:val="24"/>
              </w:rPr>
              <w:t>у</w:t>
            </w:r>
            <w:r w:rsidRPr="000308E5">
              <w:rPr>
                <w:color w:val="000000"/>
                <w:sz w:val="22"/>
                <w:szCs w:val="24"/>
              </w:rPr>
              <w:t>ниципальных услуг;</w:t>
            </w:r>
          </w:p>
          <w:p w:rsidR="00C348B2" w:rsidRPr="000308E5" w:rsidRDefault="00C348B2" w:rsidP="002B7815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4"/>
              </w:rPr>
            </w:pPr>
            <w:r w:rsidRPr="000308E5">
              <w:rPr>
                <w:color w:val="000000"/>
                <w:sz w:val="22"/>
                <w:szCs w:val="24"/>
              </w:rPr>
              <w:t>- предложения необходимых мер по обеспечению достижения плановых значений показателей качества (объема) муниципальных услуг, непосредственного и к</w:t>
            </w:r>
            <w:r w:rsidRPr="000308E5">
              <w:rPr>
                <w:color w:val="000000"/>
                <w:sz w:val="22"/>
                <w:szCs w:val="24"/>
              </w:rPr>
              <w:t>о</w:t>
            </w:r>
            <w:r w:rsidRPr="000308E5">
              <w:rPr>
                <w:color w:val="000000"/>
                <w:sz w:val="22"/>
                <w:szCs w:val="24"/>
              </w:rPr>
              <w:t>нечного результата оказания муниципальных услуг в очередном году и плановом периоде;</w:t>
            </w:r>
          </w:p>
          <w:p w:rsidR="00C348B2" w:rsidRPr="000308E5" w:rsidRDefault="00C348B2" w:rsidP="002B7815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0308E5">
              <w:rPr>
                <w:rFonts w:ascii="Times New Roman" w:hAnsi="Times New Roman" w:cs="Times New Roman"/>
                <w:color w:val="000000"/>
                <w:szCs w:val="24"/>
              </w:rPr>
              <w:t>- предложения о возможных изменениях значений плановых показателей качества (объема) муниципальных услуг, непосредственного и конечного результатов ок</w:t>
            </w:r>
            <w:r w:rsidRPr="000308E5">
              <w:rPr>
                <w:rFonts w:ascii="Times New Roman" w:hAnsi="Times New Roman" w:cs="Times New Roman"/>
                <w:color w:val="000000"/>
                <w:szCs w:val="24"/>
              </w:rPr>
              <w:t>а</w:t>
            </w:r>
            <w:r w:rsidRPr="000308E5">
              <w:rPr>
                <w:rFonts w:ascii="Times New Roman" w:hAnsi="Times New Roman" w:cs="Times New Roman"/>
                <w:color w:val="000000"/>
                <w:szCs w:val="24"/>
              </w:rPr>
              <w:t>зания муниципальных услуг с обоснованием каждого предложения. Источниками данных для подготовки отчета являются сведения статистической, бухгалтерской и иной официальной отчетности (официальных документов), а также результаты проведения управлением образования контрольных мероприятий, представленные в актах проведения контрольных мероприятий.</w:t>
            </w:r>
          </w:p>
        </w:tc>
      </w:tr>
      <w:tr w:rsidR="00C348B2" w:rsidRPr="004A4812" w:rsidTr="00FE5227">
        <w:trPr>
          <w:trHeight w:val="2253"/>
        </w:trPr>
        <w:tc>
          <w:tcPr>
            <w:tcW w:w="15786" w:type="dxa"/>
            <w:tcBorders>
              <w:top w:val="nil"/>
              <w:left w:val="nil"/>
              <w:bottom w:val="nil"/>
              <w:right w:val="nil"/>
            </w:tcBorders>
          </w:tcPr>
          <w:p w:rsidR="00C348B2" w:rsidRPr="000308E5" w:rsidRDefault="00C348B2" w:rsidP="00550603">
            <w:pPr>
              <w:pStyle w:val="ConsPlusNonformat"/>
              <w:numPr>
                <w:ilvl w:val="0"/>
                <w:numId w:val="17"/>
              </w:numPr>
              <w:pBdr>
                <w:bottom w:val="single" w:sz="12" w:space="1" w:color="auto"/>
              </w:pBdr>
              <w:tabs>
                <w:tab w:val="left" w:pos="426"/>
              </w:tabs>
              <w:ind w:left="0" w:firstLine="0"/>
              <w:rPr>
                <w:rFonts w:ascii="Times New Roman" w:hAnsi="Times New Roman" w:cs="Times New Roman"/>
                <w:sz w:val="22"/>
                <w:szCs w:val="24"/>
              </w:rPr>
            </w:pPr>
            <w:r w:rsidRPr="000308E5">
              <w:rPr>
                <w:rFonts w:ascii="Times New Roman" w:hAnsi="Times New Roman" w:cs="Times New Roman"/>
                <w:sz w:val="22"/>
                <w:szCs w:val="24"/>
              </w:rPr>
              <w:t xml:space="preserve">Иные показатели, связанные с выполнением муниципального задания </w:t>
            </w:r>
          </w:p>
          <w:p w:rsidR="00C348B2" w:rsidRPr="000308E5" w:rsidRDefault="00C348B2" w:rsidP="002B78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0308E5">
              <w:rPr>
                <w:rFonts w:ascii="Times New Roman" w:hAnsi="Times New Roman" w:cs="Times New Roman"/>
                <w:szCs w:val="24"/>
              </w:rPr>
              <w:t>Муниципальное задание составляется для конкретного учреждения, его выполнение является обязательным.</w:t>
            </w:r>
          </w:p>
          <w:p w:rsidR="00C348B2" w:rsidRPr="000308E5" w:rsidRDefault="00C348B2" w:rsidP="002B78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0308E5">
              <w:rPr>
                <w:rFonts w:ascii="Times New Roman" w:hAnsi="Times New Roman" w:cs="Times New Roman"/>
                <w:b/>
                <w:szCs w:val="24"/>
              </w:rPr>
              <w:t>Муниципальное задание признается выполненным при выполнении показателей оценки выполнения муниципального задания на 95 процентов и выше.</w:t>
            </w:r>
          </w:p>
          <w:p w:rsidR="00C348B2" w:rsidRPr="000308E5" w:rsidRDefault="00C348B2" w:rsidP="002B781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0308E5">
              <w:rPr>
                <w:rFonts w:ascii="Times New Roman" w:hAnsi="Times New Roman" w:cs="Times New Roman"/>
                <w:szCs w:val="24"/>
              </w:rPr>
              <w:t>При формировании муниципального задания применяются справочники, реестры и классификаторы, используемые в государственной интегрированной и</w:t>
            </w:r>
            <w:r w:rsidRPr="000308E5">
              <w:rPr>
                <w:rFonts w:ascii="Times New Roman" w:hAnsi="Times New Roman" w:cs="Times New Roman"/>
                <w:szCs w:val="24"/>
              </w:rPr>
              <w:t>н</w:t>
            </w:r>
            <w:r w:rsidRPr="000308E5">
              <w:rPr>
                <w:rFonts w:ascii="Times New Roman" w:hAnsi="Times New Roman" w:cs="Times New Roman"/>
                <w:szCs w:val="24"/>
              </w:rPr>
              <w:t>формационной системе управления общественными финансами "Электронный бюджет".</w:t>
            </w:r>
          </w:p>
          <w:p w:rsidR="00C348B2" w:rsidRPr="000308E5" w:rsidRDefault="00C348B2" w:rsidP="0083047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0308E5">
              <w:rPr>
                <w:rFonts w:ascii="Times New Roman" w:hAnsi="Times New Roman" w:cs="Times New Roman"/>
                <w:szCs w:val="24"/>
              </w:rPr>
              <w:t>Муниципальное задание формируется в процессе формирования районного бюджета на очередной финансовый год и плановый период и утверждается не позднее пятнадцати рабочих дней со дня утверждения районного бюджета в отношении</w:t>
            </w:r>
          </w:p>
        </w:tc>
      </w:tr>
      <w:tr w:rsidR="00C348B2" w:rsidRPr="004A4812" w:rsidTr="00FE5227">
        <w:trPr>
          <w:trHeight w:val="95"/>
        </w:trPr>
        <w:tc>
          <w:tcPr>
            <w:tcW w:w="15786" w:type="dxa"/>
            <w:tcBorders>
              <w:top w:val="nil"/>
              <w:left w:val="nil"/>
              <w:bottom w:val="nil"/>
              <w:right w:val="nil"/>
            </w:tcBorders>
          </w:tcPr>
          <w:p w:rsidR="00C348B2" w:rsidRPr="004A4812" w:rsidRDefault="00C348B2" w:rsidP="002B7815">
            <w:pPr>
              <w:pStyle w:val="ConsPlusNonformat"/>
              <w:tabs>
                <w:tab w:val="left" w:pos="42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86CA6" w:rsidRPr="009C204E" w:rsidRDefault="00186CA6" w:rsidP="004329F3">
      <w:pPr>
        <w:pStyle w:val="ConsPlusNormal"/>
        <w:ind w:firstLine="540"/>
        <w:jc w:val="both"/>
        <w:rPr>
          <w:sz w:val="28"/>
          <w:szCs w:val="28"/>
        </w:rPr>
      </w:pPr>
    </w:p>
    <w:sectPr w:rsidR="00186CA6" w:rsidRPr="009C204E" w:rsidSect="005A6442">
      <w:pgSz w:w="16838" w:h="11906" w:orient="landscape" w:code="9"/>
      <w:pgMar w:top="-567" w:right="567" w:bottom="709" w:left="567" w:header="284" w:footer="62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4B0" w:rsidRDefault="00E714B0">
      <w:r>
        <w:separator/>
      </w:r>
    </w:p>
  </w:endnote>
  <w:endnote w:type="continuationSeparator" w:id="1">
    <w:p w:rsidR="00E714B0" w:rsidRDefault="00E7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4B0" w:rsidRDefault="00E714B0">
      <w:r>
        <w:separator/>
      </w:r>
    </w:p>
  </w:footnote>
  <w:footnote w:type="continuationSeparator" w:id="1">
    <w:p w:rsidR="00E714B0" w:rsidRDefault="00E71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165AB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693C77"/>
    <w:multiLevelType w:val="hybridMultilevel"/>
    <w:tmpl w:val="F8F4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5F55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59D5249"/>
    <w:multiLevelType w:val="hybridMultilevel"/>
    <w:tmpl w:val="F8F4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E26AC"/>
    <w:multiLevelType w:val="hybridMultilevel"/>
    <w:tmpl w:val="F8F4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D0131"/>
    <w:multiLevelType w:val="multilevel"/>
    <w:tmpl w:val="64826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196C7AB8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5C77C21"/>
    <w:multiLevelType w:val="hybridMultilevel"/>
    <w:tmpl w:val="93F46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86B51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D706C3E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4112D25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8747DAA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E592307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42B97A63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37805F5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EE026F8"/>
    <w:multiLevelType w:val="hybridMultilevel"/>
    <w:tmpl w:val="F8F4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1510B4"/>
    <w:multiLevelType w:val="hybridMultilevel"/>
    <w:tmpl w:val="F8F45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025F4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74F82A4C"/>
    <w:multiLevelType w:val="multilevel"/>
    <w:tmpl w:val="DDDE1C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75E21EAB"/>
    <w:multiLevelType w:val="multilevel"/>
    <w:tmpl w:val="E04A3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9"/>
  </w:num>
  <w:num w:numId="7">
    <w:abstractNumId w:val="14"/>
  </w:num>
  <w:num w:numId="8">
    <w:abstractNumId w:val="11"/>
  </w:num>
  <w:num w:numId="9">
    <w:abstractNumId w:val="10"/>
  </w:num>
  <w:num w:numId="10">
    <w:abstractNumId w:val="16"/>
  </w:num>
  <w:num w:numId="11">
    <w:abstractNumId w:val="6"/>
  </w:num>
  <w:num w:numId="12">
    <w:abstractNumId w:val="12"/>
  </w:num>
  <w:num w:numId="13">
    <w:abstractNumId w:val="0"/>
  </w:num>
  <w:num w:numId="14">
    <w:abstractNumId w:val="2"/>
  </w:num>
  <w:num w:numId="15">
    <w:abstractNumId w:val="4"/>
  </w:num>
  <w:num w:numId="16">
    <w:abstractNumId w:val="13"/>
  </w:num>
  <w:num w:numId="17">
    <w:abstractNumId w:val="1"/>
  </w:num>
  <w:num w:numId="18">
    <w:abstractNumId w:val="19"/>
  </w:num>
  <w:num w:numId="19">
    <w:abstractNumId w:val="15"/>
  </w:num>
  <w:num w:numId="20">
    <w:abstractNumId w:val="8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01CD"/>
    <w:rsid w:val="000047CF"/>
    <w:rsid w:val="0001508B"/>
    <w:rsid w:val="000308E5"/>
    <w:rsid w:val="00031D16"/>
    <w:rsid w:val="0003596F"/>
    <w:rsid w:val="00040DD9"/>
    <w:rsid w:val="00040ECB"/>
    <w:rsid w:val="0004232E"/>
    <w:rsid w:val="0005284D"/>
    <w:rsid w:val="00057CDF"/>
    <w:rsid w:val="000720C9"/>
    <w:rsid w:val="00097E2B"/>
    <w:rsid w:val="000A71CF"/>
    <w:rsid w:val="000B4819"/>
    <w:rsid w:val="000E71F3"/>
    <w:rsid w:val="000F254D"/>
    <w:rsid w:val="000F29AD"/>
    <w:rsid w:val="000F6B51"/>
    <w:rsid w:val="00104C1C"/>
    <w:rsid w:val="00106708"/>
    <w:rsid w:val="001206DB"/>
    <w:rsid w:val="00130410"/>
    <w:rsid w:val="00132D84"/>
    <w:rsid w:val="001527DF"/>
    <w:rsid w:val="001669E0"/>
    <w:rsid w:val="001735F5"/>
    <w:rsid w:val="00176F3B"/>
    <w:rsid w:val="00186CA6"/>
    <w:rsid w:val="00192BDC"/>
    <w:rsid w:val="001932E3"/>
    <w:rsid w:val="001966DA"/>
    <w:rsid w:val="001A59E6"/>
    <w:rsid w:val="001A785A"/>
    <w:rsid w:val="001B3788"/>
    <w:rsid w:val="001B47BB"/>
    <w:rsid w:val="001E6B5F"/>
    <w:rsid w:val="001F7ACC"/>
    <w:rsid w:val="001F7F26"/>
    <w:rsid w:val="00216172"/>
    <w:rsid w:val="00222353"/>
    <w:rsid w:val="00224013"/>
    <w:rsid w:val="0022406E"/>
    <w:rsid w:val="00225BCA"/>
    <w:rsid w:val="00232D92"/>
    <w:rsid w:val="00236A82"/>
    <w:rsid w:val="00236F21"/>
    <w:rsid w:val="002411AC"/>
    <w:rsid w:val="00242635"/>
    <w:rsid w:val="00243B6F"/>
    <w:rsid w:val="00246811"/>
    <w:rsid w:val="0024733D"/>
    <w:rsid w:val="002518FE"/>
    <w:rsid w:val="00260ABF"/>
    <w:rsid w:val="00260D34"/>
    <w:rsid w:val="002621B9"/>
    <w:rsid w:val="00264E15"/>
    <w:rsid w:val="00270979"/>
    <w:rsid w:val="00271C97"/>
    <w:rsid w:val="0029043D"/>
    <w:rsid w:val="002931E3"/>
    <w:rsid w:val="0029382E"/>
    <w:rsid w:val="00297988"/>
    <w:rsid w:val="002A13FE"/>
    <w:rsid w:val="002A448C"/>
    <w:rsid w:val="002B1E57"/>
    <w:rsid w:val="002B7815"/>
    <w:rsid w:val="002C0554"/>
    <w:rsid w:val="002C11B7"/>
    <w:rsid w:val="002D7DA4"/>
    <w:rsid w:val="002E6724"/>
    <w:rsid w:val="002E7D18"/>
    <w:rsid w:val="002F45BA"/>
    <w:rsid w:val="00310C14"/>
    <w:rsid w:val="003158B0"/>
    <w:rsid w:val="00315CEC"/>
    <w:rsid w:val="00323075"/>
    <w:rsid w:val="0033392B"/>
    <w:rsid w:val="003434B5"/>
    <w:rsid w:val="00344321"/>
    <w:rsid w:val="00345B23"/>
    <w:rsid w:val="0036275F"/>
    <w:rsid w:val="00370988"/>
    <w:rsid w:val="0037628E"/>
    <w:rsid w:val="00376C53"/>
    <w:rsid w:val="00381081"/>
    <w:rsid w:val="003876AC"/>
    <w:rsid w:val="00392F05"/>
    <w:rsid w:val="003A2900"/>
    <w:rsid w:val="003A5A1B"/>
    <w:rsid w:val="003A5ABB"/>
    <w:rsid w:val="003B3A9D"/>
    <w:rsid w:val="003C35B8"/>
    <w:rsid w:val="003D373F"/>
    <w:rsid w:val="003E123B"/>
    <w:rsid w:val="003F105C"/>
    <w:rsid w:val="003F3BF0"/>
    <w:rsid w:val="00400393"/>
    <w:rsid w:val="004026DA"/>
    <w:rsid w:val="00420178"/>
    <w:rsid w:val="00430DA6"/>
    <w:rsid w:val="004329F3"/>
    <w:rsid w:val="00433B1C"/>
    <w:rsid w:val="004341CA"/>
    <w:rsid w:val="004377B9"/>
    <w:rsid w:val="00441D97"/>
    <w:rsid w:val="00450E30"/>
    <w:rsid w:val="00454680"/>
    <w:rsid w:val="004570C4"/>
    <w:rsid w:val="00467F53"/>
    <w:rsid w:val="00484A93"/>
    <w:rsid w:val="00487519"/>
    <w:rsid w:val="004922D7"/>
    <w:rsid w:val="00492AB2"/>
    <w:rsid w:val="00492FB7"/>
    <w:rsid w:val="00493A39"/>
    <w:rsid w:val="00495F67"/>
    <w:rsid w:val="004B0260"/>
    <w:rsid w:val="004B3A72"/>
    <w:rsid w:val="004C4694"/>
    <w:rsid w:val="004C600A"/>
    <w:rsid w:val="004C607C"/>
    <w:rsid w:val="004D46A4"/>
    <w:rsid w:val="004D4924"/>
    <w:rsid w:val="004E47A7"/>
    <w:rsid w:val="004E7B00"/>
    <w:rsid w:val="004F3439"/>
    <w:rsid w:val="004F41A1"/>
    <w:rsid w:val="004F4900"/>
    <w:rsid w:val="004F7BA3"/>
    <w:rsid w:val="00507078"/>
    <w:rsid w:val="0051617B"/>
    <w:rsid w:val="00522367"/>
    <w:rsid w:val="00525441"/>
    <w:rsid w:val="00535824"/>
    <w:rsid w:val="00545842"/>
    <w:rsid w:val="00547F6D"/>
    <w:rsid w:val="00550603"/>
    <w:rsid w:val="00552168"/>
    <w:rsid w:val="005521B2"/>
    <w:rsid w:val="00554304"/>
    <w:rsid w:val="0055468F"/>
    <w:rsid w:val="00555FA5"/>
    <w:rsid w:val="0056160D"/>
    <w:rsid w:val="00565844"/>
    <w:rsid w:val="0057185D"/>
    <w:rsid w:val="00577B86"/>
    <w:rsid w:val="00592660"/>
    <w:rsid w:val="00596314"/>
    <w:rsid w:val="005A304D"/>
    <w:rsid w:val="005A6442"/>
    <w:rsid w:val="005A713E"/>
    <w:rsid w:val="005B5793"/>
    <w:rsid w:val="005C17F8"/>
    <w:rsid w:val="005C3D16"/>
    <w:rsid w:val="005D1C9D"/>
    <w:rsid w:val="005E111E"/>
    <w:rsid w:val="005E4D2F"/>
    <w:rsid w:val="005F051E"/>
    <w:rsid w:val="005F0A49"/>
    <w:rsid w:val="005F1AA1"/>
    <w:rsid w:val="005F7FE3"/>
    <w:rsid w:val="00602B6B"/>
    <w:rsid w:val="00607A64"/>
    <w:rsid w:val="00612196"/>
    <w:rsid w:val="00620583"/>
    <w:rsid w:val="00620CC3"/>
    <w:rsid w:val="0062581F"/>
    <w:rsid w:val="00626DAC"/>
    <w:rsid w:val="00632CD7"/>
    <w:rsid w:val="0064110E"/>
    <w:rsid w:val="006411D5"/>
    <w:rsid w:val="00647D24"/>
    <w:rsid w:val="00657966"/>
    <w:rsid w:val="006645A3"/>
    <w:rsid w:val="00666A02"/>
    <w:rsid w:val="00692789"/>
    <w:rsid w:val="0069651E"/>
    <w:rsid w:val="006A02A1"/>
    <w:rsid w:val="006A2245"/>
    <w:rsid w:val="006A3591"/>
    <w:rsid w:val="006A4439"/>
    <w:rsid w:val="006B0043"/>
    <w:rsid w:val="006B1C6C"/>
    <w:rsid w:val="006C338D"/>
    <w:rsid w:val="006D09FA"/>
    <w:rsid w:val="006D21B2"/>
    <w:rsid w:val="006D7D63"/>
    <w:rsid w:val="006E1BFB"/>
    <w:rsid w:val="006E4438"/>
    <w:rsid w:val="006F7B94"/>
    <w:rsid w:val="00700B48"/>
    <w:rsid w:val="00720A6C"/>
    <w:rsid w:val="00724ED1"/>
    <w:rsid w:val="007252C8"/>
    <w:rsid w:val="00725A20"/>
    <w:rsid w:val="00725F06"/>
    <w:rsid w:val="007273D9"/>
    <w:rsid w:val="007347EE"/>
    <w:rsid w:val="00741A9D"/>
    <w:rsid w:val="00741E09"/>
    <w:rsid w:val="00744780"/>
    <w:rsid w:val="00752AAC"/>
    <w:rsid w:val="00755F23"/>
    <w:rsid w:val="0075635B"/>
    <w:rsid w:val="00757C4E"/>
    <w:rsid w:val="0076744B"/>
    <w:rsid w:val="0077207E"/>
    <w:rsid w:val="00777FF6"/>
    <w:rsid w:val="007834F2"/>
    <w:rsid w:val="00786F0C"/>
    <w:rsid w:val="00794291"/>
    <w:rsid w:val="007A0786"/>
    <w:rsid w:val="007A1C3C"/>
    <w:rsid w:val="007B03A1"/>
    <w:rsid w:val="007B7A4E"/>
    <w:rsid w:val="007D299F"/>
    <w:rsid w:val="007D359C"/>
    <w:rsid w:val="007D60CE"/>
    <w:rsid w:val="007D7350"/>
    <w:rsid w:val="007E269D"/>
    <w:rsid w:val="007F479B"/>
    <w:rsid w:val="00807910"/>
    <w:rsid w:val="00813362"/>
    <w:rsid w:val="0081749D"/>
    <w:rsid w:val="00830475"/>
    <w:rsid w:val="0083094A"/>
    <w:rsid w:val="0083116A"/>
    <w:rsid w:val="0083630B"/>
    <w:rsid w:val="008479DB"/>
    <w:rsid w:val="00854E0E"/>
    <w:rsid w:val="00862589"/>
    <w:rsid w:val="00871066"/>
    <w:rsid w:val="00876247"/>
    <w:rsid w:val="0088165D"/>
    <w:rsid w:val="00892A9D"/>
    <w:rsid w:val="008938A3"/>
    <w:rsid w:val="008945C8"/>
    <w:rsid w:val="008A0AAE"/>
    <w:rsid w:val="008A2943"/>
    <w:rsid w:val="008A3CF7"/>
    <w:rsid w:val="008B4A18"/>
    <w:rsid w:val="008C1848"/>
    <w:rsid w:val="008C70BF"/>
    <w:rsid w:val="008D3CAE"/>
    <w:rsid w:val="008D6F54"/>
    <w:rsid w:val="008E0564"/>
    <w:rsid w:val="008E5628"/>
    <w:rsid w:val="008E6844"/>
    <w:rsid w:val="008F2707"/>
    <w:rsid w:val="008F7F39"/>
    <w:rsid w:val="00902E7F"/>
    <w:rsid w:val="009045F6"/>
    <w:rsid w:val="00905450"/>
    <w:rsid w:val="00911E2C"/>
    <w:rsid w:val="009152B4"/>
    <w:rsid w:val="00916377"/>
    <w:rsid w:val="00922A95"/>
    <w:rsid w:val="00923D7E"/>
    <w:rsid w:val="009271D3"/>
    <w:rsid w:val="00927C1A"/>
    <w:rsid w:val="0094387A"/>
    <w:rsid w:val="00950C88"/>
    <w:rsid w:val="00954E32"/>
    <w:rsid w:val="00962965"/>
    <w:rsid w:val="00965C92"/>
    <w:rsid w:val="009701CD"/>
    <w:rsid w:val="009853EC"/>
    <w:rsid w:val="009A4DD4"/>
    <w:rsid w:val="009B1033"/>
    <w:rsid w:val="009B791B"/>
    <w:rsid w:val="009C204E"/>
    <w:rsid w:val="009C274A"/>
    <w:rsid w:val="009C5B59"/>
    <w:rsid w:val="009C6063"/>
    <w:rsid w:val="009D59CC"/>
    <w:rsid w:val="009E65D7"/>
    <w:rsid w:val="009F7DEC"/>
    <w:rsid w:val="00A018D8"/>
    <w:rsid w:val="00A0198C"/>
    <w:rsid w:val="00A06F23"/>
    <w:rsid w:val="00A21B3F"/>
    <w:rsid w:val="00A31960"/>
    <w:rsid w:val="00A322A0"/>
    <w:rsid w:val="00A44CFB"/>
    <w:rsid w:val="00A508E7"/>
    <w:rsid w:val="00A53DB8"/>
    <w:rsid w:val="00A7092E"/>
    <w:rsid w:val="00A730D7"/>
    <w:rsid w:val="00A73A60"/>
    <w:rsid w:val="00A75A21"/>
    <w:rsid w:val="00A83EBC"/>
    <w:rsid w:val="00A840BA"/>
    <w:rsid w:val="00A9407F"/>
    <w:rsid w:val="00AA2BF5"/>
    <w:rsid w:val="00AA6D9F"/>
    <w:rsid w:val="00AA7D73"/>
    <w:rsid w:val="00AB7416"/>
    <w:rsid w:val="00AC2D85"/>
    <w:rsid w:val="00AC370B"/>
    <w:rsid w:val="00AC410B"/>
    <w:rsid w:val="00AD2AFB"/>
    <w:rsid w:val="00AD396F"/>
    <w:rsid w:val="00AE3B05"/>
    <w:rsid w:val="00AE47FF"/>
    <w:rsid w:val="00AE7A06"/>
    <w:rsid w:val="00B04850"/>
    <w:rsid w:val="00B060CC"/>
    <w:rsid w:val="00B06408"/>
    <w:rsid w:val="00B105DE"/>
    <w:rsid w:val="00B25175"/>
    <w:rsid w:val="00B2597F"/>
    <w:rsid w:val="00B26149"/>
    <w:rsid w:val="00B27DE2"/>
    <w:rsid w:val="00B54B23"/>
    <w:rsid w:val="00B6028D"/>
    <w:rsid w:val="00B62E0A"/>
    <w:rsid w:val="00B6505F"/>
    <w:rsid w:val="00B825A3"/>
    <w:rsid w:val="00B8358A"/>
    <w:rsid w:val="00BA1623"/>
    <w:rsid w:val="00BA478A"/>
    <w:rsid w:val="00BA6ACE"/>
    <w:rsid w:val="00BC5CB0"/>
    <w:rsid w:val="00BC731A"/>
    <w:rsid w:val="00BD70D1"/>
    <w:rsid w:val="00BE38F9"/>
    <w:rsid w:val="00BF4FF2"/>
    <w:rsid w:val="00BF728C"/>
    <w:rsid w:val="00C07E4A"/>
    <w:rsid w:val="00C13C2D"/>
    <w:rsid w:val="00C25ED2"/>
    <w:rsid w:val="00C302A6"/>
    <w:rsid w:val="00C348B2"/>
    <w:rsid w:val="00C35BEA"/>
    <w:rsid w:val="00C35C06"/>
    <w:rsid w:val="00C3645B"/>
    <w:rsid w:val="00C50F58"/>
    <w:rsid w:val="00C532E6"/>
    <w:rsid w:val="00C53C97"/>
    <w:rsid w:val="00C62109"/>
    <w:rsid w:val="00C639B5"/>
    <w:rsid w:val="00C671CF"/>
    <w:rsid w:val="00C719C5"/>
    <w:rsid w:val="00C75ED5"/>
    <w:rsid w:val="00C81BB8"/>
    <w:rsid w:val="00CA5541"/>
    <w:rsid w:val="00CB4CFE"/>
    <w:rsid w:val="00CB5DE2"/>
    <w:rsid w:val="00CC17D1"/>
    <w:rsid w:val="00CC3224"/>
    <w:rsid w:val="00CC33C4"/>
    <w:rsid w:val="00CC42C5"/>
    <w:rsid w:val="00CD173B"/>
    <w:rsid w:val="00CD7414"/>
    <w:rsid w:val="00CE7975"/>
    <w:rsid w:val="00CF76A9"/>
    <w:rsid w:val="00D02563"/>
    <w:rsid w:val="00D035A7"/>
    <w:rsid w:val="00D15385"/>
    <w:rsid w:val="00D15A7F"/>
    <w:rsid w:val="00D15D64"/>
    <w:rsid w:val="00D15DCF"/>
    <w:rsid w:val="00D25362"/>
    <w:rsid w:val="00D25B05"/>
    <w:rsid w:val="00D42D46"/>
    <w:rsid w:val="00D5147E"/>
    <w:rsid w:val="00D5715B"/>
    <w:rsid w:val="00D576ED"/>
    <w:rsid w:val="00D6044D"/>
    <w:rsid w:val="00D6054C"/>
    <w:rsid w:val="00D6383A"/>
    <w:rsid w:val="00D71CD7"/>
    <w:rsid w:val="00D834D9"/>
    <w:rsid w:val="00D85EAA"/>
    <w:rsid w:val="00D96C8F"/>
    <w:rsid w:val="00D96CA2"/>
    <w:rsid w:val="00DA1126"/>
    <w:rsid w:val="00DB0039"/>
    <w:rsid w:val="00DD4F42"/>
    <w:rsid w:val="00DE4D34"/>
    <w:rsid w:val="00DF008E"/>
    <w:rsid w:val="00DF448D"/>
    <w:rsid w:val="00E05173"/>
    <w:rsid w:val="00E22EC1"/>
    <w:rsid w:val="00E577D4"/>
    <w:rsid w:val="00E66C63"/>
    <w:rsid w:val="00E714B0"/>
    <w:rsid w:val="00E91674"/>
    <w:rsid w:val="00EA1678"/>
    <w:rsid w:val="00EB241E"/>
    <w:rsid w:val="00EB6263"/>
    <w:rsid w:val="00ED5761"/>
    <w:rsid w:val="00ED7A60"/>
    <w:rsid w:val="00EE0E73"/>
    <w:rsid w:val="00EF45C2"/>
    <w:rsid w:val="00F02034"/>
    <w:rsid w:val="00F02E22"/>
    <w:rsid w:val="00F03FD3"/>
    <w:rsid w:val="00F10953"/>
    <w:rsid w:val="00F16F2F"/>
    <w:rsid w:val="00F179B5"/>
    <w:rsid w:val="00F233F5"/>
    <w:rsid w:val="00F24499"/>
    <w:rsid w:val="00F255CF"/>
    <w:rsid w:val="00F34C27"/>
    <w:rsid w:val="00F42BB5"/>
    <w:rsid w:val="00F43123"/>
    <w:rsid w:val="00F47A7A"/>
    <w:rsid w:val="00F624F3"/>
    <w:rsid w:val="00F63B31"/>
    <w:rsid w:val="00F6789F"/>
    <w:rsid w:val="00F734A4"/>
    <w:rsid w:val="00F75474"/>
    <w:rsid w:val="00F848F8"/>
    <w:rsid w:val="00F87ED3"/>
    <w:rsid w:val="00F910D9"/>
    <w:rsid w:val="00F945A5"/>
    <w:rsid w:val="00FA1C72"/>
    <w:rsid w:val="00FA4340"/>
    <w:rsid w:val="00FA5260"/>
    <w:rsid w:val="00FA6446"/>
    <w:rsid w:val="00FA76BA"/>
    <w:rsid w:val="00FB1D61"/>
    <w:rsid w:val="00FB28B8"/>
    <w:rsid w:val="00FB639D"/>
    <w:rsid w:val="00FD5447"/>
    <w:rsid w:val="00FD5674"/>
    <w:rsid w:val="00FE5227"/>
    <w:rsid w:val="00FE7AB9"/>
    <w:rsid w:val="00FF114E"/>
    <w:rsid w:val="00FF5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2AFB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AD2AFB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AC37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AC370B"/>
    <w:pPr>
      <w:widowControl w:val="0"/>
      <w:autoSpaceDE w:val="0"/>
      <w:autoSpaceDN w:val="0"/>
    </w:pPr>
    <w:rPr>
      <w:rFonts w:ascii="Courier New" w:hAnsi="Courier New" w:cs="Courier New"/>
    </w:rPr>
  </w:style>
  <w:style w:type="table" w:styleId="a7">
    <w:name w:val="Table Grid"/>
    <w:basedOn w:val="a1"/>
    <w:rsid w:val="00862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"/>
    <w:basedOn w:val="a"/>
    <w:uiPriority w:val="99"/>
    <w:rsid w:val="00AB7416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9">
    <w:name w:val="line number"/>
    <w:basedOn w:val="a0"/>
    <w:rsid w:val="001F7ACC"/>
  </w:style>
  <w:style w:type="character" w:customStyle="1" w:styleId="a4">
    <w:name w:val="Верхний колонтитул Знак"/>
    <w:basedOn w:val="a0"/>
    <w:link w:val="a3"/>
    <w:uiPriority w:val="99"/>
    <w:rsid w:val="00535824"/>
  </w:style>
  <w:style w:type="character" w:customStyle="1" w:styleId="a6">
    <w:name w:val="Нижний колонтитул Знак"/>
    <w:basedOn w:val="a0"/>
    <w:link w:val="a5"/>
    <w:uiPriority w:val="99"/>
    <w:rsid w:val="00535824"/>
  </w:style>
  <w:style w:type="paragraph" w:styleId="aa">
    <w:name w:val="Balloon Text"/>
    <w:basedOn w:val="a"/>
    <w:link w:val="ab"/>
    <w:rsid w:val="0053582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35824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C35C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4015A1FE39E51A85716061B17837305D5EBA4A068E650F4DB8025394u9P9G" TargetMode="External"/><Relationship Id="rId13" Type="http://schemas.openxmlformats.org/officeDocument/2006/relationships/hyperlink" Target="consultantplus://offline/ref=5E4015A1FE39E51A85716061B17837305D5EBA4A068E650F4DB8025394u9P9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4015A1FE39E51A85716061B17837305D5EBA4A068E650F4DB8025394u9P9G" TargetMode="External"/><Relationship Id="rId17" Type="http://schemas.openxmlformats.org/officeDocument/2006/relationships/hyperlink" Target="consultantplus://offline/ref=5E4015A1FE39E51A85716061B17837305D5EBA4A068E650F4DB8025394u9P9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E4015A1FE39E51A85716061B17837305D5EBA4A068E650F4DB8025394u9P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4015A1FE39E51A85716061B17837305D5EBA4A068E650F4DB8025394u9P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E4015A1FE39E51A85716061B17837305D5EBA4A068E650F4DB8025394u9P9G" TargetMode="External"/><Relationship Id="rId10" Type="http://schemas.openxmlformats.org/officeDocument/2006/relationships/hyperlink" Target="consultantplus://offline/ref=5E4015A1FE39E51A85716061B17837305D5EBA4A068E650F4DB8025394u9P9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4015A1FE39E51A85716061B17837305D5EBA4A068E650F4DB8025394u9P9G" TargetMode="External"/><Relationship Id="rId14" Type="http://schemas.openxmlformats.org/officeDocument/2006/relationships/hyperlink" Target="consultantplus://offline/ref=5E4015A1FE39E51A85716061B17837305D5EBA4A068E650F4DB8025394u9P9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8;&#1083;&#1100;&#1080;&#1085;&#1072;\Application%20Data\Microsoft\&#1064;&#1072;&#1073;&#1083;&#1086;&#1085;&#1099;\&#1056;&#1072;&#1089;&#1087;&#1086;&#1088;&#1103;&#1078;&#1077;&#1085;&#1080;&#1077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CE9A-7211-4DF9-B551-CB8B49A80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Распоряжение.dotm</Template>
  <TotalTime>850</TotalTime>
  <Pages>12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г.Амурска</Company>
  <LinksUpToDate>false</LinksUpToDate>
  <CharactersWithSpaces>22522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Зеленкова</dc:creator>
  <cp:keywords/>
  <dc:description/>
  <cp:lastModifiedBy>Зеленкова</cp:lastModifiedBy>
  <cp:revision>77</cp:revision>
  <cp:lastPrinted>2022-12-28T23:42:00Z</cp:lastPrinted>
  <dcterms:created xsi:type="dcterms:W3CDTF">2016-01-28T10:24:00Z</dcterms:created>
  <dcterms:modified xsi:type="dcterms:W3CDTF">2024-06-27T03:57:00Z</dcterms:modified>
</cp:coreProperties>
</file>